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罪犯张栋梁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jc w:val="right"/>
        <w:rPr>
          <w:rFonts w:hint="eastAsia" w:ascii="Times New Roman" w:hAnsi="Times New Roman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1131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罪犯张栋梁，曾用名张档良，男，1981年4月1日出生，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汉族，初中文化，户籍所在地福建省平和县，捕前无固定职业。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福建省漳州市芗城区人民法院于2023年8月7日作出(2023)闽0602刑初303号刑事判决，以被告人张栋梁犯非法经营罪，判处有期徒刑二年十个月，并处罚金人民币四万元。刑期自2023年8月15日起至2026年5月9日止。判决生效后，于2023年8月31日交付龙岩监狱执行刑罚。属普管级罪犯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遵守监规：能基本遵守监规纪律及法律法规，能接受教育改造。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pStyle w:val="27"/>
        <w:keepNext w:val="0"/>
        <w:keepLines w:val="0"/>
        <w:pageBreakBefore w:val="0"/>
        <w:widowControl/>
        <w:shd w:val="clear" w:color="auto" w:fill="FFFFFF"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奖惩情况：该犯考核期2023年8月31日至2025年8月累计获考核分2210.7分，二次表扬，一次物质奖励。考核期内共违规扣分7次，累计扣考核分10分。</w:t>
      </w:r>
    </w:p>
    <w:p>
      <w:pPr>
        <w:pStyle w:val="27"/>
        <w:keepNext w:val="0"/>
        <w:keepLines w:val="0"/>
        <w:pageBreakBefore w:val="0"/>
        <w:widowControl/>
        <w:shd w:val="clear" w:color="auto" w:fill="FFFFFF"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漳州市芗城区人民法院于2024年11月6日作出结案证明：被执行人张栋梁已依照（2023）闽0602刑初303号刑事判决书确认的内容缴纳全部罚金，本案已执行完毕。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张栋梁予以减去剩余刑期，特提请你院审理裁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此致</w:t>
      </w:r>
    </w:p>
    <w:p>
      <w:pPr>
        <w:pStyle w:val="27"/>
        <w:spacing w:beforeAutospacing="0" w:afterAutospacing="0" w:line="600" w:lineRule="atLeast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福建省龙岩市中级人民法院　　　　   </w:t>
      </w:r>
    </w:p>
    <w:p>
      <w:pPr>
        <w:pStyle w:val="27"/>
        <w:spacing w:beforeAutospacing="0" w:afterAutospacing="0" w:line="600" w:lineRule="atLeast"/>
        <w:ind w:right="194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福建省龙岩监狱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 二O二五年十二月八日</w:t>
      </w: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19D5092"/>
    <w:rsid w:val="02760DEE"/>
    <w:rsid w:val="03326072"/>
    <w:rsid w:val="03993EF8"/>
    <w:rsid w:val="048A1C94"/>
    <w:rsid w:val="05866B9E"/>
    <w:rsid w:val="06A948CD"/>
    <w:rsid w:val="07871C90"/>
    <w:rsid w:val="096E07E5"/>
    <w:rsid w:val="09B0378B"/>
    <w:rsid w:val="0A341433"/>
    <w:rsid w:val="0AC00F12"/>
    <w:rsid w:val="0B6C7375"/>
    <w:rsid w:val="0BB101A7"/>
    <w:rsid w:val="0C0E5123"/>
    <w:rsid w:val="0C662B93"/>
    <w:rsid w:val="0C6A4D5D"/>
    <w:rsid w:val="0C7545AF"/>
    <w:rsid w:val="0CFD6D20"/>
    <w:rsid w:val="0D577DE9"/>
    <w:rsid w:val="0D605509"/>
    <w:rsid w:val="0E1377ED"/>
    <w:rsid w:val="0E227354"/>
    <w:rsid w:val="0E911F56"/>
    <w:rsid w:val="0EB034BA"/>
    <w:rsid w:val="0EC32CF8"/>
    <w:rsid w:val="0EF63807"/>
    <w:rsid w:val="102340C3"/>
    <w:rsid w:val="107D302A"/>
    <w:rsid w:val="10CD5611"/>
    <w:rsid w:val="10DA2384"/>
    <w:rsid w:val="11102C52"/>
    <w:rsid w:val="128F2C84"/>
    <w:rsid w:val="130154ED"/>
    <w:rsid w:val="134B3FBD"/>
    <w:rsid w:val="13660365"/>
    <w:rsid w:val="137E6E0D"/>
    <w:rsid w:val="153E48A4"/>
    <w:rsid w:val="15C93A9F"/>
    <w:rsid w:val="16101013"/>
    <w:rsid w:val="161C5E8F"/>
    <w:rsid w:val="16480F24"/>
    <w:rsid w:val="174C7C13"/>
    <w:rsid w:val="17DF241E"/>
    <w:rsid w:val="181A3969"/>
    <w:rsid w:val="18C36098"/>
    <w:rsid w:val="19141554"/>
    <w:rsid w:val="194D3642"/>
    <w:rsid w:val="1ADF33B8"/>
    <w:rsid w:val="1AE722B6"/>
    <w:rsid w:val="1B0A31F4"/>
    <w:rsid w:val="1B351565"/>
    <w:rsid w:val="1C5766FF"/>
    <w:rsid w:val="1C8D0297"/>
    <w:rsid w:val="1D916797"/>
    <w:rsid w:val="1E1F01F7"/>
    <w:rsid w:val="1E977034"/>
    <w:rsid w:val="1F027215"/>
    <w:rsid w:val="1FA73601"/>
    <w:rsid w:val="1FB65BDF"/>
    <w:rsid w:val="201B46E0"/>
    <w:rsid w:val="21E47400"/>
    <w:rsid w:val="22757B57"/>
    <w:rsid w:val="233E0F41"/>
    <w:rsid w:val="23D7477A"/>
    <w:rsid w:val="24305A91"/>
    <w:rsid w:val="247B09F3"/>
    <w:rsid w:val="25891B10"/>
    <w:rsid w:val="25FF47A4"/>
    <w:rsid w:val="26B04F31"/>
    <w:rsid w:val="27890F70"/>
    <w:rsid w:val="279B76AA"/>
    <w:rsid w:val="28251BA4"/>
    <w:rsid w:val="2A4669D2"/>
    <w:rsid w:val="2A481928"/>
    <w:rsid w:val="2ABF6C4F"/>
    <w:rsid w:val="2B384FC0"/>
    <w:rsid w:val="2CDC58AB"/>
    <w:rsid w:val="2DAA784F"/>
    <w:rsid w:val="2DB20194"/>
    <w:rsid w:val="2DE242F1"/>
    <w:rsid w:val="2E4D7DEA"/>
    <w:rsid w:val="2EFC1A8F"/>
    <w:rsid w:val="303C2AA1"/>
    <w:rsid w:val="313867CF"/>
    <w:rsid w:val="31AE6022"/>
    <w:rsid w:val="3203014A"/>
    <w:rsid w:val="3289738B"/>
    <w:rsid w:val="32951A01"/>
    <w:rsid w:val="32B83855"/>
    <w:rsid w:val="33987E8B"/>
    <w:rsid w:val="33A86A6A"/>
    <w:rsid w:val="3541397F"/>
    <w:rsid w:val="36215BBA"/>
    <w:rsid w:val="364235B4"/>
    <w:rsid w:val="364A4E67"/>
    <w:rsid w:val="367D44C5"/>
    <w:rsid w:val="37A23FB0"/>
    <w:rsid w:val="384924AD"/>
    <w:rsid w:val="38B10A46"/>
    <w:rsid w:val="38BB2708"/>
    <w:rsid w:val="38D050FA"/>
    <w:rsid w:val="3B342CD0"/>
    <w:rsid w:val="3CBA4AD8"/>
    <w:rsid w:val="3D943F53"/>
    <w:rsid w:val="40053F81"/>
    <w:rsid w:val="40B1009D"/>
    <w:rsid w:val="410B7382"/>
    <w:rsid w:val="413217DB"/>
    <w:rsid w:val="41897661"/>
    <w:rsid w:val="42A7708C"/>
    <w:rsid w:val="44002149"/>
    <w:rsid w:val="44CA0C35"/>
    <w:rsid w:val="46457F72"/>
    <w:rsid w:val="46C9566A"/>
    <w:rsid w:val="46EA5320"/>
    <w:rsid w:val="47BC3652"/>
    <w:rsid w:val="48453DA4"/>
    <w:rsid w:val="49176CFA"/>
    <w:rsid w:val="494D42B5"/>
    <w:rsid w:val="4A246885"/>
    <w:rsid w:val="4AD152F6"/>
    <w:rsid w:val="4C5401B3"/>
    <w:rsid w:val="4D1B7127"/>
    <w:rsid w:val="4D6C67C6"/>
    <w:rsid w:val="4D966AD8"/>
    <w:rsid w:val="4DCE537B"/>
    <w:rsid w:val="4E0E730E"/>
    <w:rsid w:val="4F314B84"/>
    <w:rsid w:val="503102C1"/>
    <w:rsid w:val="5037205F"/>
    <w:rsid w:val="511A0C73"/>
    <w:rsid w:val="51496B14"/>
    <w:rsid w:val="522F4D5F"/>
    <w:rsid w:val="526F23D5"/>
    <w:rsid w:val="52AE70A2"/>
    <w:rsid w:val="52C400DF"/>
    <w:rsid w:val="54135DB0"/>
    <w:rsid w:val="54172DDC"/>
    <w:rsid w:val="5605195E"/>
    <w:rsid w:val="565A57EA"/>
    <w:rsid w:val="56C25656"/>
    <w:rsid w:val="5A0D2EDC"/>
    <w:rsid w:val="5A880A0E"/>
    <w:rsid w:val="5AC623EB"/>
    <w:rsid w:val="5AED6A09"/>
    <w:rsid w:val="5AF67A69"/>
    <w:rsid w:val="5B255096"/>
    <w:rsid w:val="5BF96B00"/>
    <w:rsid w:val="5D0B68C5"/>
    <w:rsid w:val="5D167F3F"/>
    <w:rsid w:val="5DB4456E"/>
    <w:rsid w:val="5E30024B"/>
    <w:rsid w:val="5EAF12AF"/>
    <w:rsid w:val="5FD3653A"/>
    <w:rsid w:val="601E7AE9"/>
    <w:rsid w:val="617F19AC"/>
    <w:rsid w:val="62B433DE"/>
    <w:rsid w:val="63AE001D"/>
    <w:rsid w:val="63BA05A1"/>
    <w:rsid w:val="6479189C"/>
    <w:rsid w:val="66AB61D0"/>
    <w:rsid w:val="66B01D8A"/>
    <w:rsid w:val="698F7F24"/>
    <w:rsid w:val="69B30E4A"/>
    <w:rsid w:val="6A182E8C"/>
    <w:rsid w:val="6A3311B2"/>
    <w:rsid w:val="6A481775"/>
    <w:rsid w:val="6AB875D6"/>
    <w:rsid w:val="6B281BC3"/>
    <w:rsid w:val="6C0E7B51"/>
    <w:rsid w:val="6C7D19D4"/>
    <w:rsid w:val="6C8D4D81"/>
    <w:rsid w:val="6CBC1C78"/>
    <w:rsid w:val="6DBE0914"/>
    <w:rsid w:val="6F3D677B"/>
    <w:rsid w:val="6FDB5EDA"/>
    <w:rsid w:val="70700486"/>
    <w:rsid w:val="714704E1"/>
    <w:rsid w:val="71B61D32"/>
    <w:rsid w:val="720078AB"/>
    <w:rsid w:val="724E548A"/>
    <w:rsid w:val="72772353"/>
    <w:rsid w:val="732F0BB5"/>
    <w:rsid w:val="741F4989"/>
    <w:rsid w:val="750A71E8"/>
    <w:rsid w:val="75CE3188"/>
    <w:rsid w:val="75D7327C"/>
    <w:rsid w:val="75E66E55"/>
    <w:rsid w:val="75F27DC5"/>
    <w:rsid w:val="766C12BE"/>
    <w:rsid w:val="774C6B47"/>
    <w:rsid w:val="784F37CD"/>
    <w:rsid w:val="78845001"/>
    <w:rsid w:val="78D87B13"/>
    <w:rsid w:val="7ABE1E61"/>
    <w:rsid w:val="7B0F7699"/>
    <w:rsid w:val="7B101503"/>
    <w:rsid w:val="7B20226A"/>
    <w:rsid w:val="7C8230BA"/>
    <w:rsid w:val="7D0455AB"/>
    <w:rsid w:val="7E1163B1"/>
    <w:rsid w:val="7E5120FC"/>
    <w:rsid w:val="7E6028A8"/>
    <w:rsid w:val="7EA0317C"/>
    <w:rsid w:val="7F55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31">
    <w:name w:val="Default Paragraph Font"/>
    <w:semiHidden/>
    <w:qFormat/>
    <w:uiPriority w:val="99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table" w:styleId="30">
    <w:name w:val="Table Grid"/>
    <w:basedOn w:val="29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Hyperlink"/>
    <w:basedOn w:val="31"/>
    <w:qFormat/>
    <w:uiPriority w:val="99"/>
    <w:rPr>
      <w:rFonts w:cs="Times New Roman"/>
      <w:color w:val="0563C1"/>
      <w:u w:val="single"/>
    </w:rPr>
  </w:style>
  <w:style w:type="character" w:styleId="33">
    <w:name w:val="footnote reference"/>
    <w:basedOn w:val="31"/>
    <w:semiHidden/>
    <w:qFormat/>
    <w:uiPriority w:val="99"/>
    <w:rPr>
      <w:rFonts w:cs="Times New Roman"/>
      <w:vertAlign w:val="superscript"/>
    </w:rPr>
  </w:style>
  <w:style w:type="character" w:customStyle="1" w:styleId="34">
    <w:name w:val="Heading 1 Char"/>
    <w:basedOn w:val="31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31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31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31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31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31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31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31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31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31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31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31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31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31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31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31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31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31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31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1</TotalTime>
  <ScaleCrop>false</ScaleCrop>
  <LinksUpToDate>false</LinksUpToDate>
  <CharactersWithSpaces>1504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维保公司</cp:lastModifiedBy>
  <cp:lastPrinted>2025-08-05T01:16:00Z</cp:lastPrinted>
  <dcterms:modified xsi:type="dcterms:W3CDTF">2025-12-16T08:43:49Z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C64FA397696F4F78A98F6D91DF362DE8</vt:lpwstr>
  </property>
</Properties>
</file>