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罪犯陈忠愿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hint="eastAsia" w:ascii="Times New Roman" w:hAnsi="Times New Roman" w:eastAsia="楷体_GB2312" w:cs="楷体_GB2312"/>
          <w:sz w:val="28"/>
          <w:szCs w:val="28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126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Fonts w:ascii="仿宋" w:hAnsi="仿宋" w:eastAsia="仿宋" w:cs="仿宋"/>
          <w:color w:val="000000"/>
          <w:sz w:val="32"/>
          <w:szCs w:val="32"/>
          <w:shd w:val="clear" w:fill="FFFFFF"/>
        </w:rPr>
        <w:t>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陈忠愿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，男，19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汉族，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初中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文化，户籍所在地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湖北省宣恩县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，捕前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务工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福建省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永春县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人民法院于20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日作出(20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)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0525刑初93号刑事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判决，以被告人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陈忠愿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掩饰、隐瞒犯罪所得罪，判处有期徒刑二年，并处罚金人民币四千元；犯盗窃罪，判处有期徒刑八个月，并处罚金人民币四千元；决定执行有期徒刑二年五个月，并处罚金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人民币八千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元，责令退赔被害单位共计人民币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7710元（其中已缴纳的人民币4090元，按比例退赔相应被害单位）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刑期自2024年1月8日起至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日止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。判决生效后，于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024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日交付龙岩监狱执行刑罚。属普管级罪犯。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该犯自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入监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以来确有悔改表现，具体事实如下：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认罪悔罪：能服从法院判决，自书认罪悔罪书。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遵守监规：能遵守监规纪律及法律法规，能接受教育改造。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学习情况：能参加思想、文化、职业技术教育。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劳动改造：能参加劳动，努力完成劳动任务。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奖惩情况： 该犯看守所羁押期间表现综合评定为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良好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等次加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间隔期2024年7月24日至2025年10月累计获考核分1381.2分，合计获得考核分1411.2分，表扬二次。考核期内无违规扣分。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2025年10月14日福建省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永春县人民法院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回函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：陈忠愿已履行完毕生效法律文书确定的义务。原判财产性判项已履行完毕。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本案于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日至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日在狱内公示未收到不同意见。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 xml:space="preserve"> 因此，依照《中华人民共和国刑法》第七十八条、第七十九条、《中华人民共和国刑事诉讼法》第二百七十三条第二款、《中华人民共和国监狱法》第二十九条之规定，建议对罪犯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陈忠愿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予以减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去剩余刑期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，特提请你院审理裁定。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此致</w:t>
      </w:r>
    </w:p>
    <w:p>
      <w:pPr>
        <w:pStyle w:val="27"/>
        <w:spacing w:beforeAutospacing="0" w:afterAutospacing="0" w:line="600" w:lineRule="atLeast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 xml:space="preserve">福建省龙岩市中级人民法院　　　　   </w:t>
      </w:r>
    </w:p>
    <w:p>
      <w:pPr>
        <w:pStyle w:val="27"/>
        <w:spacing w:beforeAutospacing="0" w:afterAutospacing="0" w:line="600" w:lineRule="atLeast"/>
        <w:ind w:right="194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27"/>
        <w:spacing w:beforeAutospacing="0" w:afterAutospacing="0" w:line="600" w:lineRule="atLeast"/>
        <w:ind w:right="-94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福建省龙岩监狱</w:t>
      </w:r>
    </w:p>
    <w:p>
      <w:pPr>
        <w:pStyle w:val="27"/>
        <w:spacing w:beforeAutospacing="0" w:afterAutospacing="0" w:line="600" w:lineRule="atLeast"/>
        <w:ind w:right="-94"/>
        <w:jc w:val="center"/>
        <w:rPr>
          <w:rFonts w:ascii="仿宋_GB2312" w:hAnsi="仿宋_GB2312" w:eastAsia="仿宋_GB2312" w:cs="仿宋_GB2312"/>
          <w:color w:val="FFFFFF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二O二六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二十六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871" w:right="1304" w:bottom="1871" w:left="1587" w:header="851" w:footer="992" w:gutter="0"/>
      <w:cols w:space="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doNotExpandShiftReturn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yMjNiMmFiYzg5MzIxOGNmNTNlZjg1Y2QxODQ0YmYifQ=="/>
  </w:docVars>
  <w:rsids>
    <w:rsidRoot w:val="00DB2A62"/>
    <w:rsid w:val="000446C7"/>
    <w:rsid w:val="0030428B"/>
    <w:rsid w:val="00533C62"/>
    <w:rsid w:val="00A974FB"/>
    <w:rsid w:val="00B71CDB"/>
    <w:rsid w:val="00DB2A62"/>
    <w:rsid w:val="00E3206B"/>
    <w:rsid w:val="019D5092"/>
    <w:rsid w:val="01FA53D5"/>
    <w:rsid w:val="03326072"/>
    <w:rsid w:val="03993EF8"/>
    <w:rsid w:val="048A1C94"/>
    <w:rsid w:val="05866B9E"/>
    <w:rsid w:val="06A948CD"/>
    <w:rsid w:val="07871C90"/>
    <w:rsid w:val="096E07E5"/>
    <w:rsid w:val="09B0378B"/>
    <w:rsid w:val="0A341433"/>
    <w:rsid w:val="0AC00F12"/>
    <w:rsid w:val="0B6C7375"/>
    <w:rsid w:val="0BB101A7"/>
    <w:rsid w:val="0C0E5123"/>
    <w:rsid w:val="0C662B93"/>
    <w:rsid w:val="0C6A4D5D"/>
    <w:rsid w:val="0C7545AF"/>
    <w:rsid w:val="0CFD6D20"/>
    <w:rsid w:val="0D577DE9"/>
    <w:rsid w:val="0E1377ED"/>
    <w:rsid w:val="0E227354"/>
    <w:rsid w:val="0E911F56"/>
    <w:rsid w:val="0EB034BA"/>
    <w:rsid w:val="0EC32CF8"/>
    <w:rsid w:val="0EF63807"/>
    <w:rsid w:val="102340C3"/>
    <w:rsid w:val="107D302A"/>
    <w:rsid w:val="10CD5611"/>
    <w:rsid w:val="11102C52"/>
    <w:rsid w:val="128F2C84"/>
    <w:rsid w:val="130154ED"/>
    <w:rsid w:val="134B3FBD"/>
    <w:rsid w:val="13660365"/>
    <w:rsid w:val="137E6E0D"/>
    <w:rsid w:val="153E48A4"/>
    <w:rsid w:val="15C93A9F"/>
    <w:rsid w:val="16101013"/>
    <w:rsid w:val="161C5E8F"/>
    <w:rsid w:val="16435559"/>
    <w:rsid w:val="16480F24"/>
    <w:rsid w:val="174C7C13"/>
    <w:rsid w:val="17DF241E"/>
    <w:rsid w:val="17E839DA"/>
    <w:rsid w:val="181A3969"/>
    <w:rsid w:val="18C36098"/>
    <w:rsid w:val="19141554"/>
    <w:rsid w:val="194D3642"/>
    <w:rsid w:val="1ADF33B8"/>
    <w:rsid w:val="1AE722B6"/>
    <w:rsid w:val="1B0A31F4"/>
    <w:rsid w:val="1B351565"/>
    <w:rsid w:val="1C5766FF"/>
    <w:rsid w:val="1C8D0297"/>
    <w:rsid w:val="1D916797"/>
    <w:rsid w:val="1E1F01F7"/>
    <w:rsid w:val="1E977034"/>
    <w:rsid w:val="1F027215"/>
    <w:rsid w:val="1FB65BDF"/>
    <w:rsid w:val="201B46E0"/>
    <w:rsid w:val="21E47400"/>
    <w:rsid w:val="22757B57"/>
    <w:rsid w:val="233E0F41"/>
    <w:rsid w:val="23D7477A"/>
    <w:rsid w:val="24305A91"/>
    <w:rsid w:val="247B09F3"/>
    <w:rsid w:val="25891B10"/>
    <w:rsid w:val="25FF47A4"/>
    <w:rsid w:val="26B04F31"/>
    <w:rsid w:val="27890F70"/>
    <w:rsid w:val="279B76AA"/>
    <w:rsid w:val="28251BA4"/>
    <w:rsid w:val="2A4669D2"/>
    <w:rsid w:val="2A481928"/>
    <w:rsid w:val="2ABF6C4F"/>
    <w:rsid w:val="2B384FC0"/>
    <w:rsid w:val="2CDC58AB"/>
    <w:rsid w:val="2DAA784F"/>
    <w:rsid w:val="2DB20194"/>
    <w:rsid w:val="2DE242F1"/>
    <w:rsid w:val="2E4D7DEA"/>
    <w:rsid w:val="2EFC1A8F"/>
    <w:rsid w:val="303C2AA1"/>
    <w:rsid w:val="313867CF"/>
    <w:rsid w:val="31AE6022"/>
    <w:rsid w:val="3203014A"/>
    <w:rsid w:val="3289738B"/>
    <w:rsid w:val="32951A01"/>
    <w:rsid w:val="32B83855"/>
    <w:rsid w:val="33987E8B"/>
    <w:rsid w:val="33A86A6A"/>
    <w:rsid w:val="3541397F"/>
    <w:rsid w:val="36215BBA"/>
    <w:rsid w:val="364235B4"/>
    <w:rsid w:val="364A4E67"/>
    <w:rsid w:val="367D44C5"/>
    <w:rsid w:val="37A23FB0"/>
    <w:rsid w:val="384924AD"/>
    <w:rsid w:val="38BB2708"/>
    <w:rsid w:val="38D050FA"/>
    <w:rsid w:val="3B342CD0"/>
    <w:rsid w:val="3CBA4AD8"/>
    <w:rsid w:val="3D943F53"/>
    <w:rsid w:val="40053F81"/>
    <w:rsid w:val="40B1009D"/>
    <w:rsid w:val="410B7382"/>
    <w:rsid w:val="413217DB"/>
    <w:rsid w:val="4181776A"/>
    <w:rsid w:val="41897661"/>
    <w:rsid w:val="42A7708C"/>
    <w:rsid w:val="44002149"/>
    <w:rsid w:val="44CA0C35"/>
    <w:rsid w:val="46457F72"/>
    <w:rsid w:val="46C9566A"/>
    <w:rsid w:val="46EA5320"/>
    <w:rsid w:val="47BC3652"/>
    <w:rsid w:val="48453DA4"/>
    <w:rsid w:val="49176CFA"/>
    <w:rsid w:val="494D42B5"/>
    <w:rsid w:val="4A246885"/>
    <w:rsid w:val="4AD152F6"/>
    <w:rsid w:val="4D1B7127"/>
    <w:rsid w:val="4D6C67C6"/>
    <w:rsid w:val="4D966AD8"/>
    <w:rsid w:val="4DCE537B"/>
    <w:rsid w:val="4E0E730E"/>
    <w:rsid w:val="4F314B84"/>
    <w:rsid w:val="5037205F"/>
    <w:rsid w:val="511A0C73"/>
    <w:rsid w:val="51496B14"/>
    <w:rsid w:val="522F4D5F"/>
    <w:rsid w:val="526F23D5"/>
    <w:rsid w:val="52AE70A2"/>
    <w:rsid w:val="52C400DF"/>
    <w:rsid w:val="54135DB0"/>
    <w:rsid w:val="54172DDC"/>
    <w:rsid w:val="5605195E"/>
    <w:rsid w:val="565A57EA"/>
    <w:rsid w:val="56C25656"/>
    <w:rsid w:val="5A0D2EDC"/>
    <w:rsid w:val="5A880A0E"/>
    <w:rsid w:val="5AC623EB"/>
    <w:rsid w:val="5ADB2FC2"/>
    <w:rsid w:val="5AED6A09"/>
    <w:rsid w:val="5B255096"/>
    <w:rsid w:val="5BF96B00"/>
    <w:rsid w:val="5D0B68C5"/>
    <w:rsid w:val="5D167F3F"/>
    <w:rsid w:val="5D283C48"/>
    <w:rsid w:val="5DB4456E"/>
    <w:rsid w:val="5EAF12AF"/>
    <w:rsid w:val="5FD3653A"/>
    <w:rsid w:val="601E7AE9"/>
    <w:rsid w:val="617F19AC"/>
    <w:rsid w:val="627F6AE9"/>
    <w:rsid w:val="62B433DE"/>
    <w:rsid w:val="62E631D7"/>
    <w:rsid w:val="63AE001D"/>
    <w:rsid w:val="63BA05A1"/>
    <w:rsid w:val="6479189C"/>
    <w:rsid w:val="64C27F30"/>
    <w:rsid w:val="66AB61D0"/>
    <w:rsid w:val="66B01D8A"/>
    <w:rsid w:val="698F7F24"/>
    <w:rsid w:val="69B30E4A"/>
    <w:rsid w:val="6A182E8C"/>
    <w:rsid w:val="6A3311B2"/>
    <w:rsid w:val="6A481775"/>
    <w:rsid w:val="6AB875D6"/>
    <w:rsid w:val="6B281BC3"/>
    <w:rsid w:val="6C0E7B51"/>
    <w:rsid w:val="6C7D19D4"/>
    <w:rsid w:val="6C8D4D81"/>
    <w:rsid w:val="6CBC1C78"/>
    <w:rsid w:val="6DBE0914"/>
    <w:rsid w:val="6F3D677B"/>
    <w:rsid w:val="70700486"/>
    <w:rsid w:val="71B61D32"/>
    <w:rsid w:val="720078AB"/>
    <w:rsid w:val="724E548A"/>
    <w:rsid w:val="72772353"/>
    <w:rsid w:val="732F0BB5"/>
    <w:rsid w:val="741F4989"/>
    <w:rsid w:val="750A71E8"/>
    <w:rsid w:val="75CE3188"/>
    <w:rsid w:val="75D7327C"/>
    <w:rsid w:val="75E66E55"/>
    <w:rsid w:val="75F27DC5"/>
    <w:rsid w:val="766C12BE"/>
    <w:rsid w:val="7686409F"/>
    <w:rsid w:val="774C6B47"/>
    <w:rsid w:val="7B0F7699"/>
    <w:rsid w:val="7B101503"/>
    <w:rsid w:val="7B20226A"/>
    <w:rsid w:val="7C8230BA"/>
    <w:rsid w:val="7D0455AB"/>
    <w:rsid w:val="7E1163B1"/>
    <w:rsid w:val="7E5120FC"/>
    <w:rsid w:val="7E6028A8"/>
    <w:rsid w:val="7EA0317C"/>
    <w:rsid w:val="7F55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uiPriority="99" w:name="Normal Indent" w:locked="1"/>
    <w:lsdException w:qFormat="1" w:unhideWhenUsed="0"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qFormat="1" w:unhideWhenUsed="0" w:uiPriority="99" w:name="footnote reference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qFormat="1" w:unhideWhenUsed="0" w:uiPriority="99" w:semiHidden="0" w:name="Closing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qFormat="1"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hd w:val="clear" w:color="auto" w:fill="FFFFFF"/>
      <w:jc w:val="both"/>
    </w:pPr>
    <w:rPr>
      <w:rFonts w:ascii="Calibri" w:hAnsi="Calibri" w:eastAsia="宋体" w:cs="Times New Roman"/>
      <w:kern w:val="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99"/>
    <w:pPr>
      <w:keepNext/>
      <w:keepLines/>
      <w:spacing w:before="480"/>
      <w:outlineLvl w:val="0"/>
    </w:pPr>
    <w:rPr>
      <w:rFonts w:ascii="Arial" w:hAnsi="Arial" w:cs="Arial"/>
      <w:b/>
      <w:bCs/>
      <w:color w:val="000000"/>
      <w:sz w:val="48"/>
      <w:szCs w:val="48"/>
    </w:rPr>
  </w:style>
  <w:style w:type="paragraph" w:styleId="3">
    <w:name w:val="heading 2"/>
    <w:basedOn w:val="1"/>
    <w:next w:val="1"/>
    <w:link w:val="35"/>
    <w:qFormat/>
    <w:uiPriority w:val="99"/>
    <w:pPr>
      <w:keepNext/>
      <w:keepLines/>
      <w:spacing w:before="200"/>
      <w:outlineLvl w:val="1"/>
    </w:pPr>
    <w:rPr>
      <w:rFonts w:ascii="Arial" w:hAnsi="Arial" w:cs="Arial"/>
      <w:b/>
      <w:bCs/>
      <w:color w:val="000000"/>
      <w:sz w:val="40"/>
    </w:rPr>
  </w:style>
  <w:style w:type="paragraph" w:styleId="4">
    <w:name w:val="heading 3"/>
    <w:basedOn w:val="1"/>
    <w:next w:val="1"/>
    <w:link w:val="36"/>
    <w:qFormat/>
    <w:uiPriority w:val="99"/>
    <w:pPr>
      <w:keepNext/>
      <w:keepLines/>
      <w:spacing w:before="200"/>
      <w:outlineLvl w:val="2"/>
    </w:pPr>
    <w:rPr>
      <w:rFonts w:ascii="Arial" w:hAnsi="Arial" w:cs="Arial"/>
      <w:b/>
      <w:bCs/>
      <w:i/>
      <w:iCs/>
      <w:color w:val="000000"/>
      <w:sz w:val="36"/>
      <w:szCs w:val="36"/>
    </w:rPr>
  </w:style>
  <w:style w:type="paragraph" w:styleId="5">
    <w:name w:val="heading 4"/>
    <w:basedOn w:val="1"/>
    <w:next w:val="1"/>
    <w:link w:val="37"/>
    <w:qFormat/>
    <w:uiPriority w:val="99"/>
    <w:pPr>
      <w:keepNext/>
      <w:keepLines/>
      <w:spacing w:before="200"/>
      <w:outlineLvl w:val="3"/>
    </w:pPr>
    <w:rPr>
      <w:rFonts w:ascii="Arial" w:hAnsi="Arial" w:cs="Arial"/>
      <w:color w:val="232323"/>
      <w:sz w:val="32"/>
      <w:szCs w:val="32"/>
    </w:rPr>
  </w:style>
  <w:style w:type="paragraph" w:styleId="6">
    <w:name w:val="heading 5"/>
    <w:basedOn w:val="1"/>
    <w:next w:val="1"/>
    <w:link w:val="38"/>
    <w:qFormat/>
    <w:uiPriority w:val="99"/>
    <w:pPr>
      <w:keepNext/>
      <w:keepLines/>
      <w:spacing w:before="200"/>
      <w:outlineLvl w:val="4"/>
    </w:pPr>
    <w:rPr>
      <w:rFonts w:ascii="Arial" w:hAnsi="Arial" w:cs="Arial"/>
      <w:b/>
      <w:bCs/>
      <w:color w:val="444444"/>
      <w:sz w:val="28"/>
      <w:szCs w:val="28"/>
    </w:rPr>
  </w:style>
  <w:style w:type="paragraph" w:styleId="7">
    <w:name w:val="heading 6"/>
    <w:basedOn w:val="1"/>
    <w:next w:val="1"/>
    <w:link w:val="39"/>
    <w:qFormat/>
    <w:uiPriority w:val="99"/>
    <w:pPr>
      <w:keepNext/>
      <w:keepLines/>
      <w:spacing w:before="200"/>
      <w:outlineLvl w:val="5"/>
    </w:pPr>
    <w:rPr>
      <w:rFonts w:ascii="Arial" w:hAnsi="Arial" w:cs="Arial"/>
      <w:i/>
      <w:iCs/>
      <w:color w:val="232323"/>
      <w:sz w:val="28"/>
      <w:szCs w:val="28"/>
    </w:rPr>
  </w:style>
  <w:style w:type="paragraph" w:styleId="8">
    <w:name w:val="heading 7"/>
    <w:basedOn w:val="1"/>
    <w:next w:val="1"/>
    <w:link w:val="40"/>
    <w:qFormat/>
    <w:uiPriority w:val="99"/>
    <w:pPr>
      <w:keepNext/>
      <w:keepLines/>
      <w:spacing w:before="200"/>
      <w:outlineLvl w:val="6"/>
    </w:pPr>
    <w:rPr>
      <w:rFonts w:ascii="Arial" w:hAnsi="Arial" w:cs="Arial"/>
      <w:b/>
      <w:bCs/>
      <w:color w:val="606060"/>
      <w:sz w:val="24"/>
      <w:szCs w:val="24"/>
    </w:rPr>
  </w:style>
  <w:style w:type="paragraph" w:styleId="9">
    <w:name w:val="heading 8"/>
    <w:basedOn w:val="1"/>
    <w:next w:val="1"/>
    <w:link w:val="41"/>
    <w:qFormat/>
    <w:uiPriority w:val="99"/>
    <w:pPr>
      <w:keepNext/>
      <w:keepLines/>
      <w:spacing w:before="200"/>
      <w:outlineLvl w:val="7"/>
    </w:pPr>
    <w:rPr>
      <w:rFonts w:ascii="Arial" w:hAnsi="Arial" w:cs="Arial"/>
      <w:color w:val="444444"/>
      <w:sz w:val="24"/>
      <w:szCs w:val="24"/>
    </w:rPr>
  </w:style>
  <w:style w:type="paragraph" w:styleId="10">
    <w:name w:val="heading 9"/>
    <w:basedOn w:val="1"/>
    <w:next w:val="1"/>
    <w:link w:val="42"/>
    <w:qFormat/>
    <w:uiPriority w:val="99"/>
    <w:pPr>
      <w:keepNext/>
      <w:keepLines/>
      <w:spacing w:before="200"/>
      <w:outlineLvl w:val="8"/>
    </w:pPr>
    <w:rPr>
      <w:rFonts w:ascii="Arial" w:hAnsi="Arial" w:cs="Arial"/>
      <w:i/>
      <w:iCs/>
      <w:color w:val="444444"/>
      <w:sz w:val="23"/>
      <w:szCs w:val="23"/>
    </w:rPr>
  </w:style>
  <w:style w:type="character" w:default="1" w:styleId="31">
    <w:name w:val="Default Paragraph Font"/>
    <w:semiHidden/>
    <w:qFormat/>
    <w:uiPriority w:val="99"/>
  </w:style>
  <w:style w:type="table" w:default="1" w:styleId="2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99"/>
    <w:pPr>
      <w:spacing w:after="57"/>
      <w:ind w:left="1701"/>
    </w:pPr>
  </w:style>
  <w:style w:type="paragraph" w:styleId="12">
    <w:name w:val="annotation text"/>
    <w:basedOn w:val="1"/>
    <w:link w:val="43"/>
    <w:qFormat/>
    <w:uiPriority w:val="99"/>
    <w:pPr>
      <w:jc w:val="left"/>
    </w:pPr>
  </w:style>
  <w:style w:type="paragraph" w:styleId="13">
    <w:name w:val="Salutation"/>
    <w:basedOn w:val="1"/>
    <w:next w:val="1"/>
    <w:link w:val="44"/>
    <w:qFormat/>
    <w:uiPriority w:val="99"/>
    <w:rPr>
      <w:sz w:val="28"/>
      <w:szCs w:val="28"/>
    </w:rPr>
  </w:style>
  <w:style w:type="paragraph" w:styleId="14">
    <w:name w:val="Closing"/>
    <w:basedOn w:val="1"/>
    <w:link w:val="45"/>
    <w:qFormat/>
    <w:uiPriority w:val="99"/>
    <w:pPr>
      <w:ind w:left="100"/>
    </w:pPr>
    <w:rPr>
      <w:sz w:val="28"/>
      <w:szCs w:val="28"/>
    </w:rPr>
  </w:style>
  <w:style w:type="paragraph" w:styleId="15">
    <w:name w:val="toc 5"/>
    <w:basedOn w:val="1"/>
    <w:next w:val="1"/>
    <w:qFormat/>
    <w:uiPriority w:val="99"/>
    <w:pPr>
      <w:spacing w:after="57"/>
      <w:ind w:left="1134"/>
    </w:pPr>
  </w:style>
  <w:style w:type="paragraph" w:styleId="16">
    <w:name w:val="toc 3"/>
    <w:basedOn w:val="1"/>
    <w:next w:val="1"/>
    <w:qFormat/>
    <w:uiPriority w:val="99"/>
    <w:pPr>
      <w:spacing w:after="57"/>
      <w:ind w:left="567"/>
    </w:pPr>
  </w:style>
  <w:style w:type="paragraph" w:styleId="17">
    <w:name w:val="toc 8"/>
    <w:basedOn w:val="1"/>
    <w:next w:val="1"/>
    <w:qFormat/>
    <w:uiPriority w:val="99"/>
    <w:pPr>
      <w:spacing w:after="57"/>
      <w:ind w:left="1984"/>
    </w:pPr>
  </w:style>
  <w:style w:type="paragraph" w:styleId="18">
    <w:name w:val="footer"/>
    <w:basedOn w:val="1"/>
    <w:link w:val="46"/>
    <w:qFormat/>
    <w:uiPriority w:val="99"/>
    <w:pPr>
      <w:tabs>
        <w:tab w:val="center" w:pos="7143"/>
        <w:tab w:val="right" w:pos="14287"/>
      </w:tabs>
    </w:pPr>
    <w:rPr>
      <w:color w:val="000000"/>
      <w:sz w:val="22"/>
    </w:rPr>
  </w:style>
  <w:style w:type="paragraph" w:styleId="19">
    <w:name w:val="header"/>
    <w:basedOn w:val="1"/>
    <w:link w:val="47"/>
    <w:qFormat/>
    <w:uiPriority w:val="99"/>
    <w:pPr>
      <w:tabs>
        <w:tab w:val="center" w:pos="7143"/>
        <w:tab w:val="right" w:pos="14287"/>
      </w:tabs>
    </w:pPr>
    <w:rPr>
      <w:color w:val="000000"/>
      <w:sz w:val="22"/>
    </w:rPr>
  </w:style>
  <w:style w:type="paragraph" w:styleId="20">
    <w:name w:val="toc 1"/>
    <w:basedOn w:val="1"/>
    <w:next w:val="1"/>
    <w:qFormat/>
    <w:uiPriority w:val="99"/>
    <w:pPr>
      <w:spacing w:after="57"/>
    </w:pPr>
  </w:style>
  <w:style w:type="paragraph" w:styleId="21">
    <w:name w:val="toc 4"/>
    <w:basedOn w:val="1"/>
    <w:next w:val="1"/>
    <w:qFormat/>
    <w:uiPriority w:val="99"/>
    <w:pPr>
      <w:spacing w:after="57"/>
      <w:ind w:left="850"/>
    </w:pPr>
  </w:style>
  <w:style w:type="paragraph" w:styleId="22">
    <w:name w:val="Subtitle"/>
    <w:basedOn w:val="1"/>
    <w:next w:val="1"/>
    <w:link w:val="48"/>
    <w:qFormat/>
    <w:uiPriority w:val="99"/>
    <w:pPr>
      <w:outlineLvl w:val="0"/>
    </w:pPr>
    <w:rPr>
      <w:i/>
      <w:color w:val="444444"/>
      <w:sz w:val="52"/>
    </w:rPr>
  </w:style>
  <w:style w:type="paragraph" w:styleId="23">
    <w:name w:val="footnote text"/>
    <w:basedOn w:val="1"/>
    <w:link w:val="49"/>
    <w:semiHidden/>
    <w:qFormat/>
    <w:uiPriority w:val="99"/>
    <w:rPr>
      <w:sz w:val="20"/>
    </w:rPr>
  </w:style>
  <w:style w:type="paragraph" w:styleId="24">
    <w:name w:val="toc 6"/>
    <w:basedOn w:val="1"/>
    <w:next w:val="1"/>
    <w:qFormat/>
    <w:uiPriority w:val="99"/>
    <w:pPr>
      <w:spacing w:after="57"/>
      <w:ind w:left="1417"/>
    </w:pPr>
  </w:style>
  <w:style w:type="paragraph" w:styleId="25">
    <w:name w:val="toc 2"/>
    <w:basedOn w:val="1"/>
    <w:next w:val="1"/>
    <w:qFormat/>
    <w:uiPriority w:val="99"/>
    <w:pPr>
      <w:spacing w:after="57"/>
      <w:ind w:left="283"/>
    </w:pPr>
  </w:style>
  <w:style w:type="paragraph" w:styleId="26">
    <w:name w:val="toc 9"/>
    <w:basedOn w:val="1"/>
    <w:next w:val="1"/>
    <w:qFormat/>
    <w:uiPriority w:val="99"/>
    <w:pPr>
      <w:spacing w:after="57"/>
      <w:ind w:left="2268"/>
    </w:pPr>
  </w:style>
  <w:style w:type="paragraph" w:styleId="27">
    <w:name w:val="Normal (Web)"/>
    <w:basedOn w:val="1"/>
    <w:semiHidden/>
    <w:qFormat/>
    <w:uiPriority w:val="99"/>
    <w:pPr>
      <w:spacing w:beforeAutospacing="1" w:afterAutospacing="1"/>
      <w:jc w:val="left"/>
    </w:pPr>
    <w:rPr>
      <w:sz w:val="24"/>
    </w:rPr>
  </w:style>
  <w:style w:type="paragraph" w:styleId="28">
    <w:name w:val="Title"/>
    <w:basedOn w:val="1"/>
    <w:next w:val="1"/>
    <w:link w:val="50"/>
    <w:qFormat/>
    <w:uiPriority w:val="99"/>
    <w:pPr>
      <w:pBdr>
        <w:bottom w:val="single" w:color="000000" w:sz="24" w:space="0"/>
      </w:pBdr>
      <w:spacing w:before="300" w:after="80"/>
      <w:outlineLvl w:val="0"/>
    </w:pPr>
    <w:rPr>
      <w:b/>
      <w:color w:val="000000"/>
      <w:sz w:val="72"/>
    </w:rPr>
  </w:style>
  <w:style w:type="table" w:styleId="30">
    <w:name w:val="Table Grid"/>
    <w:basedOn w:val="29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2">
    <w:name w:val="Hyperlink"/>
    <w:basedOn w:val="31"/>
    <w:qFormat/>
    <w:uiPriority w:val="99"/>
    <w:rPr>
      <w:rFonts w:cs="Times New Roman"/>
      <w:color w:val="0563C1"/>
      <w:u w:val="single"/>
    </w:rPr>
  </w:style>
  <w:style w:type="character" w:styleId="33">
    <w:name w:val="footnote reference"/>
    <w:basedOn w:val="31"/>
    <w:semiHidden/>
    <w:qFormat/>
    <w:uiPriority w:val="99"/>
    <w:rPr>
      <w:rFonts w:cs="Times New Roman"/>
      <w:vertAlign w:val="superscript"/>
    </w:rPr>
  </w:style>
  <w:style w:type="character" w:customStyle="1" w:styleId="34">
    <w:name w:val="Heading 1 Char"/>
    <w:basedOn w:val="31"/>
    <w:link w:val="2"/>
    <w:qFormat/>
    <w:uiPriority w:val="99"/>
    <w:rPr>
      <w:rFonts w:ascii="Arial" w:hAnsi="Arial" w:eastAsia="Times New Roman" w:cs="Arial"/>
      <w:b/>
      <w:bCs/>
      <w:color w:val="000000"/>
      <w:sz w:val="48"/>
      <w:szCs w:val="48"/>
    </w:rPr>
  </w:style>
  <w:style w:type="character" w:customStyle="1" w:styleId="35">
    <w:name w:val="Heading 2 Char"/>
    <w:basedOn w:val="31"/>
    <w:link w:val="3"/>
    <w:qFormat/>
    <w:uiPriority w:val="99"/>
    <w:rPr>
      <w:rFonts w:ascii="Arial" w:hAnsi="Arial" w:eastAsia="Times New Roman" w:cs="Arial"/>
      <w:b/>
      <w:bCs/>
      <w:color w:val="000000"/>
      <w:sz w:val="40"/>
      <w:szCs w:val="40"/>
    </w:rPr>
  </w:style>
  <w:style w:type="character" w:customStyle="1" w:styleId="36">
    <w:name w:val="Heading 3 Char"/>
    <w:basedOn w:val="31"/>
    <w:link w:val="4"/>
    <w:qFormat/>
    <w:uiPriority w:val="99"/>
    <w:rPr>
      <w:rFonts w:ascii="Arial" w:hAnsi="Arial" w:eastAsia="Times New Roman" w:cs="Arial"/>
      <w:b/>
      <w:bCs/>
      <w:i/>
      <w:iCs/>
      <w:color w:val="000000"/>
      <w:sz w:val="40"/>
      <w:szCs w:val="40"/>
    </w:rPr>
  </w:style>
  <w:style w:type="character" w:customStyle="1" w:styleId="37">
    <w:name w:val="Heading 4 Char"/>
    <w:basedOn w:val="31"/>
    <w:link w:val="5"/>
    <w:qFormat/>
    <w:uiPriority w:val="99"/>
    <w:rPr>
      <w:rFonts w:ascii="Arial" w:hAnsi="Arial" w:eastAsia="Times New Roman" w:cs="Arial"/>
      <w:color w:val="232323"/>
      <w:sz w:val="32"/>
      <w:szCs w:val="32"/>
    </w:rPr>
  </w:style>
  <w:style w:type="character" w:customStyle="1" w:styleId="38">
    <w:name w:val="Heading 5 Char"/>
    <w:basedOn w:val="31"/>
    <w:link w:val="6"/>
    <w:qFormat/>
    <w:uiPriority w:val="99"/>
    <w:rPr>
      <w:rFonts w:ascii="Arial" w:hAnsi="Arial" w:eastAsia="Times New Roman" w:cs="Arial"/>
      <w:b/>
      <w:bCs/>
      <w:color w:val="444444"/>
      <w:sz w:val="28"/>
      <w:szCs w:val="28"/>
    </w:rPr>
  </w:style>
  <w:style w:type="character" w:customStyle="1" w:styleId="39">
    <w:name w:val="Heading 6 Char"/>
    <w:basedOn w:val="31"/>
    <w:link w:val="7"/>
    <w:qFormat/>
    <w:uiPriority w:val="99"/>
    <w:rPr>
      <w:rFonts w:ascii="Arial" w:hAnsi="Arial" w:eastAsia="Times New Roman" w:cs="Arial"/>
      <w:i/>
      <w:iCs/>
      <w:color w:val="232323"/>
      <w:sz w:val="28"/>
      <w:szCs w:val="28"/>
    </w:rPr>
  </w:style>
  <w:style w:type="character" w:customStyle="1" w:styleId="40">
    <w:name w:val="Heading 7 Char"/>
    <w:basedOn w:val="31"/>
    <w:link w:val="8"/>
    <w:qFormat/>
    <w:uiPriority w:val="99"/>
    <w:rPr>
      <w:rFonts w:ascii="Arial" w:hAnsi="Arial" w:eastAsia="Times New Roman" w:cs="Arial"/>
      <w:b/>
      <w:bCs/>
      <w:color w:val="606060"/>
      <w:sz w:val="28"/>
      <w:szCs w:val="28"/>
    </w:rPr>
  </w:style>
  <w:style w:type="character" w:customStyle="1" w:styleId="41">
    <w:name w:val="Heading 8 Char"/>
    <w:basedOn w:val="31"/>
    <w:link w:val="9"/>
    <w:qFormat/>
    <w:uiPriority w:val="99"/>
    <w:rPr>
      <w:rFonts w:ascii="Arial" w:hAnsi="Arial" w:eastAsia="Times New Roman" w:cs="Arial"/>
      <w:color w:val="444444"/>
      <w:sz w:val="24"/>
      <w:szCs w:val="24"/>
    </w:rPr>
  </w:style>
  <w:style w:type="character" w:customStyle="1" w:styleId="42">
    <w:name w:val="Heading 9 Char"/>
    <w:basedOn w:val="31"/>
    <w:link w:val="10"/>
    <w:qFormat/>
    <w:uiPriority w:val="99"/>
    <w:rPr>
      <w:rFonts w:ascii="Arial" w:hAnsi="Arial" w:eastAsia="Times New Roman" w:cs="Arial"/>
      <w:i/>
      <w:iCs/>
      <w:color w:val="444444"/>
      <w:sz w:val="23"/>
      <w:szCs w:val="23"/>
    </w:rPr>
  </w:style>
  <w:style w:type="character" w:customStyle="1" w:styleId="43">
    <w:name w:val="Comment Text Char"/>
    <w:basedOn w:val="31"/>
    <w:link w:val="12"/>
    <w:semiHidden/>
    <w:qFormat/>
    <w:uiPriority w:val="99"/>
    <w:rPr>
      <w:rFonts w:ascii="Calibri" w:hAnsi="Calibri"/>
      <w:kern w:val="0"/>
      <w:szCs w:val="21"/>
      <w:shd w:val="clear" w:color="auto" w:fill="FFFFFF"/>
    </w:rPr>
  </w:style>
  <w:style w:type="character" w:customStyle="1" w:styleId="44">
    <w:name w:val="Salutation Char"/>
    <w:basedOn w:val="31"/>
    <w:link w:val="13"/>
    <w:semiHidden/>
    <w:qFormat/>
    <w:uiPriority w:val="99"/>
    <w:rPr>
      <w:rFonts w:ascii="Calibri" w:hAnsi="Calibri"/>
      <w:kern w:val="0"/>
      <w:szCs w:val="21"/>
      <w:shd w:val="clear" w:color="auto" w:fill="FFFFFF"/>
    </w:rPr>
  </w:style>
  <w:style w:type="character" w:customStyle="1" w:styleId="45">
    <w:name w:val="Closing Char"/>
    <w:basedOn w:val="31"/>
    <w:link w:val="14"/>
    <w:semiHidden/>
    <w:qFormat/>
    <w:uiPriority w:val="99"/>
    <w:rPr>
      <w:rFonts w:ascii="Calibri" w:hAnsi="Calibri"/>
      <w:kern w:val="0"/>
      <w:szCs w:val="21"/>
      <w:shd w:val="clear" w:color="auto" w:fill="FFFFFF"/>
    </w:rPr>
  </w:style>
  <w:style w:type="character" w:customStyle="1" w:styleId="46">
    <w:name w:val="Footer Char"/>
    <w:basedOn w:val="31"/>
    <w:link w:val="18"/>
    <w:semiHidden/>
    <w:qFormat/>
    <w:uiPriority w:val="99"/>
    <w:rPr>
      <w:rFonts w:ascii="Calibri" w:hAnsi="Calibri"/>
      <w:kern w:val="0"/>
      <w:sz w:val="18"/>
      <w:szCs w:val="18"/>
      <w:shd w:val="clear" w:color="auto" w:fill="FFFFFF"/>
    </w:rPr>
  </w:style>
  <w:style w:type="character" w:customStyle="1" w:styleId="47">
    <w:name w:val="Header Char"/>
    <w:basedOn w:val="31"/>
    <w:link w:val="19"/>
    <w:semiHidden/>
    <w:qFormat/>
    <w:uiPriority w:val="99"/>
    <w:rPr>
      <w:rFonts w:ascii="Calibri" w:hAnsi="Calibri"/>
      <w:kern w:val="0"/>
      <w:sz w:val="18"/>
      <w:szCs w:val="18"/>
      <w:shd w:val="clear" w:color="auto" w:fill="FFFFFF"/>
    </w:rPr>
  </w:style>
  <w:style w:type="character" w:customStyle="1" w:styleId="48">
    <w:name w:val="Subtitle Char"/>
    <w:basedOn w:val="31"/>
    <w:link w:val="22"/>
    <w:qFormat/>
    <w:uiPriority w:val="11"/>
    <w:rPr>
      <w:rFonts w:asciiTheme="majorHAnsi" w:hAnsiTheme="majorHAnsi" w:cstheme="majorBidi"/>
      <w:b/>
      <w:bCs/>
      <w:kern w:val="28"/>
      <w:sz w:val="32"/>
      <w:szCs w:val="32"/>
      <w:shd w:val="clear" w:color="auto" w:fill="FFFFFF"/>
    </w:rPr>
  </w:style>
  <w:style w:type="character" w:customStyle="1" w:styleId="49">
    <w:name w:val="Footnote Text Char"/>
    <w:basedOn w:val="31"/>
    <w:link w:val="23"/>
    <w:semiHidden/>
    <w:qFormat/>
    <w:uiPriority w:val="99"/>
    <w:rPr>
      <w:rFonts w:cs="Times New Roman"/>
      <w:sz w:val="20"/>
    </w:rPr>
  </w:style>
  <w:style w:type="character" w:customStyle="1" w:styleId="50">
    <w:name w:val="Title Char"/>
    <w:basedOn w:val="31"/>
    <w:link w:val="28"/>
    <w:qFormat/>
    <w:uiPriority w:val="10"/>
    <w:rPr>
      <w:rFonts w:asciiTheme="majorHAnsi" w:hAnsiTheme="majorHAnsi" w:cstheme="majorBidi"/>
      <w:b/>
      <w:bCs/>
      <w:kern w:val="0"/>
      <w:sz w:val="32"/>
      <w:szCs w:val="32"/>
      <w:shd w:val="clear" w:color="auto" w:fill="FFFFFF"/>
    </w:rPr>
  </w:style>
  <w:style w:type="paragraph" w:styleId="51">
    <w:name w:val="List Paragraph"/>
    <w:basedOn w:val="1"/>
    <w:qFormat/>
    <w:uiPriority w:val="99"/>
    <w:pPr>
      <w:ind w:left="720"/>
      <w:contextualSpacing/>
    </w:pPr>
  </w:style>
  <w:style w:type="paragraph" w:styleId="52">
    <w:name w:val="No Spacing"/>
    <w:basedOn w:val="1"/>
    <w:qFormat/>
    <w:uiPriority w:val="99"/>
    <w:rPr>
      <w:color w:val="000000"/>
    </w:rPr>
  </w:style>
  <w:style w:type="paragraph" w:styleId="53">
    <w:name w:val="Quote"/>
    <w:basedOn w:val="1"/>
    <w:next w:val="1"/>
    <w:link w:val="54"/>
    <w:qFormat/>
    <w:uiPriority w:val="99"/>
    <w:pPr>
      <w:pBdr>
        <w:left w:val="single" w:color="A6A6A6" w:sz="12" w:space="11"/>
        <w:bottom w:val="single" w:color="A6A6A6" w:sz="12" w:space="3"/>
      </w:pBdr>
      <w:ind w:left="3402"/>
    </w:pPr>
    <w:rPr>
      <w:i/>
      <w:color w:val="373737"/>
      <w:sz w:val="18"/>
    </w:rPr>
  </w:style>
  <w:style w:type="character" w:customStyle="1" w:styleId="54">
    <w:name w:val="Quote Char"/>
    <w:basedOn w:val="31"/>
    <w:link w:val="53"/>
    <w:qFormat/>
    <w:uiPriority w:val="29"/>
    <w:rPr>
      <w:rFonts w:ascii="Calibri" w:hAnsi="Calibri"/>
      <w:i/>
      <w:iCs/>
      <w:color w:val="000000" w:themeColor="text1"/>
      <w:kern w:val="0"/>
      <w:szCs w:val="21"/>
      <w:shd w:val="clear" w:color="auto" w:fill="FFFFFF"/>
      <w14:textFill>
        <w14:solidFill>
          <w14:schemeClr w14:val="tx1"/>
        </w14:solidFill>
      </w14:textFill>
    </w:rPr>
  </w:style>
  <w:style w:type="paragraph" w:styleId="55">
    <w:name w:val="Intense Quote"/>
    <w:basedOn w:val="1"/>
    <w:next w:val="1"/>
    <w:link w:val="56"/>
    <w:qFormat/>
    <w:uiPriority w:val="99"/>
    <w:pPr>
      <w:pBdr>
        <w:top w:val="single" w:color="808080" w:sz="4" w:space="3"/>
        <w:left w:val="single" w:color="808080" w:sz="4" w:space="11"/>
        <w:bottom w:val="single" w:color="808080" w:sz="4" w:space="3"/>
        <w:right w:val="single" w:color="808080" w:sz="4" w:space="11"/>
      </w:pBdr>
      <w:shd w:val="clear" w:color="auto" w:fill="D9D9D9"/>
      <w:ind w:left="567" w:right="567"/>
    </w:pPr>
    <w:rPr>
      <w:i/>
      <w:color w:val="606060"/>
      <w:sz w:val="19"/>
    </w:rPr>
  </w:style>
  <w:style w:type="character" w:customStyle="1" w:styleId="56">
    <w:name w:val="Intense Quote Char"/>
    <w:basedOn w:val="31"/>
    <w:link w:val="55"/>
    <w:qFormat/>
    <w:uiPriority w:val="30"/>
    <w:rPr>
      <w:rFonts w:ascii="Calibri" w:hAnsi="Calibri"/>
      <w:b/>
      <w:bCs/>
      <w:i/>
      <w:iCs/>
      <w:color w:val="4F81BD" w:themeColor="accent1"/>
      <w:kern w:val="0"/>
      <w:szCs w:val="21"/>
      <w:shd w:val="clear" w:color="auto" w:fill="FFFFFF"/>
      <w14:textFill>
        <w14:solidFill>
          <w14:schemeClr w14:val="accent1"/>
        </w14:solidFill>
      </w14:textFill>
    </w:rPr>
  </w:style>
  <w:style w:type="table" w:customStyle="1" w:styleId="57">
    <w:name w:val="Lined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</w:style>
  <w:style w:type="table" w:customStyle="1" w:styleId="58">
    <w:name w:val="Lined - Accent 1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</w:style>
  <w:style w:type="table" w:customStyle="1" w:styleId="59">
    <w:name w:val="Lined - Accent 2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</w:style>
  <w:style w:type="table" w:customStyle="1" w:styleId="60">
    <w:name w:val="Lined - Accent 3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</w:style>
  <w:style w:type="table" w:customStyle="1" w:styleId="61">
    <w:name w:val="Lined - Accent 4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</w:style>
  <w:style w:type="table" w:customStyle="1" w:styleId="62">
    <w:name w:val="Lined - Accent 5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</w:style>
  <w:style w:type="table" w:customStyle="1" w:styleId="63">
    <w:name w:val="Lined - Accent 6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</w:style>
  <w:style w:type="table" w:customStyle="1" w:styleId="64">
    <w:name w:val="Bordered"/>
    <w:qFormat/>
    <w:uiPriority w:val="99"/>
    <w:rPr>
      <w:kern w:val="0"/>
      <w:sz w:val="20"/>
      <w:szCs w:val="20"/>
    </w:rPr>
    <w:tblPr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7F7F7F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7F7F7F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7F7F7F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</w:tcBorders>
      </w:tcPr>
    </w:tblStylePr>
  </w:style>
  <w:style w:type="table" w:customStyle="1" w:styleId="65">
    <w:name w:val="Bordered - Accent 1"/>
    <w:qFormat/>
    <w:uiPriority w:val="99"/>
    <w:rPr>
      <w:kern w:val="0"/>
      <w:sz w:val="20"/>
      <w:szCs w:val="20"/>
    </w:rPr>
    <w:tblPr>
      <w:tblBorders>
        <w:top w:val="single" w:color="B8CCE4" w:sz="4" w:space="0"/>
        <w:left w:val="single" w:color="B8CCE4" w:sz="4" w:space="0"/>
        <w:bottom w:val="single" w:color="B8CCE4" w:sz="4" w:space="0"/>
        <w:right w:val="single" w:color="B8CCE4" w:sz="4" w:space="0"/>
        <w:insideH w:val="single" w:color="B8CCE4" w:sz="4" w:space="0"/>
        <w:insideV w:val="single" w:color="B8CCE4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4F81BD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4F81BD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4F81BD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B8CCE4" w:sz="4" w:space="0"/>
          <w:left w:val="single" w:color="B8CCE4" w:sz="4" w:space="0"/>
          <w:bottom w:val="single" w:color="B8CCE4" w:sz="4" w:space="0"/>
          <w:right w:val="single" w:color="B8CCE4" w:sz="4" w:space="0"/>
        </w:tcBorders>
      </w:tcPr>
    </w:tblStylePr>
  </w:style>
  <w:style w:type="table" w:customStyle="1" w:styleId="66">
    <w:name w:val="Bordered - Accent 2"/>
    <w:qFormat/>
    <w:uiPriority w:val="99"/>
    <w:rPr>
      <w:kern w:val="0"/>
      <w:sz w:val="20"/>
      <w:szCs w:val="20"/>
    </w:rPr>
    <w:tblPr>
      <w:tblBorders>
        <w:top w:val="single" w:color="E5B8B7" w:sz="4" w:space="0"/>
        <w:left w:val="single" w:color="E5B8B7" w:sz="4" w:space="0"/>
        <w:bottom w:val="single" w:color="E5B8B7" w:sz="4" w:space="0"/>
        <w:right w:val="single" w:color="E5B8B7" w:sz="4" w:space="0"/>
        <w:insideH w:val="single" w:color="E5B8B7" w:sz="4" w:space="0"/>
        <w:insideV w:val="single" w:color="E5B8B7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D99594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D99594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D99594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E5B8B7" w:sz="4" w:space="0"/>
          <w:left w:val="single" w:color="E5B8B7" w:sz="4" w:space="0"/>
          <w:bottom w:val="single" w:color="E5B8B7" w:sz="4" w:space="0"/>
          <w:right w:val="single" w:color="E5B8B7" w:sz="4" w:space="0"/>
        </w:tcBorders>
      </w:tcPr>
    </w:tblStylePr>
  </w:style>
  <w:style w:type="table" w:customStyle="1" w:styleId="67">
    <w:name w:val="Bordered - Accent 3"/>
    <w:qFormat/>
    <w:uiPriority w:val="99"/>
    <w:rPr>
      <w:kern w:val="0"/>
      <w:sz w:val="20"/>
      <w:szCs w:val="20"/>
    </w:rPr>
    <w:tblPr>
      <w:tblBorders>
        <w:top w:val="single" w:color="D6E3BC" w:sz="4" w:space="0"/>
        <w:left w:val="single" w:color="D6E3BC" w:sz="4" w:space="0"/>
        <w:bottom w:val="single" w:color="D6E3BC" w:sz="4" w:space="0"/>
        <w:right w:val="single" w:color="D6E3BC" w:sz="4" w:space="0"/>
        <w:insideH w:val="single" w:color="D6E3BC" w:sz="4" w:space="0"/>
        <w:insideV w:val="single" w:color="D6E3BC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C2D69B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C2D69B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C2D69B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D6E3BC" w:sz="4" w:space="0"/>
          <w:left w:val="single" w:color="D6E3BC" w:sz="4" w:space="0"/>
          <w:bottom w:val="single" w:color="D6E3BC" w:sz="4" w:space="0"/>
          <w:right w:val="single" w:color="D6E3BC" w:sz="4" w:space="0"/>
        </w:tcBorders>
      </w:tcPr>
    </w:tblStylePr>
  </w:style>
  <w:style w:type="table" w:customStyle="1" w:styleId="68">
    <w:name w:val="Bordered - Accent 4"/>
    <w:qFormat/>
    <w:uiPriority w:val="99"/>
    <w:rPr>
      <w:kern w:val="0"/>
      <w:sz w:val="20"/>
      <w:szCs w:val="20"/>
    </w:rPr>
    <w:tblPr>
      <w:tblBorders>
        <w:top w:val="single" w:color="CCC0D9" w:sz="4" w:space="0"/>
        <w:left w:val="single" w:color="CCC0D9" w:sz="4" w:space="0"/>
        <w:bottom w:val="single" w:color="CCC0D9" w:sz="4" w:space="0"/>
        <w:right w:val="single" w:color="CCC0D9" w:sz="4" w:space="0"/>
        <w:insideH w:val="single" w:color="CCC0D9" w:sz="4" w:space="0"/>
        <w:insideV w:val="single" w:color="CCC0D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B2A1C7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B2A1C7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B2A1C7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CCC0D9" w:sz="4" w:space="0"/>
          <w:left w:val="single" w:color="CCC0D9" w:sz="4" w:space="0"/>
          <w:bottom w:val="single" w:color="CCC0D9" w:sz="4" w:space="0"/>
          <w:right w:val="single" w:color="CCC0D9" w:sz="4" w:space="0"/>
        </w:tcBorders>
      </w:tcPr>
    </w:tblStylePr>
  </w:style>
  <w:style w:type="table" w:customStyle="1" w:styleId="69">
    <w:name w:val="Bordered - Accent 5"/>
    <w:qFormat/>
    <w:uiPriority w:val="99"/>
    <w:rPr>
      <w:kern w:val="0"/>
      <w:sz w:val="20"/>
      <w:szCs w:val="20"/>
    </w:rPr>
    <w:tblPr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92CDDC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92CDDC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92CDDC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</w:style>
  <w:style w:type="table" w:customStyle="1" w:styleId="70">
    <w:name w:val="Bordered - Accent 6"/>
    <w:qFormat/>
    <w:uiPriority w:val="99"/>
    <w:rPr>
      <w:kern w:val="0"/>
      <w:sz w:val="20"/>
      <w:szCs w:val="20"/>
    </w:rPr>
    <w:tblPr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FABF8F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FABF8F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FABF8F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</w:style>
  <w:style w:type="table" w:customStyle="1" w:styleId="71">
    <w:name w:val="Bordered &amp; Lined"/>
    <w:qFormat/>
    <w:uiPriority w:val="99"/>
    <w:rPr>
      <w:color w:val="404040"/>
      <w:kern w:val="0"/>
      <w:sz w:val="20"/>
      <w:szCs w:val="20"/>
    </w:rPr>
    <w:tblPr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9D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</w:style>
  <w:style w:type="table" w:customStyle="1" w:styleId="72">
    <w:name w:val="Bordered &amp; Lined - Accent 1"/>
    <w:qFormat/>
    <w:uiPriority w:val="99"/>
    <w:rPr>
      <w:color w:val="404040"/>
      <w:kern w:val="0"/>
      <w:sz w:val="20"/>
      <w:szCs w:val="20"/>
    </w:rPr>
    <w:tblPr>
      <w:tblBorders>
        <w:top w:val="single" w:color="1F497D" w:sz="4" w:space="0"/>
        <w:left w:val="single" w:color="1F497D" w:sz="4" w:space="0"/>
        <w:bottom w:val="single" w:color="1F497D" w:sz="4" w:space="0"/>
        <w:right w:val="single" w:color="1F497D" w:sz="4" w:space="0"/>
        <w:insideH w:val="single" w:color="1F497D" w:sz="4" w:space="0"/>
        <w:insideV w:val="single" w:color="1F497D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</w:style>
  <w:style w:type="table" w:customStyle="1" w:styleId="73">
    <w:name w:val="Bordered &amp; Lined - Accent 2"/>
    <w:qFormat/>
    <w:uiPriority w:val="99"/>
    <w:rPr>
      <w:color w:val="404040"/>
      <w:kern w:val="0"/>
      <w:sz w:val="20"/>
      <w:szCs w:val="20"/>
    </w:rPr>
    <w:tblPr>
      <w:tblBorders>
        <w:top w:val="single" w:color="C0504D" w:sz="4" w:space="0"/>
        <w:left w:val="single" w:color="C0504D" w:sz="4" w:space="0"/>
        <w:bottom w:val="single" w:color="C0504D" w:sz="4" w:space="0"/>
        <w:right w:val="single" w:color="C0504D" w:sz="4" w:space="0"/>
        <w:insideH w:val="single" w:color="C0504D" w:sz="4" w:space="0"/>
        <w:insideV w:val="single" w:color="C0504D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</w:style>
  <w:style w:type="table" w:customStyle="1" w:styleId="74">
    <w:name w:val="Bordered &amp; Lined - Accent 3"/>
    <w:qFormat/>
    <w:uiPriority w:val="99"/>
    <w:rPr>
      <w:color w:val="404040"/>
      <w:kern w:val="0"/>
      <w:sz w:val="20"/>
      <w:szCs w:val="20"/>
    </w:rPr>
    <w:tblPr>
      <w:tblBorders>
        <w:top w:val="single" w:color="76923C" w:sz="4" w:space="0"/>
        <w:left w:val="single" w:color="76923C" w:sz="4" w:space="0"/>
        <w:bottom w:val="single" w:color="76923C" w:sz="4" w:space="0"/>
        <w:right w:val="single" w:color="76923C" w:sz="4" w:space="0"/>
        <w:insideH w:val="single" w:color="76923C" w:sz="4" w:space="0"/>
        <w:insideV w:val="single" w:color="76923C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</w:style>
  <w:style w:type="table" w:customStyle="1" w:styleId="75">
    <w:name w:val="Bordered &amp; Lined - Accent 4"/>
    <w:qFormat/>
    <w:uiPriority w:val="99"/>
    <w:rPr>
      <w:color w:val="404040"/>
      <w:kern w:val="0"/>
      <w:sz w:val="20"/>
      <w:szCs w:val="20"/>
    </w:rPr>
    <w:tblPr>
      <w:tblBorders>
        <w:top w:val="single" w:color="8064A2" w:sz="4" w:space="0"/>
        <w:left w:val="single" w:color="8064A2" w:sz="4" w:space="0"/>
        <w:bottom w:val="single" w:color="8064A2" w:sz="4" w:space="0"/>
        <w:right w:val="single" w:color="8064A2" w:sz="4" w:space="0"/>
        <w:insideH w:val="single" w:color="8064A2" w:sz="4" w:space="0"/>
        <w:insideV w:val="single" w:color="8064A2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</w:style>
  <w:style w:type="table" w:customStyle="1" w:styleId="76">
    <w:name w:val="Bordered &amp; Lined - Accent 5"/>
    <w:qFormat/>
    <w:uiPriority w:val="99"/>
    <w:rPr>
      <w:color w:val="404040"/>
      <w:kern w:val="0"/>
      <w:sz w:val="20"/>
      <w:szCs w:val="20"/>
    </w:rPr>
    <w:tblPr>
      <w:tblBorders>
        <w:top w:val="single" w:color="31849B" w:sz="4" w:space="0"/>
        <w:left w:val="single" w:color="31849B" w:sz="4" w:space="0"/>
        <w:bottom w:val="single" w:color="31849B" w:sz="4" w:space="0"/>
        <w:right w:val="single" w:color="31849B" w:sz="4" w:space="0"/>
        <w:insideH w:val="single" w:color="31849B" w:sz="4" w:space="0"/>
        <w:insideV w:val="single" w:color="31849B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</w:style>
  <w:style w:type="table" w:customStyle="1" w:styleId="77">
    <w:name w:val="Bordered &amp; Lined - Accent 6"/>
    <w:qFormat/>
    <w:uiPriority w:val="99"/>
    <w:rPr>
      <w:color w:val="404040"/>
      <w:kern w:val="0"/>
      <w:sz w:val="20"/>
      <w:szCs w:val="20"/>
    </w:rPr>
    <w:tblPr>
      <w:tblBorders>
        <w:top w:val="single" w:color="E36C0A" w:sz="4" w:space="0"/>
        <w:left w:val="single" w:color="E36C0A" w:sz="4" w:space="0"/>
        <w:bottom w:val="single" w:color="E36C0A" w:sz="4" w:space="0"/>
        <w:right w:val="single" w:color="E36C0A" w:sz="4" w:space="0"/>
        <w:insideH w:val="single" w:color="E36C0A" w:sz="4" w:space="0"/>
        <w:insideV w:val="single" w:color="E36C0A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</w:style>
  <w:style w:type="paragraph" w:customStyle="1" w:styleId="78">
    <w:name w:val="TOC Heading1"/>
    <w:qFormat/>
    <w:uiPriority w:val="99"/>
    <w:pPr>
      <w:shd w:val="clear" w:color="auto" w:fill="FFFFFF"/>
    </w:pPr>
    <w:rPr>
      <w:rFonts w:ascii="Times New Roman" w:hAnsi="Times New Roman" w:eastAsia="宋体" w:cs="Times New Roman"/>
      <w:kern w:val="0"/>
      <w:sz w:val="20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1171</Words>
  <Characters>1355</Characters>
  <Lines>0</Lines>
  <Paragraphs>0</Paragraphs>
  <TotalTime>1</TotalTime>
  <ScaleCrop>false</ScaleCrop>
  <LinksUpToDate>false</LinksUpToDate>
  <CharactersWithSpaces>1504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2021-05-27T09:27:00Z</dcterms:created>
  <dc:creator>93411</dc:creator>
  <cp:lastModifiedBy>维保公司</cp:lastModifiedBy>
  <cp:lastPrinted>2025-08-05T01:16:00Z</cp:lastPrinted>
  <dcterms:modified xsi:type="dcterms:W3CDTF">2026-02-09T08:25:44Z</dcterms:modified>
  <dc:title>福建省龙岩监狱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C64FA397696F4F78A98F6D91DF362DE8</vt:lpwstr>
  </property>
</Properties>
</file>