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〔2026〕闽西监减字第32号</w:t>
      </w:r>
    </w:p>
    <w:p>
      <w:pPr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罪犯窦春雷，男，1985年8月18日出生，汉族，初中文化，户籍所在地黑龙江省穆棱市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无业人员。因犯盗窃罪，于2002年被黑龙江省牡丹江市东安区人民法院判处有期徒刑八个月；因犯盗窃罪，于2005年5月12日被黑龙江省穆棱市人民法院判处有期徒刑一年六个月，并处罚金人民币四千元；因殴打他人，分别于2013年9月3日被穆棱市公安局行政拘留十日，于2013年9月12日被穆棱市公安局行政拘留十日，并处罚款五百元，于2014年6月17日被穆棱市公安局行政拘留十日，并处罚款五百元；因犯故意伤害罪，于2017年9月21日被福建省南平市延平区人民法院判处有期徒刑一年，2018年9月2日刑满释放。该犯系累犯。</w:t>
      </w:r>
    </w:p>
    <w:p>
      <w:pPr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晋江市人民法院于2023年4月19日作出（2023）闽0582刑初464号刑事判决，以被告人窦春雷犯掩饰、隐瞒犯罪所得罪，判处有期徒刑三年一个月，并处罚金人民币30000元；追缴违法所得人民币9700元。刑期自2023年2月28日起至2026年3月29日止。2023年5月26日交付福建省闽西监狱执行刑罚。属普管级罪犯。</w:t>
      </w:r>
    </w:p>
    <w:p>
      <w:pPr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</w:t>
      </w:r>
      <w:r>
        <w:rPr>
          <w:rFonts w:hint="eastAsia" w:ascii="仿宋_GB2312" w:hAnsi="仿宋"/>
          <w:iCs/>
          <w:kern w:val="2"/>
          <w:szCs w:val="32"/>
        </w:rPr>
        <w:t>自书认罪悔罪书</w:t>
      </w:r>
      <w:r>
        <w:rPr>
          <w:rFonts w:hint="eastAsia" w:ascii="Times New Roman" w:hAnsi="Times New Roman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思想、文化、职业技术教育。</w:t>
      </w:r>
    </w:p>
    <w:p>
      <w:pPr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00" w:lineRule="exact"/>
        <w:ind w:firstLine="640" w:firstLineChars="200"/>
        <w:rPr>
          <w:szCs w:val="32"/>
        </w:rPr>
      </w:pPr>
      <w:r>
        <w:rPr>
          <w:rFonts w:hint="eastAsia" w:ascii="Times New Roman" w:hAnsi="Times New Roman"/>
          <w:szCs w:val="32"/>
        </w:rPr>
        <w:t>该犯考核期2023年5月26日至2025年9月累计获得考核分2627.8分，表扬二次，物质奖励二次。</w:t>
      </w:r>
      <w:r>
        <w:rPr>
          <w:rFonts w:hint="eastAsia"/>
          <w:szCs w:val="32"/>
        </w:rPr>
        <w:t>考核期内无违规扣分。</w:t>
      </w:r>
    </w:p>
    <w:p>
      <w:pPr>
        <w:pStyle w:val="3"/>
        <w:spacing w:line="500" w:lineRule="exact"/>
        <w:ind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该犯原判财产性判项已履行人民币39700元，其中本次提请向福建省晋江市人民法院缴纳罚金人民币30000元，缴纳违法所得人民币9700元。</w:t>
      </w:r>
    </w:p>
    <w:p>
      <w:pPr>
        <w:spacing w:line="500" w:lineRule="exact"/>
        <w:ind w:firstLine="640" w:firstLineChars="200"/>
      </w:pPr>
      <w:r>
        <w:rPr>
          <w:rFonts w:hint="eastAsia"/>
        </w:rPr>
        <w:t>该犯系累犯，属于从严掌握减刑对象，因此提请减刑幅度扣减一个月。</w:t>
      </w:r>
    </w:p>
    <w:p>
      <w:pPr>
        <w:pStyle w:val="3"/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0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建议对罪犯窦春雷予以减去有期徒刑二个月，特提请你院审理裁定。</w:t>
      </w:r>
    </w:p>
    <w:p>
      <w:pPr>
        <w:pStyle w:val="3"/>
        <w:spacing w:line="620" w:lineRule="exact"/>
        <w:ind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窦春雷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387A"/>
    <w:rsid w:val="000456EC"/>
    <w:rsid w:val="00047EE2"/>
    <w:rsid w:val="000575EE"/>
    <w:rsid w:val="000660BD"/>
    <w:rsid w:val="00076501"/>
    <w:rsid w:val="000876C2"/>
    <w:rsid w:val="000A2C91"/>
    <w:rsid w:val="000A54D1"/>
    <w:rsid w:val="000A7ED7"/>
    <w:rsid w:val="000B0AA4"/>
    <w:rsid w:val="000B2219"/>
    <w:rsid w:val="000B36C2"/>
    <w:rsid w:val="000B3744"/>
    <w:rsid w:val="000B4873"/>
    <w:rsid w:val="000D7793"/>
    <w:rsid w:val="000F464D"/>
    <w:rsid w:val="000F5EC0"/>
    <w:rsid w:val="000F6405"/>
    <w:rsid w:val="000F75BB"/>
    <w:rsid w:val="00106115"/>
    <w:rsid w:val="00114CDE"/>
    <w:rsid w:val="00122A71"/>
    <w:rsid w:val="001234C3"/>
    <w:rsid w:val="001249FC"/>
    <w:rsid w:val="0012740F"/>
    <w:rsid w:val="00127F50"/>
    <w:rsid w:val="00134CC2"/>
    <w:rsid w:val="001436F9"/>
    <w:rsid w:val="00145796"/>
    <w:rsid w:val="00147948"/>
    <w:rsid w:val="00147C54"/>
    <w:rsid w:val="00175D94"/>
    <w:rsid w:val="00176B60"/>
    <w:rsid w:val="00184FD2"/>
    <w:rsid w:val="00185013"/>
    <w:rsid w:val="00185D10"/>
    <w:rsid w:val="001905C1"/>
    <w:rsid w:val="0019236D"/>
    <w:rsid w:val="001B05E5"/>
    <w:rsid w:val="001B1376"/>
    <w:rsid w:val="001C2689"/>
    <w:rsid w:val="001C6A2A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57F8"/>
    <w:rsid w:val="00255F0D"/>
    <w:rsid w:val="00260044"/>
    <w:rsid w:val="00267B99"/>
    <w:rsid w:val="002716D4"/>
    <w:rsid w:val="002733EC"/>
    <w:rsid w:val="00273857"/>
    <w:rsid w:val="00285E1C"/>
    <w:rsid w:val="0028781C"/>
    <w:rsid w:val="0029154A"/>
    <w:rsid w:val="00292582"/>
    <w:rsid w:val="002A0896"/>
    <w:rsid w:val="002A4D49"/>
    <w:rsid w:val="002A58A9"/>
    <w:rsid w:val="002B7BF1"/>
    <w:rsid w:val="002D1ACD"/>
    <w:rsid w:val="002D4FD1"/>
    <w:rsid w:val="002E0747"/>
    <w:rsid w:val="002F1C4F"/>
    <w:rsid w:val="002F1CA7"/>
    <w:rsid w:val="002F5DB9"/>
    <w:rsid w:val="002F6467"/>
    <w:rsid w:val="00305568"/>
    <w:rsid w:val="00306CEC"/>
    <w:rsid w:val="00315B92"/>
    <w:rsid w:val="00324D8D"/>
    <w:rsid w:val="003300EB"/>
    <w:rsid w:val="00335810"/>
    <w:rsid w:val="0033739A"/>
    <w:rsid w:val="0034091F"/>
    <w:rsid w:val="00342820"/>
    <w:rsid w:val="00355748"/>
    <w:rsid w:val="0036386F"/>
    <w:rsid w:val="003C68A8"/>
    <w:rsid w:val="003D61FA"/>
    <w:rsid w:val="003E3E45"/>
    <w:rsid w:val="003F04D7"/>
    <w:rsid w:val="003F4829"/>
    <w:rsid w:val="003F67CA"/>
    <w:rsid w:val="0041243D"/>
    <w:rsid w:val="0042186D"/>
    <w:rsid w:val="00447D4F"/>
    <w:rsid w:val="00464A95"/>
    <w:rsid w:val="004666D2"/>
    <w:rsid w:val="00474F2C"/>
    <w:rsid w:val="00476C4A"/>
    <w:rsid w:val="00481050"/>
    <w:rsid w:val="00485D69"/>
    <w:rsid w:val="00492DDE"/>
    <w:rsid w:val="00495B8A"/>
    <w:rsid w:val="004A4EFA"/>
    <w:rsid w:val="004C053B"/>
    <w:rsid w:val="004E040D"/>
    <w:rsid w:val="004E1371"/>
    <w:rsid w:val="004F209A"/>
    <w:rsid w:val="00505FE3"/>
    <w:rsid w:val="00512D34"/>
    <w:rsid w:val="005244B2"/>
    <w:rsid w:val="00526DC8"/>
    <w:rsid w:val="00527E81"/>
    <w:rsid w:val="00531A3B"/>
    <w:rsid w:val="00531F0D"/>
    <w:rsid w:val="00533E79"/>
    <w:rsid w:val="00536201"/>
    <w:rsid w:val="005373F7"/>
    <w:rsid w:val="005409BB"/>
    <w:rsid w:val="00540A30"/>
    <w:rsid w:val="00541FE8"/>
    <w:rsid w:val="005662D1"/>
    <w:rsid w:val="005755A3"/>
    <w:rsid w:val="00577C5D"/>
    <w:rsid w:val="00587CE6"/>
    <w:rsid w:val="00591C75"/>
    <w:rsid w:val="005B4C82"/>
    <w:rsid w:val="005B6DBD"/>
    <w:rsid w:val="005C02C7"/>
    <w:rsid w:val="005C1A48"/>
    <w:rsid w:val="005C1FD6"/>
    <w:rsid w:val="005C3D95"/>
    <w:rsid w:val="005C4425"/>
    <w:rsid w:val="005C5A63"/>
    <w:rsid w:val="005C6758"/>
    <w:rsid w:val="005D2666"/>
    <w:rsid w:val="005D611C"/>
    <w:rsid w:val="005E137A"/>
    <w:rsid w:val="005E3C1F"/>
    <w:rsid w:val="005E7E53"/>
    <w:rsid w:val="005F1945"/>
    <w:rsid w:val="005F38A5"/>
    <w:rsid w:val="005F6776"/>
    <w:rsid w:val="005F725F"/>
    <w:rsid w:val="00603CF6"/>
    <w:rsid w:val="00612ABA"/>
    <w:rsid w:val="006236B1"/>
    <w:rsid w:val="006245E8"/>
    <w:rsid w:val="00627B2E"/>
    <w:rsid w:val="00634CB9"/>
    <w:rsid w:val="00641375"/>
    <w:rsid w:val="00642194"/>
    <w:rsid w:val="006430D0"/>
    <w:rsid w:val="00645512"/>
    <w:rsid w:val="006470BE"/>
    <w:rsid w:val="00647988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C5246"/>
    <w:rsid w:val="006D0DC7"/>
    <w:rsid w:val="006D2179"/>
    <w:rsid w:val="00704644"/>
    <w:rsid w:val="00704788"/>
    <w:rsid w:val="00704BBC"/>
    <w:rsid w:val="0073056B"/>
    <w:rsid w:val="007318C1"/>
    <w:rsid w:val="00735C40"/>
    <w:rsid w:val="0074490C"/>
    <w:rsid w:val="00745F18"/>
    <w:rsid w:val="0075370B"/>
    <w:rsid w:val="00754211"/>
    <w:rsid w:val="0076171C"/>
    <w:rsid w:val="0076636C"/>
    <w:rsid w:val="007668FA"/>
    <w:rsid w:val="007678E0"/>
    <w:rsid w:val="00771B9F"/>
    <w:rsid w:val="00777B14"/>
    <w:rsid w:val="0078090A"/>
    <w:rsid w:val="007824E9"/>
    <w:rsid w:val="00786D9A"/>
    <w:rsid w:val="00790BB6"/>
    <w:rsid w:val="00791B4E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5771"/>
    <w:rsid w:val="00851208"/>
    <w:rsid w:val="00875426"/>
    <w:rsid w:val="008810EB"/>
    <w:rsid w:val="00883EBC"/>
    <w:rsid w:val="00893395"/>
    <w:rsid w:val="00893E39"/>
    <w:rsid w:val="008A14AA"/>
    <w:rsid w:val="008A3BF9"/>
    <w:rsid w:val="008B0527"/>
    <w:rsid w:val="008B2D16"/>
    <w:rsid w:val="008B2F3B"/>
    <w:rsid w:val="008B38C5"/>
    <w:rsid w:val="008C7265"/>
    <w:rsid w:val="008D2B4A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09D2"/>
    <w:rsid w:val="00970BD2"/>
    <w:rsid w:val="00974A7B"/>
    <w:rsid w:val="00984D46"/>
    <w:rsid w:val="00986234"/>
    <w:rsid w:val="00987085"/>
    <w:rsid w:val="009A5FCC"/>
    <w:rsid w:val="009B2204"/>
    <w:rsid w:val="009B48F2"/>
    <w:rsid w:val="009B790F"/>
    <w:rsid w:val="009D1069"/>
    <w:rsid w:val="009D2501"/>
    <w:rsid w:val="009D6EFB"/>
    <w:rsid w:val="009E1EDF"/>
    <w:rsid w:val="009E1F08"/>
    <w:rsid w:val="009E4A2A"/>
    <w:rsid w:val="009F2087"/>
    <w:rsid w:val="00A02337"/>
    <w:rsid w:val="00A045ED"/>
    <w:rsid w:val="00A130A5"/>
    <w:rsid w:val="00A142E3"/>
    <w:rsid w:val="00A159D9"/>
    <w:rsid w:val="00A17731"/>
    <w:rsid w:val="00A31294"/>
    <w:rsid w:val="00A31BEE"/>
    <w:rsid w:val="00A3343F"/>
    <w:rsid w:val="00A3772E"/>
    <w:rsid w:val="00A41DDA"/>
    <w:rsid w:val="00A43D78"/>
    <w:rsid w:val="00A44E5E"/>
    <w:rsid w:val="00A53292"/>
    <w:rsid w:val="00A56AC9"/>
    <w:rsid w:val="00A6117F"/>
    <w:rsid w:val="00A625FB"/>
    <w:rsid w:val="00A663D7"/>
    <w:rsid w:val="00A727B4"/>
    <w:rsid w:val="00A72F7C"/>
    <w:rsid w:val="00A821AC"/>
    <w:rsid w:val="00A87C1B"/>
    <w:rsid w:val="00AA3892"/>
    <w:rsid w:val="00AB2CBD"/>
    <w:rsid w:val="00AB37B3"/>
    <w:rsid w:val="00AB6C59"/>
    <w:rsid w:val="00AB7A05"/>
    <w:rsid w:val="00AD4290"/>
    <w:rsid w:val="00AD4865"/>
    <w:rsid w:val="00AE7DFE"/>
    <w:rsid w:val="00AF6B56"/>
    <w:rsid w:val="00B040FE"/>
    <w:rsid w:val="00B12629"/>
    <w:rsid w:val="00B1717F"/>
    <w:rsid w:val="00B206EA"/>
    <w:rsid w:val="00B246D9"/>
    <w:rsid w:val="00B267AA"/>
    <w:rsid w:val="00B44F5B"/>
    <w:rsid w:val="00B603FA"/>
    <w:rsid w:val="00B632B3"/>
    <w:rsid w:val="00B67467"/>
    <w:rsid w:val="00B729E0"/>
    <w:rsid w:val="00B842C0"/>
    <w:rsid w:val="00B84E79"/>
    <w:rsid w:val="00B9653E"/>
    <w:rsid w:val="00BA681F"/>
    <w:rsid w:val="00BB4EE3"/>
    <w:rsid w:val="00BC0732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2676F"/>
    <w:rsid w:val="00C36201"/>
    <w:rsid w:val="00C413F5"/>
    <w:rsid w:val="00C45C68"/>
    <w:rsid w:val="00C51D70"/>
    <w:rsid w:val="00C51E28"/>
    <w:rsid w:val="00C73CD8"/>
    <w:rsid w:val="00C76BE1"/>
    <w:rsid w:val="00C8287A"/>
    <w:rsid w:val="00C923BA"/>
    <w:rsid w:val="00C95C9C"/>
    <w:rsid w:val="00CA2D49"/>
    <w:rsid w:val="00CA56CF"/>
    <w:rsid w:val="00CC0095"/>
    <w:rsid w:val="00CC3372"/>
    <w:rsid w:val="00CC744F"/>
    <w:rsid w:val="00CD0CAC"/>
    <w:rsid w:val="00CD2269"/>
    <w:rsid w:val="00CF4AD3"/>
    <w:rsid w:val="00CF4B5E"/>
    <w:rsid w:val="00D03882"/>
    <w:rsid w:val="00D12BFC"/>
    <w:rsid w:val="00D30BF1"/>
    <w:rsid w:val="00D3166D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87F13"/>
    <w:rsid w:val="00D913CF"/>
    <w:rsid w:val="00D948C8"/>
    <w:rsid w:val="00DB730D"/>
    <w:rsid w:val="00DC1F89"/>
    <w:rsid w:val="00DC6627"/>
    <w:rsid w:val="00DC6723"/>
    <w:rsid w:val="00DE6885"/>
    <w:rsid w:val="00DE77E3"/>
    <w:rsid w:val="00E020C6"/>
    <w:rsid w:val="00E028ED"/>
    <w:rsid w:val="00E02C2C"/>
    <w:rsid w:val="00E05B34"/>
    <w:rsid w:val="00E23A43"/>
    <w:rsid w:val="00E255A1"/>
    <w:rsid w:val="00E619BF"/>
    <w:rsid w:val="00E71AE8"/>
    <w:rsid w:val="00E7796C"/>
    <w:rsid w:val="00E8365E"/>
    <w:rsid w:val="00EA4D29"/>
    <w:rsid w:val="00EA62F0"/>
    <w:rsid w:val="00EB457A"/>
    <w:rsid w:val="00ED05E5"/>
    <w:rsid w:val="00ED22E7"/>
    <w:rsid w:val="00ED552C"/>
    <w:rsid w:val="00ED6B52"/>
    <w:rsid w:val="00EE521E"/>
    <w:rsid w:val="00EE5E2F"/>
    <w:rsid w:val="00EE721A"/>
    <w:rsid w:val="00EF0677"/>
    <w:rsid w:val="00EF26A6"/>
    <w:rsid w:val="00EF2BA4"/>
    <w:rsid w:val="00EF37EE"/>
    <w:rsid w:val="00EF6E7E"/>
    <w:rsid w:val="00F05427"/>
    <w:rsid w:val="00F12F6F"/>
    <w:rsid w:val="00F21FD0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1E95"/>
    <w:rsid w:val="00FC402D"/>
    <w:rsid w:val="00FC60D6"/>
    <w:rsid w:val="00FD3682"/>
    <w:rsid w:val="00FE0268"/>
    <w:rsid w:val="00FE13D6"/>
    <w:rsid w:val="00FF1AA8"/>
    <w:rsid w:val="00FF398D"/>
    <w:rsid w:val="010212D3"/>
    <w:rsid w:val="01752EEC"/>
    <w:rsid w:val="01AC54CC"/>
    <w:rsid w:val="0432222E"/>
    <w:rsid w:val="05644C48"/>
    <w:rsid w:val="0622630B"/>
    <w:rsid w:val="06F1205B"/>
    <w:rsid w:val="07193A6D"/>
    <w:rsid w:val="074D78CC"/>
    <w:rsid w:val="09055EDD"/>
    <w:rsid w:val="094B5E78"/>
    <w:rsid w:val="09D65705"/>
    <w:rsid w:val="0A586135"/>
    <w:rsid w:val="0B79287E"/>
    <w:rsid w:val="0C081499"/>
    <w:rsid w:val="0CB1678D"/>
    <w:rsid w:val="0CE0712C"/>
    <w:rsid w:val="0DD146F3"/>
    <w:rsid w:val="0F327100"/>
    <w:rsid w:val="10435587"/>
    <w:rsid w:val="105459B2"/>
    <w:rsid w:val="12DB4186"/>
    <w:rsid w:val="12FA27EF"/>
    <w:rsid w:val="149C6ED6"/>
    <w:rsid w:val="156F6517"/>
    <w:rsid w:val="1776488C"/>
    <w:rsid w:val="17C67BCF"/>
    <w:rsid w:val="17CF1E12"/>
    <w:rsid w:val="189F41C9"/>
    <w:rsid w:val="1A804B59"/>
    <w:rsid w:val="1C010F9E"/>
    <w:rsid w:val="1C0C3C77"/>
    <w:rsid w:val="1C8222DC"/>
    <w:rsid w:val="1DA10CC1"/>
    <w:rsid w:val="1DF801B2"/>
    <w:rsid w:val="21232928"/>
    <w:rsid w:val="23F30F1C"/>
    <w:rsid w:val="2494750E"/>
    <w:rsid w:val="251B1BA0"/>
    <w:rsid w:val="264A4F8F"/>
    <w:rsid w:val="265A68B3"/>
    <w:rsid w:val="26653B78"/>
    <w:rsid w:val="266A70CB"/>
    <w:rsid w:val="26AD7D9B"/>
    <w:rsid w:val="272C592D"/>
    <w:rsid w:val="27505565"/>
    <w:rsid w:val="2808627D"/>
    <w:rsid w:val="287B1323"/>
    <w:rsid w:val="288973D9"/>
    <w:rsid w:val="2A03587F"/>
    <w:rsid w:val="2A605831"/>
    <w:rsid w:val="2A65451E"/>
    <w:rsid w:val="2ABA4B49"/>
    <w:rsid w:val="2B485E02"/>
    <w:rsid w:val="2C202412"/>
    <w:rsid w:val="2C2D0B4A"/>
    <w:rsid w:val="2C91644C"/>
    <w:rsid w:val="2DB00638"/>
    <w:rsid w:val="2E93268C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AE222BD"/>
    <w:rsid w:val="3B1A5297"/>
    <w:rsid w:val="3B390143"/>
    <w:rsid w:val="3B790662"/>
    <w:rsid w:val="3BFF6B0B"/>
    <w:rsid w:val="3C322526"/>
    <w:rsid w:val="3C9B0388"/>
    <w:rsid w:val="3C9D7733"/>
    <w:rsid w:val="3D5868FB"/>
    <w:rsid w:val="3DAE70B9"/>
    <w:rsid w:val="3F081032"/>
    <w:rsid w:val="3F235BE8"/>
    <w:rsid w:val="40094FBB"/>
    <w:rsid w:val="40285D6C"/>
    <w:rsid w:val="404572B9"/>
    <w:rsid w:val="40A55063"/>
    <w:rsid w:val="41300182"/>
    <w:rsid w:val="41662FA6"/>
    <w:rsid w:val="42500371"/>
    <w:rsid w:val="44C77B6B"/>
    <w:rsid w:val="459317E9"/>
    <w:rsid w:val="45E81812"/>
    <w:rsid w:val="463C6E75"/>
    <w:rsid w:val="46591125"/>
    <w:rsid w:val="49A45029"/>
    <w:rsid w:val="49ED4E63"/>
    <w:rsid w:val="4A037E9C"/>
    <w:rsid w:val="4A0E7F9A"/>
    <w:rsid w:val="4A6E13EA"/>
    <w:rsid w:val="4B725619"/>
    <w:rsid w:val="4CDA310C"/>
    <w:rsid w:val="4E016B22"/>
    <w:rsid w:val="4E096A6B"/>
    <w:rsid w:val="4E470991"/>
    <w:rsid w:val="4F2E566D"/>
    <w:rsid w:val="4F454AFF"/>
    <w:rsid w:val="4FFE3514"/>
    <w:rsid w:val="509427E0"/>
    <w:rsid w:val="50CC27E1"/>
    <w:rsid w:val="52782A7B"/>
    <w:rsid w:val="52841B80"/>
    <w:rsid w:val="53CC0384"/>
    <w:rsid w:val="54842746"/>
    <w:rsid w:val="5497280D"/>
    <w:rsid w:val="55FB3E3B"/>
    <w:rsid w:val="57D350CB"/>
    <w:rsid w:val="58641705"/>
    <w:rsid w:val="599F4978"/>
    <w:rsid w:val="5A066F9B"/>
    <w:rsid w:val="5AA83904"/>
    <w:rsid w:val="5B6D00E8"/>
    <w:rsid w:val="5CB028CB"/>
    <w:rsid w:val="5CB8517D"/>
    <w:rsid w:val="5CCD2AE8"/>
    <w:rsid w:val="5CD33A8C"/>
    <w:rsid w:val="5D1C7825"/>
    <w:rsid w:val="5D423C53"/>
    <w:rsid w:val="5EF3458A"/>
    <w:rsid w:val="5EF84350"/>
    <w:rsid w:val="60736203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9133FC"/>
    <w:rsid w:val="6D4A7888"/>
    <w:rsid w:val="6E1A7D08"/>
    <w:rsid w:val="6E8E14A3"/>
    <w:rsid w:val="6E9E6937"/>
    <w:rsid w:val="6ED04208"/>
    <w:rsid w:val="70035DCE"/>
    <w:rsid w:val="706B694B"/>
    <w:rsid w:val="70706C59"/>
    <w:rsid w:val="70EB06E0"/>
    <w:rsid w:val="72F92F64"/>
    <w:rsid w:val="740B34BA"/>
    <w:rsid w:val="764F1C8E"/>
    <w:rsid w:val="769C45AB"/>
    <w:rsid w:val="77E172B0"/>
    <w:rsid w:val="783E0E99"/>
    <w:rsid w:val="79E0017F"/>
    <w:rsid w:val="7AE4128C"/>
    <w:rsid w:val="7B650D27"/>
    <w:rsid w:val="7B972A5D"/>
    <w:rsid w:val="7C9C14A2"/>
    <w:rsid w:val="7CE9239A"/>
    <w:rsid w:val="7DE460A3"/>
    <w:rsid w:val="7E1A5A50"/>
    <w:rsid w:val="7F613BF7"/>
    <w:rsid w:val="7FDC4D7D"/>
    <w:rsid w:val="F8F79C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157</Words>
  <Characters>901</Characters>
  <Lines>7</Lines>
  <Paragraphs>2</Paragraphs>
  <TotalTime>52</TotalTime>
  <ScaleCrop>false</ScaleCrop>
  <LinksUpToDate>false</LinksUpToDate>
  <CharactersWithSpaces>1056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2025-11-02T22:03:00Z</cp:lastPrinted>
  <dcterms:modified xsi:type="dcterms:W3CDTF">2026-01-04T09:10:17Z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C935543DEAC5436B879E23DE384845BE</vt:lpwstr>
  </property>
</Properties>
</file>