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jc w:val="right"/>
        <w:rPr>
          <w:rFonts w:hint="eastAsia" w:ascii="楷体_GB2312" w:hAnsi="楷体_GB2312" w:eastAsia="楷体_GB2312" w:cs="楷体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〔202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6</w:t>
      </w:r>
      <w:r>
        <w:rPr>
          <w:rFonts w:hint="eastAsia" w:ascii="楷体_GB2312" w:hAnsi="楷体_GB2312" w:eastAsia="楷体_GB2312" w:cs="楷体_GB2312"/>
          <w:szCs w:val="32"/>
        </w:rPr>
        <w:t>〕闽西监减字</w:t>
      </w:r>
      <w:r>
        <w:rPr>
          <w:rFonts w:hint="eastAsia" w:ascii="楷体_GB2312" w:hAnsi="楷体_GB2312" w:eastAsia="楷体_GB2312" w:cs="楷体_GB2312"/>
          <w:color w:val="000000"/>
          <w:szCs w:val="32"/>
        </w:rPr>
        <w:t>第</w:t>
      </w:r>
      <w:r>
        <w:rPr>
          <w:rFonts w:hint="eastAsia" w:ascii="楷体_GB2312" w:hAnsi="楷体_GB2312" w:eastAsia="楷体_GB2312" w:cs="楷体_GB2312"/>
          <w:color w:val="000000"/>
          <w:szCs w:val="32"/>
          <w:lang w:val="en-US" w:eastAsia="zh-CN"/>
        </w:rPr>
        <w:t>37</w:t>
      </w:r>
      <w:r>
        <w:rPr>
          <w:rFonts w:hint="eastAsia" w:ascii="楷体_GB2312" w:hAnsi="楷体_GB2312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color w:val="000000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000000"/>
          <w:szCs w:val="32"/>
          <w:lang w:eastAsia="zh-CN"/>
        </w:rPr>
        <w:t>邱文峰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，男，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1984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日出生，汉族，</w:t>
      </w:r>
      <w:r>
        <w:rPr>
          <w:rFonts w:hint="eastAsia" w:ascii="仿宋_GB2312" w:hAnsi="仿宋_GB2312" w:eastAsia="仿宋_GB2312" w:cs="仿宋_GB2312"/>
          <w:color w:val="000000"/>
          <w:szCs w:val="32"/>
          <w:lang w:eastAsia="zh-CN"/>
        </w:rPr>
        <w:t>小学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文化，户籍所在地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福建省长汀县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Cs w:val="32"/>
        </w:rPr>
        <w:t>，捕前系</w:t>
      </w:r>
      <w:r>
        <w:rPr>
          <w:rFonts w:hint="eastAsia" w:ascii="仿宋_GB2312" w:hAnsi="仿宋_GB2312" w:eastAsia="仿宋_GB2312" w:cs="仿宋_GB2312"/>
          <w:color w:val="000000"/>
          <w:szCs w:val="32"/>
          <w:lang w:eastAsia="zh-CN"/>
        </w:rPr>
        <w:t>无业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福建省</w:t>
      </w:r>
      <w:r>
        <w:rPr>
          <w:rFonts w:hint="eastAsia" w:ascii="仿宋_GB2312" w:hAnsi="仿宋_GB2312" w:eastAsia="仿宋_GB2312" w:cs="仿宋_GB2312"/>
          <w:color w:val="000000"/>
          <w:szCs w:val="32"/>
          <w:lang w:eastAsia="zh-CN"/>
        </w:rPr>
        <w:t>长汀县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人民法院于20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日作出（2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016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）</w:t>
      </w:r>
      <w:r>
        <w:rPr>
          <w:rFonts w:hint="eastAsia" w:ascii="仿宋_GB2312" w:hAnsi="仿宋_GB2312" w:eastAsia="仿宋_GB2312" w:cs="仿宋_GB2312"/>
          <w:color w:val="000000"/>
          <w:szCs w:val="32"/>
          <w:lang w:eastAsia="zh-CN"/>
        </w:rPr>
        <w:t>闽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0821刑初354号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刑事判决，以被告人</w:t>
      </w:r>
      <w:r>
        <w:rPr>
          <w:rFonts w:hint="eastAsia" w:ascii="仿宋_GB2312" w:hAnsi="仿宋_GB2312" w:eastAsia="仿宋_GB2312" w:cs="仿宋_GB2312"/>
          <w:color w:val="000000"/>
          <w:szCs w:val="32"/>
          <w:lang w:eastAsia="zh-CN"/>
        </w:rPr>
        <w:t>邱文峰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犯</w:t>
      </w:r>
      <w:r>
        <w:rPr>
          <w:rFonts w:hint="eastAsia" w:ascii="仿宋_GB2312" w:hAnsi="仿宋_GB2312" w:eastAsia="仿宋_GB2312" w:cs="仿宋_GB2312"/>
          <w:color w:val="000000"/>
          <w:szCs w:val="32"/>
          <w:lang w:eastAsia="zh-CN"/>
        </w:rPr>
        <w:t>非法生产制毒物品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罪，判处</w:t>
      </w:r>
      <w:r>
        <w:rPr>
          <w:rFonts w:hint="eastAsia" w:ascii="仿宋_GB2312" w:hAnsi="仿宋_GB2312" w:eastAsia="仿宋_GB2312" w:cs="仿宋_GB2312"/>
          <w:color w:val="000000"/>
          <w:szCs w:val="32"/>
          <w:lang w:eastAsia="zh-CN"/>
        </w:rPr>
        <w:t>有期徒刑十二年，并处罚金人民币十万元；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扣押在案毒资人民币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七十七万五千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元，予以没收，上缴国库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（已缴交）</w:t>
      </w:r>
      <w:r>
        <w:rPr>
          <w:rFonts w:hint="eastAsia" w:ascii="仿宋_GB2312" w:hAnsi="仿宋_GB2312" w:eastAsia="仿宋_GB2312" w:cs="仿宋_GB2312"/>
          <w:color w:val="000000"/>
          <w:szCs w:val="32"/>
          <w:lang w:eastAsia="zh-CN"/>
        </w:rPr>
        <w:t>。刑期自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2016年1月17日起至2028年1月16日止。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判决发生法律效力后，于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2017</w:t>
      </w:r>
      <w:r>
        <w:rPr>
          <w:rFonts w:hint="eastAsia" w:ascii="仿宋_GB2312" w:hAnsi="仿宋_GB2312" w:eastAsia="仿宋_GB2312" w:cs="仿宋_GB2312"/>
          <w:color w:val="000000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000000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000000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交付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福建省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闽西监狱执行刑罚。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2020年1月13日，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福建省龙岩市中级人民法院以（20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）</w:t>
      </w:r>
      <w:r>
        <w:rPr>
          <w:rFonts w:hint="eastAsia" w:ascii="仿宋_GB2312" w:hAnsi="仿宋_GB2312" w:eastAsia="仿宋_GB2312" w:cs="仿宋_GB2312"/>
          <w:color w:val="000000"/>
          <w:szCs w:val="32"/>
          <w:lang w:eastAsia="zh-CN"/>
        </w:rPr>
        <w:t>闽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08刑更161号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刑事裁定</w:t>
      </w:r>
      <w:r>
        <w:rPr>
          <w:rFonts w:hint="eastAsia" w:ascii="仿宋_GB2312" w:hAnsi="仿宋_GB2312" w:eastAsia="仿宋_GB2312" w:cs="仿宋_GB2312"/>
          <w:color w:val="000000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对其减去有期徒刑七个月；2022年1月20日，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福建省龙岩市中级人民法院以（20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）</w:t>
      </w:r>
      <w:r>
        <w:rPr>
          <w:rFonts w:hint="eastAsia" w:ascii="仿宋_GB2312" w:hAnsi="仿宋_GB2312" w:eastAsia="仿宋_GB2312" w:cs="仿宋_GB2312"/>
          <w:color w:val="000000"/>
          <w:szCs w:val="32"/>
          <w:lang w:eastAsia="zh-CN"/>
        </w:rPr>
        <w:t>闽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08刑更169号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刑事裁定</w:t>
      </w:r>
      <w:r>
        <w:rPr>
          <w:rFonts w:hint="eastAsia" w:ascii="仿宋_GB2312" w:hAnsi="仿宋_GB2312" w:eastAsia="仿宋_GB2312" w:cs="仿宋_GB2312"/>
          <w:color w:val="000000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对其减去有期徒刑八个月；2024年1月29日，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福建省龙岩市中级人民法院以（20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）</w:t>
      </w:r>
      <w:r>
        <w:rPr>
          <w:rFonts w:hint="eastAsia" w:ascii="仿宋_GB2312" w:hAnsi="仿宋_GB2312" w:eastAsia="仿宋_GB2312" w:cs="仿宋_GB2312"/>
          <w:color w:val="000000"/>
          <w:szCs w:val="32"/>
          <w:lang w:eastAsia="zh-CN"/>
        </w:rPr>
        <w:t>闽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08刑更45号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刑事裁定</w:t>
      </w:r>
      <w:r>
        <w:rPr>
          <w:rFonts w:hint="eastAsia" w:ascii="仿宋_GB2312" w:hAnsi="仿宋_GB2312" w:eastAsia="仿宋_GB2312" w:cs="仿宋_GB2312"/>
          <w:color w:val="000000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对其减去有期徒刑八个月；2024年1月29日送达。现刑期至2026年2月16日止。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现属普管级罪犯。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color w:val="000000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Cs w:val="32"/>
          <w:lang w:eastAsia="zh-CN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Cs w:val="32"/>
        </w:rPr>
        <w:t>奖惩情况：该犯上次评定表扬剩余考核分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332</w:t>
      </w:r>
      <w:r>
        <w:rPr>
          <w:rFonts w:hint="eastAsia" w:ascii="仿宋_GB2312" w:hAnsi="仿宋_GB2312" w:eastAsia="仿宋_GB2312" w:cs="仿宋_GB2312"/>
          <w:szCs w:val="32"/>
        </w:rPr>
        <w:t>分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，本轮考核期</w:t>
      </w:r>
      <w:r>
        <w:rPr>
          <w:rFonts w:hint="eastAsia" w:ascii="仿宋_GB2312" w:hAnsi="仿宋_GB2312" w:eastAsia="仿宋_GB2312" w:cs="仿宋_GB2312"/>
          <w:szCs w:val="32"/>
        </w:rPr>
        <w:t>20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Cs w:val="32"/>
        </w:rPr>
        <w:t>月至202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Cs w:val="32"/>
        </w:rPr>
        <w:t>月累计获考核分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2684</w:t>
      </w:r>
      <w:r>
        <w:rPr>
          <w:rFonts w:hint="eastAsia" w:ascii="仿宋_GB2312" w:hAnsi="仿宋_GB2312" w:eastAsia="仿宋_GB2312" w:cs="仿宋_GB2312"/>
          <w:szCs w:val="32"/>
        </w:rPr>
        <w:t>分，合计获得考核分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3016</w:t>
      </w:r>
      <w:r>
        <w:rPr>
          <w:rFonts w:hint="eastAsia" w:ascii="仿宋_GB2312" w:hAnsi="仿宋_GB2312" w:eastAsia="仿宋_GB2312" w:cs="仿宋_GB2312"/>
          <w:szCs w:val="32"/>
        </w:rPr>
        <w:t>分，表扬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Cs w:val="32"/>
        </w:rPr>
        <w:t>次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，物质奖励三次</w:t>
      </w:r>
      <w:r>
        <w:rPr>
          <w:rFonts w:hint="eastAsia" w:ascii="仿宋_GB2312" w:hAnsi="仿宋_GB2312" w:cs="仿宋_GB231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Cs w:val="32"/>
        </w:rPr>
        <w:t>间隔期20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szCs w:val="32"/>
        </w:rPr>
        <w:t>日至202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Cs w:val="32"/>
        </w:rPr>
        <w:t>月，获得考核分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2142</w:t>
      </w:r>
      <w:r>
        <w:rPr>
          <w:rFonts w:hint="eastAsia" w:ascii="仿宋_GB2312" w:hAnsi="仿宋_GB2312" w:eastAsia="仿宋_GB2312" w:cs="仿宋_GB2312"/>
          <w:szCs w:val="32"/>
        </w:rPr>
        <w:t>分</w:t>
      </w:r>
      <w:r>
        <w:rPr>
          <w:rFonts w:hint="eastAsia" w:ascii="仿宋_GB2312" w:hAnsi="仿宋_GB2312" w:cs="仿宋_GB231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Cs w:val="32"/>
        </w:rPr>
        <w:t>考核期内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无</w:t>
      </w:r>
      <w:r>
        <w:rPr>
          <w:rFonts w:hint="eastAsia" w:ascii="仿宋_GB2312" w:hAnsi="仿宋_GB2312" w:eastAsia="仿宋_GB2312" w:cs="仿宋_GB2312"/>
          <w:szCs w:val="32"/>
        </w:rPr>
        <w:t>违规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扣分</w:t>
      </w:r>
      <w:r>
        <w:rPr>
          <w:rFonts w:hint="eastAsia" w:ascii="仿宋_GB2312" w:hAnsi="仿宋_GB2312" w:eastAsia="仿宋_GB2312" w:cs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该犯财产性判项已履行完毕，本事实，有福建省龙岩市中级人民法院（2020）闽08刑更161号刑事裁定书予以证实，足以认定。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本案于2025年12月16日至2025年12月22日在狱内公示未收到不同意见。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Cs w:val="32"/>
          <w:lang w:eastAsia="zh-CN"/>
        </w:rPr>
        <w:t>因此，依照《中华人民共和国刑法》第七十八条、第七十九条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Cs w:val="32"/>
          <w:lang w:eastAsia="zh-CN"/>
        </w:rPr>
        <w:t>《中华人民共和国刑事诉讼法》第二百七十三条第二款、《中华人民共和国监狱法》第二十九条的规定，建议对罪犯邱文峰予以减去有期徒刑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color w:val="000000"/>
          <w:szCs w:val="32"/>
          <w:lang w:eastAsia="zh-CN"/>
        </w:rPr>
        <w:t>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right="-48" w:rightChars="-15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此致</w:t>
      </w:r>
    </w:p>
    <w:p>
      <w:pPr>
        <w:pStyle w:val="1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龙岩市</w:t>
      </w:r>
      <w:r>
        <w:rPr>
          <w:rFonts w:hint="eastAsia" w:ascii="仿宋_GB2312" w:hAnsi="仿宋_GB2312" w:eastAsia="仿宋_GB2312" w:cs="仿宋_GB2312"/>
          <w:szCs w:val="32"/>
        </w:rPr>
        <w:t>中级人民法院</w:t>
      </w:r>
    </w:p>
    <w:p>
      <w:pPr>
        <w:pStyle w:val="1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</w:p>
    <w:p>
      <w:pPr>
        <w:pStyle w:val="1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640" w:firstLine="0" w:firstLineChars="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附件：⒈罪犯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邱文峰</w:t>
      </w:r>
      <w:r>
        <w:rPr>
          <w:rFonts w:hint="eastAsia" w:ascii="仿宋_GB2312" w:hAnsi="仿宋_GB2312" w:eastAsia="仿宋_GB2312" w:cs="仿宋_GB2312"/>
          <w:szCs w:val="32"/>
        </w:rPr>
        <w:t>卷宗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贰</w:t>
      </w:r>
      <w:r>
        <w:rPr>
          <w:rFonts w:hint="eastAsia" w:ascii="仿宋_GB2312" w:hAnsi="仿宋_GB2312" w:eastAsia="仿宋_GB2312" w:cs="仿宋_GB2312"/>
          <w:szCs w:val="32"/>
        </w:rPr>
        <w:t>册</w:t>
      </w:r>
    </w:p>
    <w:p>
      <w:pPr>
        <w:pStyle w:val="1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640" w:right="-48" w:rightChars="-15" w:firstLine="960" w:firstLineChars="3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⒉减刑建议书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壹</w:t>
      </w:r>
      <w:r>
        <w:rPr>
          <w:rFonts w:hint="eastAsia" w:ascii="仿宋_GB2312" w:hAnsi="仿宋_GB2312" w:eastAsia="仿宋_GB2312" w:cs="仿宋_GB2312"/>
          <w:szCs w:val="32"/>
        </w:rPr>
        <w:t>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</w:rPr>
      </w:pP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right="1280" w:rightChars="400"/>
        <w:jc w:val="righ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闽西</w:t>
      </w:r>
      <w:r>
        <w:rPr>
          <w:rFonts w:hint="eastAsia" w:ascii="仿宋_GB2312" w:hAnsi="仿宋_GB2312" w:eastAsia="仿宋_GB2312" w:cs="仿宋_GB2312"/>
          <w:szCs w:val="32"/>
        </w:rPr>
        <w:t>监狱</w:t>
      </w:r>
    </w:p>
    <w:p>
      <w:pPr>
        <w:pStyle w:val="3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right="1280" w:rightChars="400"/>
        <w:jc w:val="right"/>
        <w:textAlignment w:val="auto"/>
        <w:rPr>
          <w:rFonts w:hint="default" w:eastAsia="仿宋_GB231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23日</w:t>
      </w:r>
    </w:p>
    <w:sectPr>
      <w:headerReference r:id="rId3" w:type="default"/>
      <w:footerReference r:id="rId4" w:type="default"/>
      <w:footerReference r:id="rId5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rFonts w:hint="eastAsia"/>
        <w:sz w:val="28"/>
        <w:szCs w:val="28"/>
      </w:rPr>
    </w:pPr>
    <w:r>
      <w:rPr>
        <w:rStyle w:val="9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rStyle w:val="9"/>
        <w:rFonts w:hint="eastAsia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5"/>
  <w:hyphenationZone w:val="360"/>
  <w:drawingGridHorizontalSpacing w:val="287"/>
  <w:drawingGridVerticalSpacing w:val="59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2DF1"/>
    <w:rsid w:val="000141C4"/>
    <w:rsid w:val="0003017C"/>
    <w:rsid w:val="00032ABB"/>
    <w:rsid w:val="00036271"/>
    <w:rsid w:val="00036D9E"/>
    <w:rsid w:val="00041D76"/>
    <w:rsid w:val="000456EC"/>
    <w:rsid w:val="00047EE2"/>
    <w:rsid w:val="000575EE"/>
    <w:rsid w:val="000660BD"/>
    <w:rsid w:val="000A2C91"/>
    <w:rsid w:val="000A54D1"/>
    <w:rsid w:val="000A7ED7"/>
    <w:rsid w:val="000B0AA4"/>
    <w:rsid w:val="000B2219"/>
    <w:rsid w:val="000B36C2"/>
    <w:rsid w:val="000B3744"/>
    <w:rsid w:val="000F5EC0"/>
    <w:rsid w:val="000F6405"/>
    <w:rsid w:val="000F75BB"/>
    <w:rsid w:val="00106115"/>
    <w:rsid w:val="00114CDE"/>
    <w:rsid w:val="001249FC"/>
    <w:rsid w:val="00127F50"/>
    <w:rsid w:val="00132BD8"/>
    <w:rsid w:val="001353CC"/>
    <w:rsid w:val="001436F9"/>
    <w:rsid w:val="00147948"/>
    <w:rsid w:val="00147C54"/>
    <w:rsid w:val="00185013"/>
    <w:rsid w:val="0019236D"/>
    <w:rsid w:val="001B05E5"/>
    <w:rsid w:val="001C2689"/>
    <w:rsid w:val="001E6719"/>
    <w:rsid w:val="00204BFC"/>
    <w:rsid w:val="002102D5"/>
    <w:rsid w:val="00216E0B"/>
    <w:rsid w:val="002179CB"/>
    <w:rsid w:val="00223E8F"/>
    <w:rsid w:val="00240BD2"/>
    <w:rsid w:val="002471D8"/>
    <w:rsid w:val="00255F0D"/>
    <w:rsid w:val="00260044"/>
    <w:rsid w:val="00267B99"/>
    <w:rsid w:val="002716D4"/>
    <w:rsid w:val="00273857"/>
    <w:rsid w:val="002812A2"/>
    <w:rsid w:val="00285E1C"/>
    <w:rsid w:val="0028781C"/>
    <w:rsid w:val="0029154A"/>
    <w:rsid w:val="002A0896"/>
    <w:rsid w:val="002A58A9"/>
    <w:rsid w:val="002D1ACD"/>
    <w:rsid w:val="002D4FD1"/>
    <w:rsid w:val="002E0747"/>
    <w:rsid w:val="002F1C4F"/>
    <w:rsid w:val="002F5DB9"/>
    <w:rsid w:val="00305568"/>
    <w:rsid w:val="00306CEC"/>
    <w:rsid w:val="00315B92"/>
    <w:rsid w:val="0034091F"/>
    <w:rsid w:val="003411F4"/>
    <w:rsid w:val="00342820"/>
    <w:rsid w:val="0036386F"/>
    <w:rsid w:val="00386EF1"/>
    <w:rsid w:val="003D61FA"/>
    <w:rsid w:val="003E3E45"/>
    <w:rsid w:val="0042186D"/>
    <w:rsid w:val="00447D4F"/>
    <w:rsid w:val="004666D2"/>
    <w:rsid w:val="00474F2C"/>
    <w:rsid w:val="004A4EFA"/>
    <w:rsid w:val="004B52F0"/>
    <w:rsid w:val="004C77FD"/>
    <w:rsid w:val="004E040D"/>
    <w:rsid w:val="004E6FB3"/>
    <w:rsid w:val="005244B2"/>
    <w:rsid w:val="005273A2"/>
    <w:rsid w:val="00531A3B"/>
    <w:rsid w:val="00531F0D"/>
    <w:rsid w:val="00536201"/>
    <w:rsid w:val="005409BB"/>
    <w:rsid w:val="00540A30"/>
    <w:rsid w:val="0055469B"/>
    <w:rsid w:val="005662D1"/>
    <w:rsid w:val="005918D7"/>
    <w:rsid w:val="005B08E2"/>
    <w:rsid w:val="005B4C82"/>
    <w:rsid w:val="005B6DBD"/>
    <w:rsid w:val="005C02C7"/>
    <w:rsid w:val="005C1A48"/>
    <w:rsid w:val="005C1FD6"/>
    <w:rsid w:val="005C5A63"/>
    <w:rsid w:val="005E137A"/>
    <w:rsid w:val="005F1945"/>
    <w:rsid w:val="005F6550"/>
    <w:rsid w:val="00603CF6"/>
    <w:rsid w:val="00612ABA"/>
    <w:rsid w:val="006236B1"/>
    <w:rsid w:val="00633007"/>
    <w:rsid w:val="00634CB9"/>
    <w:rsid w:val="006430D0"/>
    <w:rsid w:val="00645512"/>
    <w:rsid w:val="006470BE"/>
    <w:rsid w:val="00674E0B"/>
    <w:rsid w:val="00676103"/>
    <w:rsid w:val="00676498"/>
    <w:rsid w:val="00676FA3"/>
    <w:rsid w:val="00682A45"/>
    <w:rsid w:val="00682AFA"/>
    <w:rsid w:val="006919E2"/>
    <w:rsid w:val="006A4AB5"/>
    <w:rsid w:val="006B067E"/>
    <w:rsid w:val="006B13C3"/>
    <w:rsid w:val="006C4DEE"/>
    <w:rsid w:val="006D2179"/>
    <w:rsid w:val="0071299C"/>
    <w:rsid w:val="0072419B"/>
    <w:rsid w:val="0073056B"/>
    <w:rsid w:val="007318C1"/>
    <w:rsid w:val="00731E8E"/>
    <w:rsid w:val="007322BE"/>
    <w:rsid w:val="00735C40"/>
    <w:rsid w:val="00745F18"/>
    <w:rsid w:val="0075370B"/>
    <w:rsid w:val="00754211"/>
    <w:rsid w:val="0076171C"/>
    <w:rsid w:val="00771B9F"/>
    <w:rsid w:val="0078090A"/>
    <w:rsid w:val="007824E9"/>
    <w:rsid w:val="00790BB6"/>
    <w:rsid w:val="007A6DBD"/>
    <w:rsid w:val="007B3F4A"/>
    <w:rsid w:val="007C1C9F"/>
    <w:rsid w:val="007F0991"/>
    <w:rsid w:val="007F25CC"/>
    <w:rsid w:val="00801A32"/>
    <w:rsid w:val="00802657"/>
    <w:rsid w:val="00802787"/>
    <w:rsid w:val="00821104"/>
    <w:rsid w:val="0082522C"/>
    <w:rsid w:val="0082619E"/>
    <w:rsid w:val="00830E92"/>
    <w:rsid w:val="00834658"/>
    <w:rsid w:val="00845771"/>
    <w:rsid w:val="00851208"/>
    <w:rsid w:val="00875426"/>
    <w:rsid w:val="008810EB"/>
    <w:rsid w:val="00883EBC"/>
    <w:rsid w:val="00893E39"/>
    <w:rsid w:val="008A14AA"/>
    <w:rsid w:val="008A3BF9"/>
    <w:rsid w:val="008B2D16"/>
    <w:rsid w:val="008B2F3B"/>
    <w:rsid w:val="008B38C5"/>
    <w:rsid w:val="008B3C61"/>
    <w:rsid w:val="008D2B4A"/>
    <w:rsid w:val="008F4969"/>
    <w:rsid w:val="008F5E55"/>
    <w:rsid w:val="00900FCC"/>
    <w:rsid w:val="00905236"/>
    <w:rsid w:val="00913912"/>
    <w:rsid w:val="009145A5"/>
    <w:rsid w:val="009179EA"/>
    <w:rsid w:val="009337AA"/>
    <w:rsid w:val="009410C7"/>
    <w:rsid w:val="00945CFB"/>
    <w:rsid w:val="00974A7B"/>
    <w:rsid w:val="00984348"/>
    <w:rsid w:val="00984D46"/>
    <w:rsid w:val="009B48F2"/>
    <w:rsid w:val="009D1069"/>
    <w:rsid w:val="009D2501"/>
    <w:rsid w:val="009D6EFB"/>
    <w:rsid w:val="009E1EDF"/>
    <w:rsid w:val="009E1F08"/>
    <w:rsid w:val="009E4A2A"/>
    <w:rsid w:val="009F03CA"/>
    <w:rsid w:val="00A02337"/>
    <w:rsid w:val="00A130A5"/>
    <w:rsid w:val="00A17731"/>
    <w:rsid w:val="00A31294"/>
    <w:rsid w:val="00A31BEE"/>
    <w:rsid w:val="00A44E5E"/>
    <w:rsid w:val="00A53292"/>
    <w:rsid w:val="00A56AC9"/>
    <w:rsid w:val="00A6117F"/>
    <w:rsid w:val="00A727B4"/>
    <w:rsid w:val="00A73760"/>
    <w:rsid w:val="00A821AC"/>
    <w:rsid w:val="00AA3892"/>
    <w:rsid w:val="00AA4777"/>
    <w:rsid w:val="00AB37B3"/>
    <w:rsid w:val="00AB6C59"/>
    <w:rsid w:val="00AB7A05"/>
    <w:rsid w:val="00AE7840"/>
    <w:rsid w:val="00AE7DFE"/>
    <w:rsid w:val="00AF1F6E"/>
    <w:rsid w:val="00AF6B56"/>
    <w:rsid w:val="00B040FE"/>
    <w:rsid w:val="00B07154"/>
    <w:rsid w:val="00B206EA"/>
    <w:rsid w:val="00B267AA"/>
    <w:rsid w:val="00B44F5B"/>
    <w:rsid w:val="00B842C0"/>
    <w:rsid w:val="00B85185"/>
    <w:rsid w:val="00BA681F"/>
    <w:rsid w:val="00BB4EE3"/>
    <w:rsid w:val="00BC607F"/>
    <w:rsid w:val="00BD767A"/>
    <w:rsid w:val="00BF4685"/>
    <w:rsid w:val="00BF6019"/>
    <w:rsid w:val="00C36201"/>
    <w:rsid w:val="00C41F4C"/>
    <w:rsid w:val="00C45C68"/>
    <w:rsid w:val="00C51D70"/>
    <w:rsid w:val="00C51E28"/>
    <w:rsid w:val="00C8287A"/>
    <w:rsid w:val="00C923BA"/>
    <w:rsid w:val="00CA2D49"/>
    <w:rsid w:val="00CC744F"/>
    <w:rsid w:val="00CD0CAC"/>
    <w:rsid w:val="00CD2269"/>
    <w:rsid w:val="00CD551D"/>
    <w:rsid w:val="00D03882"/>
    <w:rsid w:val="00D12BFC"/>
    <w:rsid w:val="00D30BF1"/>
    <w:rsid w:val="00D417A6"/>
    <w:rsid w:val="00D51C31"/>
    <w:rsid w:val="00D642FC"/>
    <w:rsid w:val="00D7039E"/>
    <w:rsid w:val="00D76E7E"/>
    <w:rsid w:val="00D77FC5"/>
    <w:rsid w:val="00D80302"/>
    <w:rsid w:val="00D86BF4"/>
    <w:rsid w:val="00D913CF"/>
    <w:rsid w:val="00D91994"/>
    <w:rsid w:val="00D948C8"/>
    <w:rsid w:val="00DB730D"/>
    <w:rsid w:val="00DC1F89"/>
    <w:rsid w:val="00DC6627"/>
    <w:rsid w:val="00DE77E3"/>
    <w:rsid w:val="00E020C6"/>
    <w:rsid w:val="00E02C2C"/>
    <w:rsid w:val="00E04C15"/>
    <w:rsid w:val="00E05B34"/>
    <w:rsid w:val="00E255A1"/>
    <w:rsid w:val="00E619BF"/>
    <w:rsid w:val="00E71AE8"/>
    <w:rsid w:val="00EB457A"/>
    <w:rsid w:val="00ED05E5"/>
    <w:rsid w:val="00ED22E7"/>
    <w:rsid w:val="00ED552C"/>
    <w:rsid w:val="00ED660F"/>
    <w:rsid w:val="00ED6B52"/>
    <w:rsid w:val="00EE521E"/>
    <w:rsid w:val="00EE568E"/>
    <w:rsid w:val="00EE721A"/>
    <w:rsid w:val="00EF0677"/>
    <w:rsid w:val="00EF26A6"/>
    <w:rsid w:val="00EF2BA4"/>
    <w:rsid w:val="00EF37EE"/>
    <w:rsid w:val="00F05427"/>
    <w:rsid w:val="00F12F6F"/>
    <w:rsid w:val="00F20E14"/>
    <w:rsid w:val="00F23BAA"/>
    <w:rsid w:val="00F55A94"/>
    <w:rsid w:val="00F569CC"/>
    <w:rsid w:val="00F77776"/>
    <w:rsid w:val="00FA414F"/>
    <w:rsid w:val="00FB11DE"/>
    <w:rsid w:val="00FB3B4D"/>
    <w:rsid w:val="00FC60D6"/>
    <w:rsid w:val="00FE0268"/>
    <w:rsid w:val="00FE13D6"/>
    <w:rsid w:val="00FF398D"/>
    <w:rsid w:val="010212D3"/>
    <w:rsid w:val="01294DF9"/>
    <w:rsid w:val="01752EEC"/>
    <w:rsid w:val="01AC54CC"/>
    <w:rsid w:val="029A294F"/>
    <w:rsid w:val="0432222E"/>
    <w:rsid w:val="04982626"/>
    <w:rsid w:val="04B348C2"/>
    <w:rsid w:val="06F1205B"/>
    <w:rsid w:val="07193A6D"/>
    <w:rsid w:val="07BB02FD"/>
    <w:rsid w:val="089059EB"/>
    <w:rsid w:val="09055EDD"/>
    <w:rsid w:val="094A5C42"/>
    <w:rsid w:val="094B5E78"/>
    <w:rsid w:val="09D65705"/>
    <w:rsid w:val="09E43F19"/>
    <w:rsid w:val="0A78278D"/>
    <w:rsid w:val="0B582E60"/>
    <w:rsid w:val="0B85601C"/>
    <w:rsid w:val="0C081499"/>
    <w:rsid w:val="0D831CEA"/>
    <w:rsid w:val="0DD146F3"/>
    <w:rsid w:val="0EBF7938"/>
    <w:rsid w:val="0F327100"/>
    <w:rsid w:val="0F8037B8"/>
    <w:rsid w:val="10435587"/>
    <w:rsid w:val="105459B2"/>
    <w:rsid w:val="11172B3E"/>
    <w:rsid w:val="12DB4186"/>
    <w:rsid w:val="12FA27EF"/>
    <w:rsid w:val="149C6ED6"/>
    <w:rsid w:val="156F6517"/>
    <w:rsid w:val="17C67BCF"/>
    <w:rsid w:val="17CF1E12"/>
    <w:rsid w:val="1A804B59"/>
    <w:rsid w:val="1BD2350D"/>
    <w:rsid w:val="1C0C3C77"/>
    <w:rsid w:val="1C8222DC"/>
    <w:rsid w:val="1CB540BE"/>
    <w:rsid w:val="1D14657C"/>
    <w:rsid w:val="1DA10CC1"/>
    <w:rsid w:val="1DF801B2"/>
    <w:rsid w:val="205C4BD6"/>
    <w:rsid w:val="208C7783"/>
    <w:rsid w:val="22A9659C"/>
    <w:rsid w:val="23491EF4"/>
    <w:rsid w:val="23D724E7"/>
    <w:rsid w:val="23F30F1C"/>
    <w:rsid w:val="2467341F"/>
    <w:rsid w:val="2494750E"/>
    <w:rsid w:val="251B1BA0"/>
    <w:rsid w:val="253414BF"/>
    <w:rsid w:val="258413A3"/>
    <w:rsid w:val="264A4F8F"/>
    <w:rsid w:val="26653B78"/>
    <w:rsid w:val="266A70CB"/>
    <w:rsid w:val="2737506D"/>
    <w:rsid w:val="27FC457D"/>
    <w:rsid w:val="2808627D"/>
    <w:rsid w:val="288973D9"/>
    <w:rsid w:val="28E038AD"/>
    <w:rsid w:val="29192A19"/>
    <w:rsid w:val="2A03587F"/>
    <w:rsid w:val="2A605831"/>
    <w:rsid w:val="2ABA4B49"/>
    <w:rsid w:val="2B485E02"/>
    <w:rsid w:val="2C202412"/>
    <w:rsid w:val="2C2D0B4A"/>
    <w:rsid w:val="2C91644C"/>
    <w:rsid w:val="2CFD256F"/>
    <w:rsid w:val="2DB00638"/>
    <w:rsid w:val="2F006439"/>
    <w:rsid w:val="2F1B12F0"/>
    <w:rsid w:val="30D47492"/>
    <w:rsid w:val="30D65B07"/>
    <w:rsid w:val="31192F1A"/>
    <w:rsid w:val="313A1ED0"/>
    <w:rsid w:val="31AA7EE8"/>
    <w:rsid w:val="327821C9"/>
    <w:rsid w:val="32AC3AD3"/>
    <w:rsid w:val="32E36C3E"/>
    <w:rsid w:val="331C7A3F"/>
    <w:rsid w:val="33CA2808"/>
    <w:rsid w:val="33DC12A7"/>
    <w:rsid w:val="344E0782"/>
    <w:rsid w:val="344F456B"/>
    <w:rsid w:val="346F16AA"/>
    <w:rsid w:val="361C480D"/>
    <w:rsid w:val="36AA1AAF"/>
    <w:rsid w:val="36D67146"/>
    <w:rsid w:val="378F7310"/>
    <w:rsid w:val="379F56BB"/>
    <w:rsid w:val="38497FF0"/>
    <w:rsid w:val="385B4CC9"/>
    <w:rsid w:val="3A46238F"/>
    <w:rsid w:val="3A90182B"/>
    <w:rsid w:val="3ADA6A68"/>
    <w:rsid w:val="3B11000E"/>
    <w:rsid w:val="3B6D3425"/>
    <w:rsid w:val="3B790662"/>
    <w:rsid w:val="3BFF6B0B"/>
    <w:rsid w:val="3C322526"/>
    <w:rsid w:val="3CDA61BA"/>
    <w:rsid w:val="3D5868FB"/>
    <w:rsid w:val="3F081032"/>
    <w:rsid w:val="3F235BE8"/>
    <w:rsid w:val="3F8F6B4F"/>
    <w:rsid w:val="40094FBB"/>
    <w:rsid w:val="404572B9"/>
    <w:rsid w:val="41662FA6"/>
    <w:rsid w:val="41F33C98"/>
    <w:rsid w:val="42500371"/>
    <w:rsid w:val="42DD3EF0"/>
    <w:rsid w:val="43CF69CF"/>
    <w:rsid w:val="44C77B6B"/>
    <w:rsid w:val="459317E9"/>
    <w:rsid w:val="45DF5DFC"/>
    <w:rsid w:val="45E81812"/>
    <w:rsid w:val="46591125"/>
    <w:rsid w:val="48EB29BE"/>
    <w:rsid w:val="49A45029"/>
    <w:rsid w:val="4A037E9C"/>
    <w:rsid w:val="4A0E7F9A"/>
    <w:rsid w:val="4AE95785"/>
    <w:rsid w:val="4B725619"/>
    <w:rsid w:val="4CDA310C"/>
    <w:rsid w:val="4E016B22"/>
    <w:rsid w:val="4E470991"/>
    <w:rsid w:val="4F2E566D"/>
    <w:rsid w:val="4F454AFF"/>
    <w:rsid w:val="4FFE3514"/>
    <w:rsid w:val="504F11FD"/>
    <w:rsid w:val="509427E0"/>
    <w:rsid w:val="50CC27E1"/>
    <w:rsid w:val="51CD54CA"/>
    <w:rsid w:val="52782A7B"/>
    <w:rsid w:val="53CC0384"/>
    <w:rsid w:val="54842746"/>
    <w:rsid w:val="54D8395C"/>
    <w:rsid w:val="55C96F10"/>
    <w:rsid w:val="55CD5F92"/>
    <w:rsid w:val="55FB3E3B"/>
    <w:rsid w:val="5637263D"/>
    <w:rsid w:val="572C78FE"/>
    <w:rsid w:val="57503C81"/>
    <w:rsid w:val="57D350CB"/>
    <w:rsid w:val="58641705"/>
    <w:rsid w:val="58E93408"/>
    <w:rsid w:val="599F4978"/>
    <w:rsid w:val="5A307BFC"/>
    <w:rsid w:val="5AA76332"/>
    <w:rsid w:val="5AA83904"/>
    <w:rsid w:val="5BA57168"/>
    <w:rsid w:val="5BA65531"/>
    <w:rsid w:val="5CB8517D"/>
    <w:rsid w:val="5CD33A8C"/>
    <w:rsid w:val="5D1C7825"/>
    <w:rsid w:val="5D423C53"/>
    <w:rsid w:val="61FD3127"/>
    <w:rsid w:val="63F67362"/>
    <w:rsid w:val="63F85F50"/>
    <w:rsid w:val="66747437"/>
    <w:rsid w:val="66C84AAE"/>
    <w:rsid w:val="66CC759D"/>
    <w:rsid w:val="66DA0A03"/>
    <w:rsid w:val="67097636"/>
    <w:rsid w:val="67D873D3"/>
    <w:rsid w:val="68C226E4"/>
    <w:rsid w:val="6A302052"/>
    <w:rsid w:val="6B9133FC"/>
    <w:rsid w:val="6C372540"/>
    <w:rsid w:val="6CDC0624"/>
    <w:rsid w:val="6D4A7888"/>
    <w:rsid w:val="6E1A7D08"/>
    <w:rsid w:val="6E8E14A3"/>
    <w:rsid w:val="706B694B"/>
    <w:rsid w:val="70706C59"/>
    <w:rsid w:val="72361CCC"/>
    <w:rsid w:val="72675C9C"/>
    <w:rsid w:val="72F92F64"/>
    <w:rsid w:val="740B34BA"/>
    <w:rsid w:val="77E172B0"/>
    <w:rsid w:val="783E0E99"/>
    <w:rsid w:val="78FD1877"/>
    <w:rsid w:val="79E0017F"/>
    <w:rsid w:val="7B2F370E"/>
    <w:rsid w:val="7B650D27"/>
    <w:rsid w:val="7B972A5D"/>
    <w:rsid w:val="7BFC5A06"/>
    <w:rsid w:val="7C9C14A2"/>
    <w:rsid w:val="7E6034C9"/>
    <w:rsid w:val="7F613BF7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qFormat/>
    <w:uiPriority w:val="0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paragraph" w:customStyle="1" w:styleId="10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1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</Template>
  <Company>Microsoft</Company>
  <Pages>3</Pages>
  <Words>252</Words>
  <Characters>1439</Characters>
  <Lines>11</Lines>
  <Paragraphs>3</Paragraphs>
  <TotalTime>56</TotalTime>
  <ScaleCrop>false</ScaleCrop>
  <LinksUpToDate>false</LinksUpToDate>
  <CharactersWithSpaces>1688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2023-06-11T08:11:00Z</dcterms:created>
  <dc:creator>郑凯宁</dc:creator>
  <cp:lastModifiedBy>张文维</cp:lastModifiedBy>
  <cp:lastPrinted>2025-10-20T01:00:00Z</cp:lastPrinted>
  <dcterms:modified xsi:type="dcterms:W3CDTF">2025-12-31T00:36:18Z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BAAA3CE4D620451D9630B841045A2D8E</vt:lpwstr>
  </property>
</Properties>
</file>