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〔2026〕闽西监减字第44号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罪犯陈水长，男，1970年7月21日出生，汉族，小学文化，户籍所在地福建省长汀县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，捕前系无业人员。2005年7月5日，因犯抢劫罪被长汀县人民法院判处有期徒刑十五年，2014年2月16日刑满释放。该犯系累犯。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长汀县人民法院于2016年12月5日作出（2016）闽0821刑初140号刑事判决，以被告人陈水长犯抢劫罪，判处有期徒刑十二年，并处罚金人民币5000元；责令被告人陈水长退出抢劫所得财物或折价款人民币941元，发还被害人。宣判后，被告人不服，提出上诉。福建省龙岩市中级人民法院经过二审审理，于2017年4月21日作出（2017）闽08刑终77号刑事裁定，对其驳回上诉，维持原判。刑期自2015年10月22日起至2027年10月21日止。2017年5月12日交付福建省闽西监狱执行刑罚。2020年7月10日，福建省龙岩市中级人民法院作出（2020）闽08刑更633号刑事裁定，对其减去有期徒刑七个月；2023年1月13日，福建省龙岩市中级人民法院作出（2023）闽08刑更53号刑事裁定，对其减去有期徒刑七个月，2023年1月16日送达。现刑期至2026年8月21日止。属普管级罪犯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该犯自上次减刑以来确有悔改表现，具体事实如下：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遵守监规：能遵守法律法规及监规纪律，接受教育改造，考核期内违规一次，扣9分。经民警教育，该犯能深刻认识自身错误行为，遵守监规纪律，至本次提请前未出现违规扣分行为。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上次评定表扬剩余考核分56.5分，本轮考核期2022年10月至2025年9月累计获得考核分3663分，合计获得考核分3719.5分，表扬五次，物质奖励一次，间隔期2023年1月16日至2025年9月，获得考核分3146分。考核期内违规一次，于2023年9月30日扣9分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该犯原判财产性判项已履行已履行完毕，本事实，有福建省龙岩市中级人民法院（2023）闽08刑更53号刑事裁定书予以证实，足以认定。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该犯系因犯抢劫罪被判处十年以上有期徒刑的罪犯且系累犯，属于从严掌握减刑对象，因此提请减刑幅度扣减二个月。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46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陈水长予以减去有期徒刑六个月。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陈水长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07CE6"/>
    <w:rsid w:val="00111F45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204BFC"/>
    <w:rsid w:val="0020607F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4E31"/>
    <w:rsid w:val="002A58A9"/>
    <w:rsid w:val="002B7BF1"/>
    <w:rsid w:val="002C4B18"/>
    <w:rsid w:val="002D1ACD"/>
    <w:rsid w:val="002D4FD1"/>
    <w:rsid w:val="002E0747"/>
    <w:rsid w:val="002E735A"/>
    <w:rsid w:val="002F1C4F"/>
    <w:rsid w:val="002F5DB9"/>
    <w:rsid w:val="00305568"/>
    <w:rsid w:val="00306CEC"/>
    <w:rsid w:val="00315B92"/>
    <w:rsid w:val="00324D8D"/>
    <w:rsid w:val="00326057"/>
    <w:rsid w:val="003300EB"/>
    <w:rsid w:val="0033739A"/>
    <w:rsid w:val="0034091F"/>
    <w:rsid w:val="00342820"/>
    <w:rsid w:val="0034489B"/>
    <w:rsid w:val="00355748"/>
    <w:rsid w:val="0036386F"/>
    <w:rsid w:val="003642C7"/>
    <w:rsid w:val="00376FA6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154F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57CB"/>
    <w:rsid w:val="005F6776"/>
    <w:rsid w:val="005F725F"/>
    <w:rsid w:val="00603CF6"/>
    <w:rsid w:val="00612ABA"/>
    <w:rsid w:val="00616817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50C4"/>
    <w:rsid w:val="00786D9A"/>
    <w:rsid w:val="00790BB6"/>
    <w:rsid w:val="007A124F"/>
    <w:rsid w:val="007A65A9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1AB6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477B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6622D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50D7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676F"/>
    <w:rsid w:val="00C36201"/>
    <w:rsid w:val="00C45C68"/>
    <w:rsid w:val="00C46569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3524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DF33F2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2C78FE"/>
    <w:rsid w:val="1C8222DC"/>
    <w:rsid w:val="1DA10CC1"/>
    <w:rsid w:val="1DF801B2"/>
    <w:rsid w:val="1F5E6A3F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95625BB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095E83"/>
    <w:rsid w:val="5EF3458A"/>
    <w:rsid w:val="5EF84350"/>
    <w:rsid w:val="625C545F"/>
    <w:rsid w:val="63E87188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9133FC"/>
    <w:rsid w:val="6D4A7888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FF6CE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184</Words>
  <Characters>1051</Characters>
  <Lines>8</Lines>
  <Paragraphs>2</Paragraphs>
  <TotalTime>78</TotalTime>
  <ScaleCrop>false</ScaleCrop>
  <LinksUpToDate>false</LinksUpToDate>
  <CharactersWithSpaces>1233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2025-11-03T19:57:00Z</cp:lastPrinted>
  <dcterms:modified xsi:type="dcterms:W3CDTF">2026-01-04T09:11:18Z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E5DAEB6CCB9541179AF69C79D36A9071</vt:lpwstr>
  </property>
</Properties>
</file>