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〔2026〕闽西监减字第45号</w:t>
      </w:r>
    </w:p>
    <w:p>
      <w:pPr>
        <w:pStyle w:val="3"/>
        <w:spacing w:line="41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罪犯陈家文，男，1975年12月9日出生，汉族，初中文化，住四川省丰都县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，捕前系无业人员。因犯盗窃罪、抢劫罪于1997年6月23日被福建省高级人民法院判处有期徒刑十五年，剥夺政治权利二年，2006年12月28日刑满释放。该犯系累犯。</w:t>
      </w:r>
    </w:p>
    <w:p>
      <w:pPr>
        <w:pStyle w:val="3"/>
        <w:spacing w:line="41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于2011年3月17日作出（2011）厦刑初字第16号刑事判决，以被告人陈家文犯贩卖、运输毒品罪，判处死刑，缓期二年执行，剥夺政治权利终身，并处没收个人全部财产。宣判后，被告人不服，提出上诉。福建省高级人民法院经过二审审理，于2011年5月26日作出（2011）闽刑终字第257号刑事裁定，对其驳回上诉，维持原判。2011年7月26日交付福建省闽西监狱执行刑罚。2013年8月13日，福建省高级人民法院作出（2013）闽刑执字第528号刑事裁定，对其减为无期徒刑，剥夺政治权利终身不变；2016年4月5日，福建省高级人民法院作出（2016）闽刑更201号刑事裁定，对其减为有期徒刑十八年八个月，剥夺政治权利改为七年，刑期自2016年4月5日起至2034年12月4日止；2018年8月24日，福建省龙岩市中级人民法院作出（2018）闽08刑更1039号刑事裁定，对其减去有期徒刑八个月，剥夺政治权利减为六年；2020年12月23日，福建省龙岩市中级人民法院作出（2020）闽08刑更1107号刑事裁定，对其减去有期徒刑七个月，剥夺政治权利减为五年；2023年7月28日，福建省龙岩市中级人民法院作出（2023）闽08刑更713号刑事裁定，对其减去有期徒刑七个月十五天，剥夺政治权利减为四年，2023年7月31日送达。现刑期至2033年1月20日止。属普管级罪犯。</w:t>
      </w:r>
    </w:p>
    <w:p>
      <w:pPr>
        <w:pStyle w:val="3"/>
        <w:spacing w:line="41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该犯自上次减刑以来确有悔改表现，具体事实如下：</w:t>
      </w:r>
    </w:p>
    <w:p>
      <w:pPr>
        <w:pStyle w:val="3"/>
        <w:spacing w:line="41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认罪悔罪：能服从法院判决，自书认罪悔罪书。</w:t>
      </w:r>
    </w:p>
    <w:p>
      <w:pPr>
        <w:pStyle w:val="3"/>
        <w:spacing w:line="41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遵守监规：能遵守法律法规及监规纪律，接受教育改造。</w:t>
      </w:r>
    </w:p>
    <w:p>
      <w:pPr>
        <w:pStyle w:val="3"/>
        <w:spacing w:line="41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pStyle w:val="3"/>
        <w:spacing w:line="41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41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pStyle w:val="3"/>
        <w:spacing w:line="41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该犯上次评定表扬剩余考核分476分，本轮考核期2023年4月至2025年9月累计获得考核分3169分，合计获得考核分3645分，表扬六次，间隔期2023年7月31日至2025年9月，获得考核分2719分。考核期内无违规扣分。</w:t>
      </w:r>
    </w:p>
    <w:p>
      <w:pPr>
        <w:pStyle w:val="3"/>
        <w:spacing w:line="41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该犯原判财产性判项已履行人民币12000元；2023年12月18日，福建省厦门市中级人民法院出具（2023）闽02执450号之一执行裁定，终结对被执行人陈家文的执行。</w:t>
      </w:r>
    </w:p>
    <w:p>
      <w:pPr>
        <w:pStyle w:val="3"/>
        <w:spacing w:line="41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该犯系累犯，属于从严掌握减刑对象，因此提请减刑幅度扣减一个月。</w:t>
      </w:r>
    </w:p>
    <w:p>
      <w:pPr>
        <w:pStyle w:val="3"/>
        <w:spacing w:line="41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41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陈家文予以减去有期徒刑八个月，剥夺政治权利减为三年。特提请你院审理裁定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陈家文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56EC"/>
    <w:rsid w:val="00047EE2"/>
    <w:rsid w:val="000575EE"/>
    <w:rsid w:val="000660BD"/>
    <w:rsid w:val="000876C2"/>
    <w:rsid w:val="000A2C91"/>
    <w:rsid w:val="000A54D1"/>
    <w:rsid w:val="000A7ED7"/>
    <w:rsid w:val="000B0AA4"/>
    <w:rsid w:val="000B2219"/>
    <w:rsid w:val="000B36C2"/>
    <w:rsid w:val="000B3744"/>
    <w:rsid w:val="000F464D"/>
    <w:rsid w:val="000F5EC0"/>
    <w:rsid w:val="000F6405"/>
    <w:rsid w:val="000F75BB"/>
    <w:rsid w:val="00106115"/>
    <w:rsid w:val="00107CE6"/>
    <w:rsid w:val="00111F45"/>
    <w:rsid w:val="001142F3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65E89"/>
    <w:rsid w:val="00185013"/>
    <w:rsid w:val="00185D10"/>
    <w:rsid w:val="00187484"/>
    <w:rsid w:val="001905C1"/>
    <w:rsid w:val="0019236D"/>
    <w:rsid w:val="001B05E5"/>
    <w:rsid w:val="001C2689"/>
    <w:rsid w:val="001C6A2A"/>
    <w:rsid w:val="001C781E"/>
    <w:rsid w:val="001D0790"/>
    <w:rsid w:val="001D2F2A"/>
    <w:rsid w:val="00204BFC"/>
    <w:rsid w:val="002102D5"/>
    <w:rsid w:val="00216E0B"/>
    <w:rsid w:val="00223E8F"/>
    <w:rsid w:val="002374B0"/>
    <w:rsid w:val="00240BD2"/>
    <w:rsid w:val="002471D8"/>
    <w:rsid w:val="00247981"/>
    <w:rsid w:val="002513DD"/>
    <w:rsid w:val="00255F0D"/>
    <w:rsid w:val="00260044"/>
    <w:rsid w:val="00267B99"/>
    <w:rsid w:val="002716D4"/>
    <w:rsid w:val="002733EC"/>
    <w:rsid w:val="00273857"/>
    <w:rsid w:val="00285E1C"/>
    <w:rsid w:val="00286507"/>
    <w:rsid w:val="0028781C"/>
    <w:rsid w:val="0029154A"/>
    <w:rsid w:val="00292582"/>
    <w:rsid w:val="002A0896"/>
    <w:rsid w:val="002A58A9"/>
    <w:rsid w:val="002B7BF1"/>
    <w:rsid w:val="002C4B18"/>
    <w:rsid w:val="002C55D3"/>
    <w:rsid w:val="002D1ACD"/>
    <w:rsid w:val="002D4FD1"/>
    <w:rsid w:val="002E0747"/>
    <w:rsid w:val="002E735A"/>
    <w:rsid w:val="002F1C4F"/>
    <w:rsid w:val="002F5DB9"/>
    <w:rsid w:val="00301CB7"/>
    <w:rsid w:val="00305568"/>
    <w:rsid w:val="00306CEC"/>
    <w:rsid w:val="00315B92"/>
    <w:rsid w:val="00324D8D"/>
    <w:rsid w:val="003300EB"/>
    <w:rsid w:val="0033739A"/>
    <w:rsid w:val="0034091F"/>
    <w:rsid w:val="00342820"/>
    <w:rsid w:val="00355748"/>
    <w:rsid w:val="0036386F"/>
    <w:rsid w:val="003642C7"/>
    <w:rsid w:val="003A2191"/>
    <w:rsid w:val="003C68A8"/>
    <w:rsid w:val="003D5BB0"/>
    <w:rsid w:val="003D61FA"/>
    <w:rsid w:val="003E07F0"/>
    <w:rsid w:val="003E3E45"/>
    <w:rsid w:val="003F04D7"/>
    <w:rsid w:val="003F67CA"/>
    <w:rsid w:val="0042186D"/>
    <w:rsid w:val="00447D4F"/>
    <w:rsid w:val="004666D2"/>
    <w:rsid w:val="00474D7D"/>
    <w:rsid w:val="00474F2C"/>
    <w:rsid w:val="00475180"/>
    <w:rsid w:val="00476C4A"/>
    <w:rsid w:val="00481050"/>
    <w:rsid w:val="00485D69"/>
    <w:rsid w:val="00495B8A"/>
    <w:rsid w:val="004A3F0B"/>
    <w:rsid w:val="004A4EFA"/>
    <w:rsid w:val="004C053B"/>
    <w:rsid w:val="004C7651"/>
    <w:rsid w:val="004E040D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7E53"/>
    <w:rsid w:val="005F1945"/>
    <w:rsid w:val="005F38A5"/>
    <w:rsid w:val="005F6776"/>
    <w:rsid w:val="005F725F"/>
    <w:rsid w:val="00603CF6"/>
    <w:rsid w:val="00612ABA"/>
    <w:rsid w:val="00616817"/>
    <w:rsid w:val="006236B1"/>
    <w:rsid w:val="00634CB9"/>
    <w:rsid w:val="00642194"/>
    <w:rsid w:val="006430D0"/>
    <w:rsid w:val="00645512"/>
    <w:rsid w:val="006470BE"/>
    <w:rsid w:val="006620D9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D0DC7"/>
    <w:rsid w:val="006D2179"/>
    <w:rsid w:val="006D7C66"/>
    <w:rsid w:val="006E1D81"/>
    <w:rsid w:val="00723BD0"/>
    <w:rsid w:val="0073056B"/>
    <w:rsid w:val="007318C1"/>
    <w:rsid w:val="0073233F"/>
    <w:rsid w:val="00735C40"/>
    <w:rsid w:val="0074370C"/>
    <w:rsid w:val="00743B75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50C4"/>
    <w:rsid w:val="00786D9A"/>
    <w:rsid w:val="00790BB6"/>
    <w:rsid w:val="007A124F"/>
    <w:rsid w:val="007A6DBD"/>
    <w:rsid w:val="007B3F4A"/>
    <w:rsid w:val="007C1C9F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08BD"/>
    <w:rsid w:val="008725EE"/>
    <w:rsid w:val="00875426"/>
    <w:rsid w:val="008810EB"/>
    <w:rsid w:val="00883EBC"/>
    <w:rsid w:val="00893395"/>
    <w:rsid w:val="00893E39"/>
    <w:rsid w:val="008A14AA"/>
    <w:rsid w:val="008A3BF9"/>
    <w:rsid w:val="008B0527"/>
    <w:rsid w:val="008B1A43"/>
    <w:rsid w:val="008B2D16"/>
    <w:rsid w:val="008B2F3B"/>
    <w:rsid w:val="008B38C5"/>
    <w:rsid w:val="008C5981"/>
    <w:rsid w:val="008C7265"/>
    <w:rsid w:val="008D2B4A"/>
    <w:rsid w:val="008D58E4"/>
    <w:rsid w:val="008E7A5E"/>
    <w:rsid w:val="008F4969"/>
    <w:rsid w:val="00900FCC"/>
    <w:rsid w:val="00905236"/>
    <w:rsid w:val="00913912"/>
    <w:rsid w:val="009145A5"/>
    <w:rsid w:val="009179EA"/>
    <w:rsid w:val="00931158"/>
    <w:rsid w:val="009337AA"/>
    <w:rsid w:val="00935495"/>
    <w:rsid w:val="00945CFB"/>
    <w:rsid w:val="00960B14"/>
    <w:rsid w:val="00974A7B"/>
    <w:rsid w:val="00984D46"/>
    <w:rsid w:val="00986234"/>
    <w:rsid w:val="00987085"/>
    <w:rsid w:val="00991667"/>
    <w:rsid w:val="009A5FCC"/>
    <w:rsid w:val="009B48F2"/>
    <w:rsid w:val="009B6FA3"/>
    <w:rsid w:val="009B790F"/>
    <w:rsid w:val="009D1069"/>
    <w:rsid w:val="009D2501"/>
    <w:rsid w:val="009D6EFB"/>
    <w:rsid w:val="009E1EDF"/>
    <w:rsid w:val="009E1F08"/>
    <w:rsid w:val="009E4A2A"/>
    <w:rsid w:val="009E6775"/>
    <w:rsid w:val="009F0AFA"/>
    <w:rsid w:val="009F2087"/>
    <w:rsid w:val="00A02337"/>
    <w:rsid w:val="00A045ED"/>
    <w:rsid w:val="00A130A5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D6A06"/>
    <w:rsid w:val="00AE7DFE"/>
    <w:rsid w:val="00AF6B56"/>
    <w:rsid w:val="00B040FE"/>
    <w:rsid w:val="00B206EA"/>
    <w:rsid w:val="00B267AA"/>
    <w:rsid w:val="00B44F5B"/>
    <w:rsid w:val="00B632B3"/>
    <w:rsid w:val="00B842C0"/>
    <w:rsid w:val="00B84E79"/>
    <w:rsid w:val="00BA50D7"/>
    <w:rsid w:val="00BA681F"/>
    <w:rsid w:val="00BB4EE3"/>
    <w:rsid w:val="00BC607F"/>
    <w:rsid w:val="00BD454D"/>
    <w:rsid w:val="00BD767A"/>
    <w:rsid w:val="00BE02E4"/>
    <w:rsid w:val="00BF2BE8"/>
    <w:rsid w:val="00BF3B65"/>
    <w:rsid w:val="00BF4685"/>
    <w:rsid w:val="00BF6019"/>
    <w:rsid w:val="00C00C3C"/>
    <w:rsid w:val="00C0237E"/>
    <w:rsid w:val="00C05A29"/>
    <w:rsid w:val="00C12FDC"/>
    <w:rsid w:val="00C2676F"/>
    <w:rsid w:val="00C36201"/>
    <w:rsid w:val="00C45C68"/>
    <w:rsid w:val="00C46569"/>
    <w:rsid w:val="00C51D70"/>
    <w:rsid w:val="00C51E28"/>
    <w:rsid w:val="00C6739E"/>
    <w:rsid w:val="00C76BE1"/>
    <w:rsid w:val="00C8287A"/>
    <w:rsid w:val="00C923BA"/>
    <w:rsid w:val="00C93D45"/>
    <w:rsid w:val="00C95C9C"/>
    <w:rsid w:val="00CA2D49"/>
    <w:rsid w:val="00CA56CF"/>
    <w:rsid w:val="00CC3372"/>
    <w:rsid w:val="00CC744F"/>
    <w:rsid w:val="00CD0CAC"/>
    <w:rsid w:val="00CD2269"/>
    <w:rsid w:val="00CD752C"/>
    <w:rsid w:val="00CF4AD3"/>
    <w:rsid w:val="00CF4B5E"/>
    <w:rsid w:val="00D02C47"/>
    <w:rsid w:val="00D03882"/>
    <w:rsid w:val="00D12BFC"/>
    <w:rsid w:val="00D1548F"/>
    <w:rsid w:val="00D30BF1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730D"/>
    <w:rsid w:val="00DC1F89"/>
    <w:rsid w:val="00DC64EC"/>
    <w:rsid w:val="00DC6627"/>
    <w:rsid w:val="00DD05D3"/>
    <w:rsid w:val="00DD4A93"/>
    <w:rsid w:val="00DE77E3"/>
    <w:rsid w:val="00DF2E9F"/>
    <w:rsid w:val="00DF33F2"/>
    <w:rsid w:val="00E020C6"/>
    <w:rsid w:val="00E02C2C"/>
    <w:rsid w:val="00E054DD"/>
    <w:rsid w:val="00E05B34"/>
    <w:rsid w:val="00E255A1"/>
    <w:rsid w:val="00E619BF"/>
    <w:rsid w:val="00E71AE8"/>
    <w:rsid w:val="00EA32D4"/>
    <w:rsid w:val="00EA62F0"/>
    <w:rsid w:val="00EB3492"/>
    <w:rsid w:val="00EB457A"/>
    <w:rsid w:val="00EC49E0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25972"/>
    <w:rsid w:val="00F372EA"/>
    <w:rsid w:val="00F55A94"/>
    <w:rsid w:val="00F569CC"/>
    <w:rsid w:val="00F716E2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E0268"/>
    <w:rsid w:val="00FE13D6"/>
    <w:rsid w:val="00FF1AA8"/>
    <w:rsid w:val="00FF398D"/>
    <w:rsid w:val="010212D3"/>
    <w:rsid w:val="01752EEC"/>
    <w:rsid w:val="01AC54CC"/>
    <w:rsid w:val="0432222E"/>
    <w:rsid w:val="04445BE7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F327100"/>
    <w:rsid w:val="10435587"/>
    <w:rsid w:val="105459B2"/>
    <w:rsid w:val="12DB4186"/>
    <w:rsid w:val="12FA27EF"/>
    <w:rsid w:val="149C6ED6"/>
    <w:rsid w:val="156F6517"/>
    <w:rsid w:val="17C67BCF"/>
    <w:rsid w:val="17CF1E12"/>
    <w:rsid w:val="189F41C9"/>
    <w:rsid w:val="1A804B59"/>
    <w:rsid w:val="1C010F9E"/>
    <w:rsid w:val="1C0C3C77"/>
    <w:rsid w:val="1C2C78FE"/>
    <w:rsid w:val="1C8222DC"/>
    <w:rsid w:val="1DA10CC1"/>
    <w:rsid w:val="1DF801B2"/>
    <w:rsid w:val="1F5E6A3F"/>
    <w:rsid w:val="23F30F1C"/>
    <w:rsid w:val="2494750E"/>
    <w:rsid w:val="251B1BA0"/>
    <w:rsid w:val="264A4F8F"/>
    <w:rsid w:val="26653B78"/>
    <w:rsid w:val="266A70CB"/>
    <w:rsid w:val="272C592D"/>
    <w:rsid w:val="27505565"/>
    <w:rsid w:val="2808627D"/>
    <w:rsid w:val="288973D9"/>
    <w:rsid w:val="295625BB"/>
    <w:rsid w:val="2A03587F"/>
    <w:rsid w:val="2A605831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8A1C5E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7C12BC"/>
    <w:rsid w:val="3A46238F"/>
    <w:rsid w:val="3B790662"/>
    <w:rsid w:val="3BFF6B0B"/>
    <w:rsid w:val="3C322526"/>
    <w:rsid w:val="3C5875D4"/>
    <w:rsid w:val="3C9B0388"/>
    <w:rsid w:val="3C9D7733"/>
    <w:rsid w:val="3D5868FB"/>
    <w:rsid w:val="3DAE70B9"/>
    <w:rsid w:val="3F081032"/>
    <w:rsid w:val="3F235BE8"/>
    <w:rsid w:val="40094FBB"/>
    <w:rsid w:val="40285D6C"/>
    <w:rsid w:val="404572B9"/>
    <w:rsid w:val="40A55063"/>
    <w:rsid w:val="41662FA6"/>
    <w:rsid w:val="42500371"/>
    <w:rsid w:val="44C77B6B"/>
    <w:rsid w:val="459317E9"/>
    <w:rsid w:val="45E81812"/>
    <w:rsid w:val="46591125"/>
    <w:rsid w:val="47B153A0"/>
    <w:rsid w:val="49A45029"/>
    <w:rsid w:val="4A037E9C"/>
    <w:rsid w:val="4A0E7F9A"/>
    <w:rsid w:val="4A6E13EA"/>
    <w:rsid w:val="4B725619"/>
    <w:rsid w:val="4CDA310C"/>
    <w:rsid w:val="4E016B22"/>
    <w:rsid w:val="4E096A6B"/>
    <w:rsid w:val="4E470991"/>
    <w:rsid w:val="4F2E566D"/>
    <w:rsid w:val="4F454AFF"/>
    <w:rsid w:val="4FFE3514"/>
    <w:rsid w:val="509427E0"/>
    <w:rsid w:val="50CC27E1"/>
    <w:rsid w:val="52782A7B"/>
    <w:rsid w:val="52841B80"/>
    <w:rsid w:val="53CC0384"/>
    <w:rsid w:val="544C3BB1"/>
    <w:rsid w:val="54842746"/>
    <w:rsid w:val="5497280D"/>
    <w:rsid w:val="55FB3E3B"/>
    <w:rsid w:val="57D350CB"/>
    <w:rsid w:val="57D86FBE"/>
    <w:rsid w:val="58641705"/>
    <w:rsid w:val="599F4978"/>
    <w:rsid w:val="5AA83904"/>
    <w:rsid w:val="5B6D00E8"/>
    <w:rsid w:val="5CB028CB"/>
    <w:rsid w:val="5CB8517D"/>
    <w:rsid w:val="5CCD2AE8"/>
    <w:rsid w:val="5CD33A8C"/>
    <w:rsid w:val="5D0C3CA3"/>
    <w:rsid w:val="5D1C7825"/>
    <w:rsid w:val="5D423C53"/>
    <w:rsid w:val="5E095E83"/>
    <w:rsid w:val="5EF3458A"/>
    <w:rsid w:val="5EF84350"/>
    <w:rsid w:val="625C545F"/>
    <w:rsid w:val="63F85F50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2F35C0"/>
    <w:rsid w:val="6B9133FC"/>
    <w:rsid w:val="6D4A7888"/>
    <w:rsid w:val="6E1A7D08"/>
    <w:rsid w:val="6E8E14A3"/>
    <w:rsid w:val="70035DCE"/>
    <w:rsid w:val="706B694B"/>
    <w:rsid w:val="70706C59"/>
    <w:rsid w:val="71D25EC2"/>
    <w:rsid w:val="72F92F64"/>
    <w:rsid w:val="73784507"/>
    <w:rsid w:val="740B34BA"/>
    <w:rsid w:val="77E172B0"/>
    <w:rsid w:val="783E0E99"/>
    <w:rsid w:val="79E0017F"/>
    <w:rsid w:val="7B650D27"/>
    <w:rsid w:val="7B972A5D"/>
    <w:rsid w:val="7C9C14A2"/>
    <w:rsid w:val="7CE9239A"/>
    <w:rsid w:val="7DE460A3"/>
    <w:rsid w:val="7E1A5A50"/>
    <w:rsid w:val="7F613BF7"/>
    <w:rsid w:val="7FDC4D7D"/>
    <w:rsid w:val="FDFF47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204</Words>
  <Characters>1168</Characters>
  <Lines>9</Lines>
  <Paragraphs>2</Paragraphs>
  <TotalTime>66</TotalTime>
  <ScaleCrop>false</ScaleCrop>
  <LinksUpToDate>false</LinksUpToDate>
  <CharactersWithSpaces>1370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2025-07-02T08:37:00Z</cp:lastPrinted>
  <dcterms:modified xsi:type="dcterms:W3CDTF">2026-01-04T09:11:28Z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4D9391EBADF7487DA3E76F208568D5E5</vt:lpwstr>
  </property>
</Properties>
</file>