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〔2026〕闽西监减字第46号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罪犯肖南昌，曾用名肖运桂，男，1968年10月20日出生，汉族，初中文化，住江西省会昌县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，捕前系无业人员。曾因赌博，于2014年11月17日被永定县公安局行政拘留五日。该犯系有劣迹。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大田县人民法院于2023年4月27日作出（2022）闽0425刑初207号刑事判决，以被告人肖南昌犯盗窃爆炸物罪，判处有期徒刑十一年；继续追缴被告人肖南昌未退的违法所得人民币27000元。刑期自2022年7月27日起至2033年6月24日止。2023年5月26日交付福建省闽西监狱执行刑罚。属普管级罪犯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遵守监规：能遵守法律法规及监规纪律，接受教育改造，考核期内违规一次，扣3分。经民警教育，该犯能深刻认识自身错误行为，遵守监规纪律，至本次提请前未出现违规扣分行为。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该犯考核期2023年5月26日至2025年9月累计获得考核分2568分，表扬二次，物质奖励二次。考核期内违规一次，于2024年3月28日扣3分。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该犯原判财产性判项已履行人民币27000元，其中本次提请向福建省大田县人民法院缴纳违法所得人民币27000元。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肖南昌予以减去有期徒刑五个月。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肖南昌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07CE6"/>
    <w:rsid w:val="00111F45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C781E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7BF1"/>
    <w:rsid w:val="002C4B18"/>
    <w:rsid w:val="002D1ACD"/>
    <w:rsid w:val="002D4FD1"/>
    <w:rsid w:val="002E0747"/>
    <w:rsid w:val="002E1F17"/>
    <w:rsid w:val="002E735A"/>
    <w:rsid w:val="002F1C4F"/>
    <w:rsid w:val="002F5DB9"/>
    <w:rsid w:val="00305568"/>
    <w:rsid w:val="00306CEC"/>
    <w:rsid w:val="00315B92"/>
    <w:rsid w:val="00324D8D"/>
    <w:rsid w:val="003300EB"/>
    <w:rsid w:val="0033679A"/>
    <w:rsid w:val="0033739A"/>
    <w:rsid w:val="0034091F"/>
    <w:rsid w:val="00342820"/>
    <w:rsid w:val="003553D3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97248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16817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97712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50C4"/>
    <w:rsid w:val="00786D9A"/>
    <w:rsid w:val="00790BB6"/>
    <w:rsid w:val="007A124F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02D1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62A92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50D7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13C4D"/>
    <w:rsid w:val="00C2676F"/>
    <w:rsid w:val="00C36201"/>
    <w:rsid w:val="00C45C68"/>
    <w:rsid w:val="00C46569"/>
    <w:rsid w:val="00C51D70"/>
    <w:rsid w:val="00C51E28"/>
    <w:rsid w:val="00C6739E"/>
    <w:rsid w:val="00C76BE1"/>
    <w:rsid w:val="00C801EA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0365"/>
    <w:rsid w:val="00DB730D"/>
    <w:rsid w:val="00DC1F89"/>
    <w:rsid w:val="00DC64EC"/>
    <w:rsid w:val="00DC6627"/>
    <w:rsid w:val="00DD05D3"/>
    <w:rsid w:val="00DD4A93"/>
    <w:rsid w:val="00DE77E3"/>
    <w:rsid w:val="00DF2E9F"/>
    <w:rsid w:val="00DF33F2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0937"/>
    <w:rsid w:val="00F25972"/>
    <w:rsid w:val="00F372EA"/>
    <w:rsid w:val="00F55A94"/>
    <w:rsid w:val="00F569CC"/>
    <w:rsid w:val="00F72566"/>
    <w:rsid w:val="00F74606"/>
    <w:rsid w:val="00F77776"/>
    <w:rsid w:val="00F81362"/>
    <w:rsid w:val="00F848A4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1F5E6A3F"/>
    <w:rsid w:val="23F30F1C"/>
    <w:rsid w:val="2494750E"/>
    <w:rsid w:val="251B1BA0"/>
    <w:rsid w:val="264A4F8F"/>
    <w:rsid w:val="26653B78"/>
    <w:rsid w:val="266A70CB"/>
    <w:rsid w:val="272107C1"/>
    <w:rsid w:val="272C592D"/>
    <w:rsid w:val="27505565"/>
    <w:rsid w:val="2808627D"/>
    <w:rsid w:val="288973D9"/>
    <w:rsid w:val="295625BB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095E83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9133FC"/>
    <w:rsid w:val="6D4A7888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4C23860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FD9A3A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127</Words>
  <Characters>728</Characters>
  <Lines>6</Lines>
  <Paragraphs>1</Paragraphs>
  <TotalTime>49</TotalTime>
  <ScaleCrop>false</ScaleCrop>
  <LinksUpToDate>false</LinksUpToDate>
  <CharactersWithSpaces>854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2025-11-03T19:55:00Z</cp:lastPrinted>
  <dcterms:modified xsi:type="dcterms:W3CDTF">2026-01-04T09:11:38Z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4C62EBA7E1DA402F95123C638E48A321</vt:lpwstr>
  </property>
</Properties>
</file>