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〔2026〕闽西监减字第78号</w:t>
      </w:r>
    </w:p>
    <w:p>
      <w:pPr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罪犯蔡清显，男，1994年10月15日出生，汉族，中专文化，户籍所在地福建省石狮市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，捕前系务工人员。该犯系数罪并罚罪犯。</w:t>
      </w:r>
    </w:p>
    <w:p>
      <w:pPr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晋江市人民法院于2022年12月14日作出（2022）闽0528刑初59号刑事判决，以被告人蔡清显犯强奸罪，判处有期徒刑四年四个月；犯抢劫罪，判处有期徒刑四年，并处罚金人民币三千元；数罪并罚决定执行有期徒刑七年六个月，并处罚金人民币三千元；责令退赔被害人经济损失人民币七百元。宣判后，被告人不服，提出上诉。福建省泉州市中级人民法院经过二审审理，于2023年3月6日作出（2023）闽05刑终218号刑事判决，维持福建省晋江市人民法院（2022）闽0528刑初59号刑事判决的第一、二项，即对上诉人蔡清显的定罪量刑及作案工具的处置。撤销福建省晋江市人民法院（2022）闽0528刑初59号刑事判决中第三项，即责令退赔被害人经济损失人民币七百元。责令上诉人蔡清显退赔被害人经济损失人民币一百元。刑期自2021年10月27日起至2029年4月26日止。2023年5月26日交付福建省闽西监狱执行刑罚，属普管级罪犯。</w:t>
      </w:r>
    </w:p>
    <w:p>
      <w:pPr>
        <w:pStyle w:val="3"/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3"/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认罪悔罪：能服从法院判决，自书认罪悔罪书。</w:t>
      </w:r>
    </w:p>
    <w:p>
      <w:pPr>
        <w:pStyle w:val="3"/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pStyle w:val="3"/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pStyle w:val="3"/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该犯考核期2023年5月26日至2025年9月累计获得考核分2583分，表扬三次，物质奖励一次，考核期内无违规扣分。</w:t>
      </w:r>
    </w:p>
    <w:p>
      <w:pPr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该犯原判财产性判项已履行人民币3100元，其中本次提请向福建省晋江市人民法院缴纳罚金人民币3000元，缴款退赔款人民币100元。</w:t>
      </w:r>
    </w:p>
    <w:p>
      <w:pPr>
        <w:pStyle w:val="3"/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建议对罪犯蔡清显予以减去有期徒刑六个月，特提请你院审理裁定。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蔡清显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C0ACF"/>
    <w:rsid w:val="000F464D"/>
    <w:rsid w:val="000F5EC0"/>
    <w:rsid w:val="000F6405"/>
    <w:rsid w:val="000F75BB"/>
    <w:rsid w:val="00106115"/>
    <w:rsid w:val="00107CE6"/>
    <w:rsid w:val="001142F3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767A5"/>
    <w:rsid w:val="00185013"/>
    <w:rsid w:val="00185D10"/>
    <w:rsid w:val="00187484"/>
    <w:rsid w:val="001905C1"/>
    <w:rsid w:val="0019236D"/>
    <w:rsid w:val="001B05E5"/>
    <w:rsid w:val="001C2689"/>
    <w:rsid w:val="001C6A2A"/>
    <w:rsid w:val="001C781E"/>
    <w:rsid w:val="001D0790"/>
    <w:rsid w:val="001E0D3F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A0896"/>
    <w:rsid w:val="002A58A9"/>
    <w:rsid w:val="002B082B"/>
    <w:rsid w:val="002B7BF1"/>
    <w:rsid w:val="002C4B18"/>
    <w:rsid w:val="002D1ACD"/>
    <w:rsid w:val="002D4FD1"/>
    <w:rsid w:val="002E0747"/>
    <w:rsid w:val="002F1C4F"/>
    <w:rsid w:val="002F5DB9"/>
    <w:rsid w:val="00305568"/>
    <w:rsid w:val="00306CEC"/>
    <w:rsid w:val="00315B92"/>
    <w:rsid w:val="00324D8D"/>
    <w:rsid w:val="003300EB"/>
    <w:rsid w:val="0033739A"/>
    <w:rsid w:val="0034091F"/>
    <w:rsid w:val="00342820"/>
    <w:rsid w:val="00355748"/>
    <w:rsid w:val="0036386F"/>
    <w:rsid w:val="003642C7"/>
    <w:rsid w:val="003A2191"/>
    <w:rsid w:val="003C68A8"/>
    <w:rsid w:val="003D5BB0"/>
    <w:rsid w:val="003D61FA"/>
    <w:rsid w:val="003E3E45"/>
    <w:rsid w:val="003F04D7"/>
    <w:rsid w:val="003F67CA"/>
    <w:rsid w:val="0042186D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92584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D7C66"/>
    <w:rsid w:val="006E1D81"/>
    <w:rsid w:val="006E4B24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124F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481B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44F5B"/>
    <w:rsid w:val="00B632B3"/>
    <w:rsid w:val="00B752C2"/>
    <w:rsid w:val="00B842C0"/>
    <w:rsid w:val="00B84E79"/>
    <w:rsid w:val="00BA681F"/>
    <w:rsid w:val="00BB4EE3"/>
    <w:rsid w:val="00BC607F"/>
    <w:rsid w:val="00BD454D"/>
    <w:rsid w:val="00BD767A"/>
    <w:rsid w:val="00BE02E4"/>
    <w:rsid w:val="00BF2BE8"/>
    <w:rsid w:val="00BF3B65"/>
    <w:rsid w:val="00BF4685"/>
    <w:rsid w:val="00BF6019"/>
    <w:rsid w:val="00C00C3C"/>
    <w:rsid w:val="00C0237E"/>
    <w:rsid w:val="00C05A29"/>
    <w:rsid w:val="00C12FDC"/>
    <w:rsid w:val="00C2676F"/>
    <w:rsid w:val="00C36201"/>
    <w:rsid w:val="00C45C68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4A93"/>
    <w:rsid w:val="00DE544B"/>
    <w:rsid w:val="00DE77E3"/>
    <w:rsid w:val="00DF2E9F"/>
    <w:rsid w:val="00E020C6"/>
    <w:rsid w:val="00E02C2C"/>
    <w:rsid w:val="00E054DD"/>
    <w:rsid w:val="00E05B34"/>
    <w:rsid w:val="00E255A1"/>
    <w:rsid w:val="00E619BF"/>
    <w:rsid w:val="00E71AE8"/>
    <w:rsid w:val="00EA32D4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E0268"/>
    <w:rsid w:val="00FE13D6"/>
    <w:rsid w:val="00FF1AA8"/>
    <w:rsid w:val="00FF398D"/>
    <w:rsid w:val="010212D3"/>
    <w:rsid w:val="01752EEC"/>
    <w:rsid w:val="01AC54CC"/>
    <w:rsid w:val="0432222E"/>
    <w:rsid w:val="04445BE7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F327100"/>
    <w:rsid w:val="10435587"/>
    <w:rsid w:val="105459B2"/>
    <w:rsid w:val="12DB4186"/>
    <w:rsid w:val="12FA27EF"/>
    <w:rsid w:val="149C6ED6"/>
    <w:rsid w:val="156F6517"/>
    <w:rsid w:val="17C67BCF"/>
    <w:rsid w:val="17CF1E12"/>
    <w:rsid w:val="189F41C9"/>
    <w:rsid w:val="1A804B59"/>
    <w:rsid w:val="1C010F9E"/>
    <w:rsid w:val="1C0C3C77"/>
    <w:rsid w:val="1C8222DC"/>
    <w:rsid w:val="1DA10CC1"/>
    <w:rsid w:val="1DF801B2"/>
    <w:rsid w:val="1F5E6A3F"/>
    <w:rsid w:val="2101526C"/>
    <w:rsid w:val="23410E01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95625BB"/>
    <w:rsid w:val="2A03587F"/>
    <w:rsid w:val="2A605831"/>
    <w:rsid w:val="2A781B3D"/>
    <w:rsid w:val="2ABA4B49"/>
    <w:rsid w:val="2B485E02"/>
    <w:rsid w:val="2C202412"/>
    <w:rsid w:val="2C2D0B4A"/>
    <w:rsid w:val="2C91644C"/>
    <w:rsid w:val="2DB00638"/>
    <w:rsid w:val="2F006439"/>
    <w:rsid w:val="305E30E2"/>
    <w:rsid w:val="30D47492"/>
    <w:rsid w:val="31192F1A"/>
    <w:rsid w:val="31B7722A"/>
    <w:rsid w:val="32AC3AD3"/>
    <w:rsid w:val="32E36C3E"/>
    <w:rsid w:val="331C7A3F"/>
    <w:rsid w:val="338A1C5E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B790662"/>
    <w:rsid w:val="3BFF6B0B"/>
    <w:rsid w:val="3C322526"/>
    <w:rsid w:val="3C5875D4"/>
    <w:rsid w:val="3C9B0388"/>
    <w:rsid w:val="3C9D7733"/>
    <w:rsid w:val="3D5868FB"/>
    <w:rsid w:val="3DAE70B9"/>
    <w:rsid w:val="3F081032"/>
    <w:rsid w:val="3F235BE8"/>
    <w:rsid w:val="3F3D2073"/>
    <w:rsid w:val="40094FBB"/>
    <w:rsid w:val="40285D6C"/>
    <w:rsid w:val="404572B9"/>
    <w:rsid w:val="40A55063"/>
    <w:rsid w:val="41662FA6"/>
    <w:rsid w:val="42500371"/>
    <w:rsid w:val="44C77B6B"/>
    <w:rsid w:val="459317E9"/>
    <w:rsid w:val="45E81812"/>
    <w:rsid w:val="46591125"/>
    <w:rsid w:val="47B153A0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EFE2E84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EF3458A"/>
    <w:rsid w:val="5EF84350"/>
    <w:rsid w:val="625C545F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F35C0"/>
    <w:rsid w:val="6B9133FC"/>
    <w:rsid w:val="6D4A7888"/>
    <w:rsid w:val="6E064D15"/>
    <w:rsid w:val="6E1A7D08"/>
    <w:rsid w:val="6E8E14A3"/>
    <w:rsid w:val="70035DCE"/>
    <w:rsid w:val="706B694B"/>
    <w:rsid w:val="70706C59"/>
    <w:rsid w:val="71D25EC2"/>
    <w:rsid w:val="72F92F64"/>
    <w:rsid w:val="73784507"/>
    <w:rsid w:val="740B34BA"/>
    <w:rsid w:val="77E172B0"/>
    <w:rsid w:val="783E0E99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151</Words>
  <Characters>863</Characters>
  <Lines>7</Lines>
  <Paragraphs>2</Paragraphs>
  <TotalTime>8</TotalTime>
  <ScaleCrop>false</ScaleCrop>
  <LinksUpToDate>false</LinksUpToDate>
  <CharactersWithSpaces>1012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2025-07-02T08:37:00Z</cp:lastPrinted>
  <dcterms:modified xsi:type="dcterms:W3CDTF">2026-01-04T09:22:04Z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77052802428D4B668FB7F2979FB86B78</vt:lpwstr>
  </property>
</Properties>
</file>