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〔2026〕闽西监减字第79号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罪犯张杵城，男，1966年9月6日出生，汉族，小学文化，户籍所在地福建省平和县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，捕前系务农。该犯系主犯。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福建省平和县人民法院于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23年6月29日作出（2023）闽0628刑初197号刑事判决，以被告人张杵城犯故意伤害罪，判处有期徒刑七年。刑期自2023年4月7日起至2030年4月6日止。2023年7月26日交付福建省闽西监狱执行刑罚，属普管级罪犯。</w:t>
      </w:r>
    </w:p>
    <w:p>
      <w:pPr>
        <w:pStyle w:val="3"/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</w:t>
      </w:r>
      <w:r>
        <w:rPr>
          <w:rFonts w:hint="eastAsia" w:ascii="Times New Roman" w:hAnsi="Times New Roman"/>
          <w:iCs/>
          <w:szCs w:val="32"/>
        </w:rPr>
        <w:t>由于文化程度低由本人口述，他犯代写认罪悔罪书</w:t>
      </w:r>
      <w:r>
        <w:rPr>
          <w:rFonts w:hint="eastAsia" w:ascii="Times New Roman" w:hAnsi="Times New Roman"/>
          <w:szCs w:val="32"/>
        </w:rPr>
        <w:t>。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遵守监规：能遵守法律法规及监规纪律，接受教育改造，考核期内违规一次，扣3分。经民警教育，该犯能深刻认识自身错误行为，遵守监规纪律，至本次提请前未出现违规扣分行为。</w:t>
      </w:r>
    </w:p>
    <w:p>
      <w:pPr>
        <w:pStyle w:val="3"/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该犯考核期2023年7月26日至2025年9月累计获得考核分2356.5分，表扬一次，物质奖励二次。考核期内违规一次，于2025年6月19日扣3分。</w:t>
      </w:r>
    </w:p>
    <w:p>
      <w:pPr>
        <w:pStyle w:val="3"/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8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建议对罪犯张杵城予以减去有期徒刑四个月，特提请你院审理裁定。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张杵城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01FE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57D6"/>
    <w:rsid w:val="00106115"/>
    <w:rsid w:val="00107CE6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5C1"/>
    <w:rsid w:val="0019236D"/>
    <w:rsid w:val="001B05E5"/>
    <w:rsid w:val="001C2689"/>
    <w:rsid w:val="001C6A2A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93BF9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D166B"/>
    <w:rsid w:val="004E040D"/>
    <w:rsid w:val="004F209A"/>
    <w:rsid w:val="00512D34"/>
    <w:rsid w:val="00522256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4BC1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446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2F75"/>
    <w:rsid w:val="00B040FE"/>
    <w:rsid w:val="00B206EA"/>
    <w:rsid w:val="00B267AA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05A29"/>
    <w:rsid w:val="00C2676F"/>
    <w:rsid w:val="00C36201"/>
    <w:rsid w:val="00C45C68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77E3"/>
    <w:rsid w:val="00DF2E9F"/>
    <w:rsid w:val="00E020C6"/>
    <w:rsid w:val="00E02C2C"/>
    <w:rsid w:val="00E054DD"/>
    <w:rsid w:val="00E05B34"/>
    <w:rsid w:val="00E255A1"/>
    <w:rsid w:val="00E619BF"/>
    <w:rsid w:val="00E71AE8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6885"/>
    <w:rsid w:val="00F77776"/>
    <w:rsid w:val="00F81362"/>
    <w:rsid w:val="00F903A7"/>
    <w:rsid w:val="00FA070E"/>
    <w:rsid w:val="00FA414F"/>
    <w:rsid w:val="00FA4EF1"/>
    <w:rsid w:val="00FB3B4D"/>
    <w:rsid w:val="00FC402D"/>
    <w:rsid w:val="00FC60D6"/>
    <w:rsid w:val="00FC74F1"/>
    <w:rsid w:val="00FE0268"/>
    <w:rsid w:val="00FE13D6"/>
    <w:rsid w:val="00FF1AA8"/>
    <w:rsid w:val="00FF398D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E47E7B"/>
    <w:rsid w:val="0F327100"/>
    <w:rsid w:val="10435587"/>
    <w:rsid w:val="105459B2"/>
    <w:rsid w:val="10D024A9"/>
    <w:rsid w:val="12DB4186"/>
    <w:rsid w:val="12FA27EF"/>
    <w:rsid w:val="146953FD"/>
    <w:rsid w:val="149C6ED6"/>
    <w:rsid w:val="156F6517"/>
    <w:rsid w:val="17C67BCF"/>
    <w:rsid w:val="17CF1E12"/>
    <w:rsid w:val="189F41C9"/>
    <w:rsid w:val="1A804B59"/>
    <w:rsid w:val="1BA34F92"/>
    <w:rsid w:val="1C010F9E"/>
    <w:rsid w:val="1C0C3C77"/>
    <w:rsid w:val="1C8222DC"/>
    <w:rsid w:val="1DA10CC1"/>
    <w:rsid w:val="1DCB4D66"/>
    <w:rsid w:val="1DF801B2"/>
    <w:rsid w:val="1F5E6A3F"/>
    <w:rsid w:val="221C1843"/>
    <w:rsid w:val="22BD1205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667F78"/>
    <w:rsid w:val="397C12BC"/>
    <w:rsid w:val="3A46238F"/>
    <w:rsid w:val="3ACD551B"/>
    <w:rsid w:val="3B790662"/>
    <w:rsid w:val="3BFF6B0B"/>
    <w:rsid w:val="3C322526"/>
    <w:rsid w:val="3C5875D4"/>
    <w:rsid w:val="3C9B0388"/>
    <w:rsid w:val="3C9D7733"/>
    <w:rsid w:val="3D3E13B1"/>
    <w:rsid w:val="3D5868FB"/>
    <w:rsid w:val="3DAE70B9"/>
    <w:rsid w:val="3F081032"/>
    <w:rsid w:val="3F235BE8"/>
    <w:rsid w:val="3F5C6F82"/>
    <w:rsid w:val="40094FBB"/>
    <w:rsid w:val="40285D6C"/>
    <w:rsid w:val="402D3E06"/>
    <w:rsid w:val="404572B9"/>
    <w:rsid w:val="405C46A2"/>
    <w:rsid w:val="40A55063"/>
    <w:rsid w:val="41250FC5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E584C3B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7FA7058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D72056E"/>
    <w:rsid w:val="5DAB197A"/>
    <w:rsid w:val="5EF3458A"/>
    <w:rsid w:val="5EF84350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93DC5"/>
    <w:rsid w:val="6B9133FC"/>
    <w:rsid w:val="6D4A7888"/>
    <w:rsid w:val="6E1A7D08"/>
    <w:rsid w:val="6E8E14A3"/>
    <w:rsid w:val="6F0E4B35"/>
    <w:rsid w:val="70035DCE"/>
    <w:rsid w:val="706B694B"/>
    <w:rsid w:val="70706C59"/>
    <w:rsid w:val="71D25EC2"/>
    <w:rsid w:val="72F92F64"/>
    <w:rsid w:val="73784507"/>
    <w:rsid w:val="740B34BA"/>
    <w:rsid w:val="756B3A09"/>
    <w:rsid w:val="77E172B0"/>
    <w:rsid w:val="783E0E99"/>
    <w:rsid w:val="78C35DF4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111</Words>
  <Characters>635</Characters>
  <Lines>5</Lines>
  <Paragraphs>1</Paragraphs>
  <TotalTime>3</TotalTime>
  <ScaleCrop>false</ScaleCrop>
  <LinksUpToDate>false</LinksUpToDate>
  <CharactersWithSpaces>745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2026-01-04T09:22:13Z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15CFF80814C045AC98AA8C14A39FD7DC</vt:lpwstr>
  </property>
</Properties>
</file>