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〔2026〕闽西监减字第80号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罪犯赵宝东，男，2000年8月7日出生，汉族，高中文化，住河南省固始县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，捕前系无业人员。该犯系数罪并罚罪犯。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福建省晋江市人民法院于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22年10月28日作出（2022）闽0582刑初1941号刑事判决，以被告人赵宝东犯抢劫罪，判处有期徒刑三年，并处罚金人民币3000元；犯盗窃罪，判处有期徒刑二年二个月，并处罚金人民币10000元，决定执行有期徒刑四年四个月，并处罚金人民币13000元；责令退赔各被害人经济损失共计人民币31400元。刑期自2022年6月10日起至2026年10月9日止。2023年1月11日交付福建省闽西监狱执行刑罚，属普管级罪犯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60" w:lineRule="exact"/>
        <w:ind w:firstLine="640" w:firstLineChars="200"/>
        <w:rPr>
          <w:rFonts w:ascii="Times New Roman" w:hAnsi="Times New Roman"/>
          <w:color w:val="FF0000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该犯考核期2023年1月11日至2025年9月累计获得考核分3160.7分，表扬四次，物质奖励一次。考核期内无违规扣分。</w:t>
      </w:r>
    </w:p>
    <w:p>
      <w:pPr>
        <w:pStyle w:val="3"/>
        <w:spacing w:line="560" w:lineRule="exact"/>
        <w:ind w:firstLine="614" w:firstLineChars="192"/>
        <w:rPr>
          <w:rFonts w:ascii="仿宋_GB2312" w:hAnsi="宋体"/>
          <w:sz w:val="28"/>
          <w:szCs w:val="28"/>
        </w:rPr>
      </w:pPr>
      <w:r>
        <w:rPr>
          <w:rFonts w:hint="eastAsia" w:ascii="Times New Roman" w:hAnsi="Times New Roman"/>
          <w:szCs w:val="32"/>
        </w:rPr>
        <w:t xml:space="preserve">该犯原判财产性判项已履行人民币44400元，其中本次提请向福建省晋江市人民法院缴纳罚金人民币13000元，缴纳退赔款人民币31400元。 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建议对罪犯赵宝东予以减去有期徒刑七个月，特提请你院审理裁定。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赵宝东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57D6"/>
    <w:rsid w:val="00106115"/>
    <w:rsid w:val="00107CE6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85013"/>
    <w:rsid w:val="00185D10"/>
    <w:rsid w:val="00187484"/>
    <w:rsid w:val="001905C1"/>
    <w:rsid w:val="0019236D"/>
    <w:rsid w:val="001B05E5"/>
    <w:rsid w:val="001C2689"/>
    <w:rsid w:val="001C6A2A"/>
    <w:rsid w:val="001D0790"/>
    <w:rsid w:val="001F3286"/>
    <w:rsid w:val="00204BFC"/>
    <w:rsid w:val="002102D5"/>
    <w:rsid w:val="00211CB4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93BF9"/>
    <w:rsid w:val="002A0896"/>
    <w:rsid w:val="002A58A9"/>
    <w:rsid w:val="002B7BF1"/>
    <w:rsid w:val="002C4B18"/>
    <w:rsid w:val="002D1ACD"/>
    <w:rsid w:val="002D4FD1"/>
    <w:rsid w:val="002E0747"/>
    <w:rsid w:val="002F1C4F"/>
    <w:rsid w:val="002F2FCE"/>
    <w:rsid w:val="002F5DB9"/>
    <w:rsid w:val="00305568"/>
    <w:rsid w:val="00306CEC"/>
    <w:rsid w:val="00313E35"/>
    <w:rsid w:val="00315B92"/>
    <w:rsid w:val="00324D8D"/>
    <w:rsid w:val="003300EB"/>
    <w:rsid w:val="0033739A"/>
    <w:rsid w:val="0034091F"/>
    <w:rsid w:val="00342820"/>
    <w:rsid w:val="00355748"/>
    <w:rsid w:val="0036386F"/>
    <w:rsid w:val="003642C7"/>
    <w:rsid w:val="0038120A"/>
    <w:rsid w:val="003A2191"/>
    <w:rsid w:val="003C68A8"/>
    <w:rsid w:val="003D5BB0"/>
    <w:rsid w:val="003D61FA"/>
    <w:rsid w:val="003D7A87"/>
    <w:rsid w:val="003E3E45"/>
    <w:rsid w:val="003F04D7"/>
    <w:rsid w:val="003F67CA"/>
    <w:rsid w:val="0042186D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6DBD"/>
    <w:rsid w:val="007B3F4A"/>
    <w:rsid w:val="007C1C9F"/>
    <w:rsid w:val="007D0CD1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446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12DEA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44F5B"/>
    <w:rsid w:val="00B632B3"/>
    <w:rsid w:val="00B8225D"/>
    <w:rsid w:val="00B842C0"/>
    <w:rsid w:val="00B84E79"/>
    <w:rsid w:val="00BA681F"/>
    <w:rsid w:val="00BB4EE3"/>
    <w:rsid w:val="00BC607F"/>
    <w:rsid w:val="00BD454D"/>
    <w:rsid w:val="00BD767A"/>
    <w:rsid w:val="00BE02E4"/>
    <w:rsid w:val="00BF3B65"/>
    <w:rsid w:val="00BF4685"/>
    <w:rsid w:val="00BF6019"/>
    <w:rsid w:val="00C00C3C"/>
    <w:rsid w:val="00C0237E"/>
    <w:rsid w:val="00C05A29"/>
    <w:rsid w:val="00C2676F"/>
    <w:rsid w:val="00C36201"/>
    <w:rsid w:val="00C40376"/>
    <w:rsid w:val="00C45C68"/>
    <w:rsid w:val="00C51B0A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4A93"/>
    <w:rsid w:val="00DE77E3"/>
    <w:rsid w:val="00DF2E9F"/>
    <w:rsid w:val="00E020C6"/>
    <w:rsid w:val="00E02C2C"/>
    <w:rsid w:val="00E054DD"/>
    <w:rsid w:val="00E05B34"/>
    <w:rsid w:val="00E255A1"/>
    <w:rsid w:val="00E619BF"/>
    <w:rsid w:val="00E71AE8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C74F1"/>
    <w:rsid w:val="00FE0268"/>
    <w:rsid w:val="00FE13D6"/>
    <w:rsid w:val="00FF1AA8"/>
    <w:rsid w:val="00FF398D"/>
    <w:rsid w:val="010212D3"/>
    <w:rsid w:val="01752EEC"/>
    <w:rsid w:val="01AC54CC"/>
    <w:rsid w:val="0432222E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DE47E7B"/>
    <w:rsid w:val="0F327100"/>
    <w:rsid w:val="10435587"/>
    <w:rsid w:val="1047183F"/>
    <w:rsid w:val="105459B2"/>
    <w:rsid w:val="10D024A9"/>
    <w:rsid w:val="12DB4186"/>
    <w:rsid w:val="12FA27EF"/>
    <w:rsid w:val="146953FD"/>
    <w:rsid w:val="149C6ED6"/>
    <w:rsid w:val="156F6517"/>
    <w:rsid w:val="17457ECD"/>
    <w:rsid w:val="17C67BCF"/>
    <w:rsid w:val="17CF1E12"/>
    <w:rsid w:val="189F41C9"/>
    <w:rsid w:val="1A804B59"/>
    <w:rsid w:val="1AFD64A1"/>
    <w:rsid w:val="1BA34F92"/>
    <w:rsid w:val="1C010F9E"/>
    <w:rsid w:val="1C0C3C77"/>
    <w:rsid w:val="1C8222DC"/>
    <w:rsid w:val="1DA10CC1"/>
    <w:rsid w:val="1DCB4D66"/>
    <w:rsid w:val="1DF801B2"/>
    <w:rsid w:val="1F5E6A3F"/>
    <w:rsid w:val="221C1843"/>
    <w:rsid w:val="22BD1205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667F78"/>
    <w:rsid w:val="397C12BC"/>
    <w:rsid w:val="3A46238F"/>
    <w:rsid w:val="3ACD551B"/>
    <w:rsid w:val="3B790662"/>
    <w:rsid w:val="3BFF6B0B"/>
    <w:rsid w:val="3C322526"/>
    <w:rsid w:val="3C5875D4"/>
    <w:rsid w:val="3C9B0388"/>
    <w:rsid w:val="3C9D7733"/>
    <w:rsid w:val="3D3E13B1"/>
    <w:rsid w:val="3D5868FB"/>
    <w:rsid w:val="3DAE70B9"/>
    <w:rsid w:val="3F081032"/>
    <w:rsid w:val="3F235BE8"/>
    <w:rsid w:val="3F5C6F82"/>
    <w:rsid w:val="40094FBB"/>
    <w:rsid w:val="40285D6C"/>
    <w:rsid w:val="402D3E06"/>
    <w:rsid w:val="404572B9"/>
    <w:rsid w:val="405C46A2"/>
    <w:rsid w:val="40A55063"/>
    <w:rsid w:val="40EB068C"/>
    <w:rsid w:val="41250FC5"/>
    <w:rsid w:val="41662FA6"/>
    <w:rsid w:val="42500371"/>
    <w:rsid w:val="44C77B6B"/>
    <w:rsid w:val="459317E9"/>
    <w:rsid w:val="45E81812"/>
    <w:rsid w:val="46591125"/>
    <w:rsid w:val="47B153A0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E584C3B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7FA7058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D72056E"/>
    <w:rsid w:val="5DAB197A"/>
    <w:rsid w:val="5EAB1D91"/>
    <w:rsid w:val="5EF3458A"/>
    <w:rsid w:val="5EF84350"/>
    <w:rsid w:val="625C545F"/>
    <w:rsid w:val="63F85F50"/>
    <w:rsid w:val="64DD3107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93DC5"/>
    <w:rsid w:val="6B9133FC"/>
    <w:rsid w:val="6D4A7888"/>
    <w:rsid w:val="6E1A7D08"/>
    <w:rsid w:val="6E8E14A3"/>
    <w:rsid w:val="6F0E4B35"/>
    <w:rsid w:val="70035DCE"/>
    <w:rsid w:val="706B694B"/>
    <w:rsid w:val="70706C59"/>
    <w:rsid w:val="71D25EC2"/>
    <w:rsid w:val="72F92F64"/>
    <w:rsid w:val="73784507"/>
    <w:rsid w:val="740B34BA"/>
    <w:rsid w:val="77E172B0"/>
    <w:rsid w:val="783E0E99"/>
    <w:rsid w:val="78C35DF4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  <w:rsid w:val="FFFF2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123</Words>
  <Characters>707</Characters>
  <Lines>5</Lines>
  <Paragraphs>1</Paragraphs>
  <TotalTime>14</TotalTime>
  <ScaleCrop>false</ScaleCrop>
  <LinksUpToDate>false</LinksUpToDate>
  <CharactersWithSpaces>829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2025-07-02T08:37:00Z</cp:lastPrinted>
  <dcterms:modified xsi:type="dcterms:W3CDTF">2026-01-04T09:22:22Z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15CFF80814C045AC98AA8C14A39FD7DC</vt:lpwstr>
  </property>
</Properties>
</file>