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〔2026〕闽西监减字第91号</w:t>
      </w:r>
    </w:p>
    <w:p>
      <w:pPr>
        <w:spacing w:line="600" w:lineRule="exact"/>
        <w:ind w:firstLine="640" w:firstLineChars="200"/>
        <w:rPr>
          <w:rFonts w:ascii="Times New Roman" w:hAnsi="Times New Roman"/>
          <w:szCs w:val="32"/>
        </w:rPr>
      </w:pPr>
      <w:r>
        <w:rPr>
          <w:rFonts w:hint="eastAsia" w:ascii="Times New Roman" w:hAnsi="Times New Roman"/>
          <w:szCs w:val="32"/>
        </w:rPr>
        <w:t>罪犯陈阳坤，男，2005年1月8日出生，汉族，中专文化，户籍所在地福建省安溪县</w:t>
      </w:r>
      <w:bookmarkStart w:id="0" w:name="_GoBack"/>
      <w:bookmarkEnd w:id="0"/>
      <w:r>
        <w:rPr>
          <w:rFonts w:hint="eastAsia" w:ascii="Times New Roman" w:hAnsi="Times New Roman"/>
          <w:szCs w:val="32"/>
        </w:rPr>
        <w:t>，捕前系务工人员。</w:t>
      </w:r>
    </w:p>
    <w:p>
      <w:pPr>
        <w:spacing w:line="600" w:lineRule="exact"/>
        <w:ind w:firstLine="640" w:firstLineChars="200"/>
        <w:rPr>
          <w:rFonts w:ascii="Times New Roman" w:hAnsi="Times New Roman"/>
          <w:szCs w:val="32"/>
        </w:rPr>
      </w:pPr>
      <w:r>
        <w:rPr>
          <w:rFonts w:hint="eastAsia" w:ascii="Times New Roman" w:hAnsi="Times New Roman"/>
          <w:szCs w:val="32"/>
        </w:rPr>
        <w:t>福建省泉州市丰泽区人民法院于2024年8月30日作出（2024）闽0503刑初319号刑事判决，以被告人陈阳坤犯掩饰、隐瞒犯罪所得罪，判处有期徒刑一年八个月，并处罚金人民币5000元；继续追缴被告人陈阳坤的违法所得人民币1300元，上缴国库。刑期自2024年8月30日起至2026年4月27日止。2024年10月12日交付福建省闽西监狱执行刑罚。属普管级罪犯。</w:t>
      </w:r>
    </w:p>
    <w:p>
      <w:pPr>
        <w:spacing w:line="600" w:lineRule="exact"/>
        <w:ind w:firstLine="640" w:firstLineChars="200"/>
        <w:rPr>
          <w:rFonts w:ascii="Times New Roman" w:hAnsi="Times New Roman"/>
          <w:szCs w:val="32"/>
        </w:rPr>
      </w:pPr>
      <w:r>
        <w:rPr>
          <w:rFonts w:hint="eastAsia" w:ascii="Times New Roman" w:hAnsi="Times New Roman"/>
          <w:szCs w:val="32"/>
        </w:rPr>
        <w:t>该犯自入监以来确有悔改表现，具体事实如下：</w:t>
      </w:r>
    </w:p>
    <w:p>
      <w:pPr>
        <w:spacing w:line="600" w:lineRule="exact"/>
        <w:ind w:firstLine="640" w:firstLineChars="200"/>
        <w:rPr>
          <w:rFonts w:ascii="Times New Roman" w:hAnsi="Times New Roman"/>
          <w:szCs w:val="32"/>
        </w:rPr>
      </w:pPr>
      <w:r>
        <w:rPr>
          <w:rFonts w:hint="eastAsia" w:ascii="Times New Roman" w:hAnsi="Times New Roman"/>
          <w:szCs w:val="32"/>
        </w:rPr>
        <w:t>认罪悔罪：能服从法院判决，</w:t>
      </w:r>
      <w:r>
        <w:rPr>
          <w:rFonts w:hint="eastAsia" w:ascii="仿宋_GB2312" w:hAnsi="仿宋"/>
          <w:iCs/>
          <w:kern w:val="2"/>
          <w:szCs w:val="32"/>
        </w:rPr>
        <w:t>自书认罪悔罪书</w:t>
      </w:r>
      <w:r>
        <w:rPr>
          <w:rFonts w:hint="eastAsia" w:ascii="Times New Roman" w:hAnsi="Times New Roman"/>
          <w:szCs w:val="32"/>
        </w:rPr>
        <w:t>。</w:t>
      </w:r>
    </w:p>
    <w:p>
      <w:pPr>
        <w:spacing w:line="600" w:lineRule="exact"/>
        <w:ind w:firstLine="640" w:firstLineChars="200"/>
        <w:rPr>
          <w:rFonts w:ascii="仿宋_GB2312" w:hAnsi="仿宋" w:cs="宋体"/>
          <w:szCs w:val="32"/>
          <w:lang w:val="zh-CN"/>
        </w:rPr>
      </w:pPr>
      <w:r>
        <w:rPr>
          <w:rFonts w:hint="eastAsia" w:ascii="Times New Roman" w:hAnsi="Times New Roman"/>
          <w:szCs w:val="32"/>
        </w:rPr>
        <w:t>遵守监规：能遵守法律法规及监规纪律，接受教育改造。</w:t>
      </w:r>
    </w:p>
    <w:p>
      <w:pPr>
        <w:spacing w:line="600" w:lineRule="exact"/>
        <w:ind w:firstLine="640" w:firstLineChars="20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p>
    <w:p>
      <w:pPr>
        <w:spacing w:line="60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spacing w:line="600" w:lineRule="exact"/>
        <w:ind w:firstLine="640" w:firstLineChars="200"/>
        <w:rPr>
          <w:rFonts w:ascii="Times New Roman" w:hAnsi="Times New Roman"/>
          <w:szCs w:val="32"/>
        </w:rPr>
      </w:pPr>
      <w:r>
        <w:rPr>
          <w:rFonts w:hint="eastAsia" w:ascii="Times New Roman" w:hAnsi="Times New Roman"/>
          <w:szCs w:val="32"/>
        </w:rPr>
        <w:t>奖惩情况：</w:t>
      </w:r>
    </w:p>
    <w:p>
      <w:pPr>
        <w:spacing w:line="600" w:lineRule="exact"/>
        <w:ind w:firstLine="640" w:firstLineChars="200"/>
        <w:rPr>
          <w:szCs w:val="32"/>
        </w:rPr>
      </w:pPr>
      <w:r>
        <w:rPr>
          <w:rFonts w:hint="eastAsia" w:ascii="Times New Roman" w:hAnsi="Times New Roman"/>
          <w:szCs w:val="32"/>
        </w:rPr>
        <w:t>该犯考核期2024年10月12日至2025年9月累计获得考核分975分，物质奖励一次。</w:t>
      </w:r>
      <w:r>
        <w:rPr>
          <w:rFonts w:hint="eastAsia"/>
          <w:szCs w:val="32"/>
        </w:rPr>
        <w:t>考核期内无违规扣分。</w:t>
      </w:r>
    </w:p>
    <w:p>
      <w:pPr>
        <w:pStyle w:val="3"/>
        <w:spacing w:line="600" w:lineRule="exact"/>
        <w:ind w:firstLine="614" w:firstLineChars="192"/>
        <w:rPr>
          <w:rFonts w:ascii="Times New Roman" w:hAnsi="Times New Roman"/>
          <w:szCs w:val="32"/>
        </w:rPr>
      </w:pPr>
      <w:r>
        <w:rPr>
          <w:rFonts w:hint="eastAsia" w:ascii="Times New Roman" w:hAnsi="Times New Roman"/>
          <w:szCs w:val="32"/>
        </w:rPr>
        <w:t>该犯原判财产性判项已履行人民币6300元，其中本次提请向泉州市丰泽区人民法院缴纳罚金及违法所得共计人民币6300元。</w:t>
      </w:r>
    </w:p>
    <w:p>
      <w:pPr>
        <w:pStyle w:val="3"/>
        <w:spacing w:line="60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16</w:t>
      </w:r>
      <w:r>
        <w:rPr>
          <w:rFonts w:hint="eastAsia" w:ascii="Times New Roman" w:hAnsi="Times New Roman"/>
          <w:szCs w:val="32"/>
        </w:rPr>
        <w:t>日至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22</w:t>
      </w:r>
      <w:r>
        <w:rPr>
          <w:rFonts w:hint="eastAsia" w:ascii="Times New Roman" w:hAnsi="Times New Roman"/>
          <w:szCs w:val="32"/>
        </w:rPr>
        <w:t>日在狱内公示未收到不同意见。</w:t>
      </w:r>
    </w:p>
    <w:p>
      <w:pPr>
        <w:pStyle w:val="3"/>
        <w:spacing w:line="60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建议对罪犯陈阳坤予以减去剩余刑期，特提请你院审理裁定。</w:t>
      </w:r>
    </w:p>
    <w:p>
      <w:pPr>
        <w:pStyle w:val="3"/>
        <w:spacing w:line="620" w:lineRule="exact"/>
        <w:ind w:firstLine="614" w:firstLineChars="192"/>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附件：⒈罪犯陈阳坤卷宗贰册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ind w:right="-48" w:rightChars="-15"/>
        <w:rPr>
          <w:rFonts w:ascii="Times New Roman" w:hAnsi="Times New Roman"/>
          <w:szCs w:val="32"/>
        </w:rPr>
      </w:pP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w:t>
      </w:r>
      <w:r>
        <w:rPr>
          <w:rFonts w:hint="eastAsia" w:ascii="Times New Roman" w:hAnsi="Times New Roman"/>
          <w:szCs w:val="32"/>
        </w:rPr>
        <w:t>25年12月23日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387A"/>
    <w:rsid w:val="000456EC"/>
    <w:rsid w:val="00047EE2"/>
    <w:rsid w:val="000575EE"/>
    <w:rsid w:val="000660BD"/>
    <w:rsid w:val="00066CDD"/>
    <w:rsid w:val="00076501"/>
    <w:rsid w:val="000876C2"/>
    <w:rsid w:val="000A2C91"/>
    <w:rsid w:val="000A54D1"/>
    <w:rsid w:val="000A7ED7"/>
    <w:rsid w:val="000B0AA4"/>
    <w:rsid w:val="000B2219"/>
    <w:rsid w:val="000B36C2"/>
    <w:rsid w:val="000B3744"/>
    <w:rsid w:val="000B4873"/>
    <w:rsid w:val="000D7793"/>
    <w:rsid w:val="000F464D"/>
    <w:rsid w:val="000F5EC0"/>
    <w:rsid w:val="000F6405"/>
    <w:rsid w:val="000F75BB"/>
    <w:rsid w:val="00106115"/>
    <w:rsid w:val="00114CDE"/>
    <w:rsid w:val="00122A71"/>
    <w:rsid w:val="001234C3"/>
    <w:rsid w:val="001249FC"/>
    <w:rsid w:val="00125801"/>
    <w:rsid w:val="0012740F"/>
    <w:rsid w:val="00127F50"/>
    <w:rsid w:val="00134CC2"/>
    <w:rsid w:val="001436F9"/>
    <w:rsid w:val="00145796"/>
    <w:rsid w:val="00147948"/>
    <w:rsid w:val="00147C54"/>
    <w:rsid w:val="00175D94"/>
    <w:rsid w:val="00185013"/>
    <w:rsid w:val="00185D10"/>
    <w:rsid w:val="001905C1"/>
    <w:rsid w:val="0019236D"/>
    <w:rsid w:val="001B05E5"/>
    <w:rsid w:val="001B1376"/>
    <w:rsid w:val="001C2689"/>
    <w:rsid w:val="001C6A2A"/>
    <w:rsid w:val="001D0790"/>
    <w:rsid w:val="00204BFC"/>
    <w:rsid w:val="002102D5"/>
    <w:rsid w:val="00216E0B"/>
    <w:rsid w:val="00223E8F"/>
    <w:rsid w:val="002374B0"/>
    <w:rsid w:val="00240BD2"/>
    <w:rsid w:val="002471D8"/>
    <w:rsid w:val="00247981"/>
    <w:rsid w:val="002557F8"/>
    <w:rsid w:val="00255F0D"/>
    <w:rsid w:val="00260044"/>
    <w:rsid w:val="00267B99"/>
    <w:rsid w:val="002716D4"/>
    <w:rsid w:val="002733EC"/>
    <w:rsid w:val="00273857"/>
    <w:rsid w:val="00285E1C"/>
    <w:rsid w:val="0028781C"/>
    <w:rsid w:val="0029154A"/>
    <w:rsid w:val="00292582"/>
    <w:rsid w:val="002A0896"/>
    <w:rsid w:val="002A58A9"/>
    <w:rsid w:val="002B7BF1"/>
    <w:rsid w:val="002D1ACD"/>
    <w:rsid w:val="002D4FD1"/>
    <w:rsid w:val="002E0747"/>
    <w:rsid w:val="002F1C4F"/>
    <w:rsid w:val="002F1CA7"/>
    <w:rsid w:val="002F5DB9"/>
    <w:rsid w:val="00305568"/>
    <w:rsid w:val="00306CEC"/>
    <w:rsid w:val="00315B92"/>
    <w:rsid w:val="00324D8D"/>
    <w:rsid w:val="003300EB"/>
    <w:rsid w:val="00335810"/>
    <w:rsid w:val="0033739A"/>
    <w:rsid w:val="0034091F"/>
    <w:rsid w:val="00342820"/>
    <w:rsid w:val="00355748"/>
    <w:rsid w:val="00357DA9"/>
    <w:rsid w:val="0036386F"/>
    <w:rsid w:val="003C68A8"/>
    <w:rsid w:val="003D61FA"/>
    <w:rsid w:val="003E3E45"/>
    <w:rsid w:val="003F04D7"/>
    <w:rsid w:val="003F4829"/>
    <w:rsid w:val="003F67CA"/>
    <w:rsid w:val="0041243D"/>
    <w:rsid w:val="0042186D"/>
    <w:rsid w:val="00447D4F"/>
    <w:rsid w:val="00464A95"/>
    <w:rsid w:val="004666D2"/>
    <w:rsid w:val="00474F2C"/>
    <w:rsid w:val="00476C4A"/>
    <w:rsid w:val="00481050"/>
    <w:rsid w:val="00485D69"/>
    <w:rsid w:val="00492DDE"/>
    <w:rsid w:val="00495B8A"/>
    <w:rsid w:val="004A4EFA"/>
    <w:rsid w:val="004C053B"/>
    <w:rsid w:val="004E040D"/>
    <w:rsid w:val="004E1371"/>
    <w:rsid w:val="004F209A"/>
    <w:rsid w:val="00505FE3"/>
    <w:rsid w:val="00512D34"/>
    <w:rsid w:val="005244B2"/>
    <w:rsid w:val="00526DC8"/>
    <w:rsid w:val="00527E81"/>
    <w:rsid w:val="00531A3B"/>
    <w:rsid w:val="00531F0D"/>
    <w:rsid w:val="00533E79"/>
    <w:rsid w:val="00536201"/>
    <w:rsid w:val="005373F7"/>
    <w:rsid w:val="005409BB"/>
    <w:rsid w:val="00540A30"/>
    <w:rsid w:val="00541FE8"/>
    <w:rsid w:val="005662D1"/>
    <w:rsid w:val="005755A3"/>
    <w:rsid w:val="00577C5D"/>
    <w:rsid w:val="00587CE6"/>
    <w:rsid w:val="00591C75"/>
    <w:rsid w:val="005B4C82"/>
    <w:rsid w:val="005B6DBD"/>
    <w:rsid w:val="005C02C7"/>
    <w:rsid w:val="005C1A48"/>
    <w:rsid w:val="005C1FD6"/>
    <w:rsid w:val="005C3D95"/>
    <w:rsid w:val="005C4425"/>
    <w:rsid w:val="005C5A63"/>
    <w:rsid w:val="005C6758"/>
    <w:rsid w:val="005D2666"/>
    <w:rsid w:val="005D611C"/>
    <w:rsid w:val="005E137A"/>
    <w:rsid w:val="005E3C1F"/>
    <w:rsid w:val="005E7E53"/>
    <w:rsid w:val="005F1945"/>
    <w:rsid w:val="005F38A5"/>
    <w:rsid w:val="005F6776"/>
    <w:rsid w:val="005F725F"/>
    <w:rsid w:val="00603CF6"/>
    <w:rsid w:val="00612ABA"/>
    <w:rsid w:val="006236B1"/>
    <w:rsid w:val="006245E8"/>
    <w:rsid w:val="00627B2E"/>
    <w:rsid w:val="00634CB9"/>
    <w:rsid w:val="00641375"/>
    <w:rsid w:val="00642194"/>
    <w:rsid w:val="006430D0"/>
    <w:rsid w:val="00645512"/>
    <w:rsid w:val="006470BE"/>
    <w:rsid w:val="00647988"/>
    <w:rsid w:val="0065064C"/>
    <w:rsid w:val="00676103"/>
    <w:rsid w:val="00676FA3"/>
    <w:rsid w:val="00682C4F"/>
    <w:rsid w:val="006A4AB5"/>
    <w:rsid w:val="006A67AD"/>
    <w:rsid w:val="006B13C3"/>
    <w:rsid w:val="006B6E6F"/>
    <w:rsid w:val="006C1408"/>
    <w:rsid w:val="006C4DEE"/>
    <w:rsid w:val="006C5246"/>
    <w:rsid w:val="006D0DC7"/>
    <w:rsid w:val="006D2179"/>
    <w:rsid w:val="00704644"/>
    <w:rsid w:val="00704788"/>
    <w:rsid w:val="00704BBC"/>
    <w:rsid w:val="0073056B"/>
    <w:rsid w:val="007318C1"/>
    <w:rsid w:val="00735C40"/>
    <w:rsid w:val="0074490C"/>
    <w:rsid w:val="00745F18"/>
    <w:rsid w:val="0075370B"/>
    <w:rsid w:val="00754211"/>
    <w:rsid w:val="0076171C"/>
    <w:rsid w:val="0076636C"/>
    <w:rsid w:val="007668FA"/>
    <w:rsid w:val="007678E0"/>
    <w:rsid w:val="00771B9F"/>
    <w:rsid w:val="00777B14"/>
    <w:rsid w:val="0078090A"/>
    <w:rsid w:val="007824E9"/>
    <w:rsid w:val="00786D9A"/>
    <w:rsid w:val="00790BB6"/>
    <w:rsid w:val="00791B4E"/>
    <w:rsid w:val="007A6DBD"/>
    <w:rsid w:val="007B3F4A"/>
    <w:rsid w:val="007C1C9F"/>
    <w:rsid w:val="007F0991"/>
    <w:rsid w:val="007F25CC"/>
    <w:rsid w:val="00801A32"/>
    <w:rsid w:val="0082522C"/>
    <w:rsid w:val="0082619E"/>
    <w:rsid w:val="00830E92"/>
    <w:rsid w:val="00834658"/>
    <w:rsid w:val="00841735"/>
    <w:rsid w:val="00845771"/>
    <w:rsid w:val="00851208"/>
    <w:rsid w:val="00875426"/>
    <w:rsid w:val="008810EB"/>
    <w:rsid w:val="00883EBC"/>
    <w:rsid w:val="00893395"/>
    <w:rsid w:val="00893E39"/>
    <w:rsid w:val="008A14AA"/>
    <w:rsid w:val="008A3BF9"/>
    <w:rsid w:val="008B0527"/>
    <w:rsid w:val="008B2D16"/>
    <w:rsid w:val="008B2F3B"/>
    <w:rsid w:val="008B38C5"/>
    <w:rsid w:val="008C7265"/>
    <w:rsid w:val="008D2B4A"/>
    <w:rsid w:val="008F4969"/>
    <w:rsid w:val="00900FCC"/>
    <w:rsid w:val="00905236"/>
    <w:rsid w:val="00913912"/>
    <w:rsid w:val="009145A5"/>
    <w:rsid w:val="009179EA"/>
    <w:rsid w:val="009337AA"/>
    <w:rsid w:val="00935495"/>
    <w:rsid w:val="00945CFB"/>
    <w:rsid w:val="009709D2"/>
    <w:rsid w:val="00970BD2"/>
    <w:rsid w:val="00974A7B"/>
    <w:rsid w:val="00984D46"/>
    <w:rsid w:val="00986234"/>
    <w:rsid w:val="00987085"/>
    <w:rsid w:val="009A5FCC"/>
    <w:rsid w:val="009B2204"/>
    <w:rsid w:val="009B48F2"/>
    <w:rsid w:val="009B790F"/>
    <w:rsid w:val="009D1069"/>
    <w:rsid w:val="009D2501"/>
    <w:rsid w:val="009D6EFB"/>
    <w:rsid w:val="009E1EDF"/>
    <w:rsid w:val="009E1F08"/>
    <w:rsid w:val="009E4A2A"/>
    <w:rsid w:val="009F2087"/>
    <w:rsid w:val="00A02337"/>
    <w:rsid w:val="00A045ED"/>
    <w:rsid w:val="00A130A5"/>
    <w:rsid w:val="00A142E3"/>
    <w:rsid w:val="00A159D9"/>
    <w:rsid w:val="00A17731"/>
    <w:rsid w:val="00A31294"/>
    <w:rsid w:val="00A31BEE"/>
    <w:rsid w:val="00A3343F"/>
    <w:rsid w:val="00A3772E"/>
    <w:rsid w:val="00A43D78"/>
    <w:rsid w:val="00A44E5E"/>
    <w:rsid w:val="00A53292"/>
    <w:rsid w:val="00A56AC9"/>
    <w:rsid w:val="00A6117F"/>
    <w:rsid w:val="00A625FB"/>
    <w:rsid w:val="00A663D7"/>
    <w:rsid w:val="00A727B4"/>
    <w:rsid w:val="00A72F7C"/>
    <w:rsid w:val="00A821AC"/>
    <w:rsid w:val="00A87C1B"/>
    <w:rsid w:val="00AA3892"/>
    <w:rsid w:val="00AB37B3"/>
    <w:rsid w:val="00AB6C59"/>
    <w:rsid w:val="00AB7A05"/>
    <w:rsid w:val="00AD4290"/>
    <w:rsid w:val="00AD4865"/>
    <w:rsid w:val="00AD742C"/>
    <w:rsid w:val="00AE7DFE"/>
    <w:rsid w:val="00AF6B56"/>
    <w:rsid w:val="00B040FE"/>
    <w:rsid w:val="00B12629"/>
    <w:rsid w:val="00B1717F"/>
    <w:rsid w:val="00B17C6E"/>
    <w:rsid w:val="00B206EA"/>
    <w:rsid w:val="00B246D9"/>
    <w:rsid w:val="00B267AA"/>
    <w:rsid w:val="00B44F5B"/>
    <w:rsid w:val="00B603FA"/>
    <w:rsid w:val="00B632B3"/>
    <w:rsid w:val="00B67467"/>
    <w:rsid w:val="00B729E0"/>
    <w:rsid w:val="00B842C0"/>
    <w:rsid w:val="00B84E79"/>
    <w:rsid w:val="00B9653E"/>
    <w:rsid w:val="00BA681F"/>
    <w:rsid w:val="00BB4EE3"/>
    <w:rsid w:val="00BC0732"/>
    <w:rsid w:val="00BC607F"/>
    <w:rsid w:val="00BD454D"/>
    <w:rsid w:val="00BD767A"/>
    <w:rsid w:val="00BE02E4"/>
    <w:rsid w:val="00BF3B65"/>
    <w:rsid w:val="00BF4685"/>
    <w:rsid w:val="00BF6019"/>
    <w:rsid w:val="00C00C3C"/>
    <w:rsid w:val="00C0237E"/>
    <w:rsid w:val="00C2676F"/>
    <w:rsid w:val="00C36201"/>
    <w:rsid w:val="00C413F5"/>
    <w:rsid w:val="00C45C68"/>
    <w:rsid w:val="00C51D70"/>
    <w:rsid w:val="00C51E28"/>
    <w:rsid w:val="00C73CD8"/>
    <w:rsid w:val="00C76BE1"/>
    <w:rsid w:val="00C8287A"/>
    <w:rsid w:val="00C923BA"/>
    <w:rsid w:val="00C95C9C"/>
    <w:rsid w:val="00CA2D49"/>
    <w:rsid w:val="00CA56CF"/>
    <w:rsid w:val="00CC0095"/>
    <w:rsid w:val="00CC3372"/>
    <w:rsid w:val="00CC744F"/>
    <w:rsid w:val="00CD0CAC"/>
    <w:rsid w:val="00CD2269"/>
    <w:rsid w:val="00CF4AD3"/>
    <w:rsid w:val="00CF4B5E"/>
    <w:rsid w:val="00D03882"/>
    <w:rsid w:val="00D12BFC"/>
    <w:rsid w:val="00D30BF1"/>
    <w:rsid w:val="00D3166D"/>
    <w:rsid w:val="00D417A6"/>
    <w:rsid w:val="00D46D39"/>
    <w:rsid w:val="00D47F72"/>
    <w:rsid w:val="00D51C31"/>
    <w:rsid w:val="00D56503"/>
    <w:rsid w:val="00D642FC"/>
    <w:rsid w:val="00D7039E"/>
    <w:rsid w:val="00D7605A"/>
    <w:rsid w:val="00D76E7E"/>
    <w:rsid w:val="00D77FC5"/>
    <w:rsid w:val="00D80302"/>
    <w:rsid w:val="00D82FCC"/>
    <w:rsid w:val="00D86BF4"/>
    <w:rsid w:val="00D87F13"/>
    <w:rsid w:val="00D913CF"/>
    <w:rsid w:val="00D948C8"/>
    <w:rsid w:val="00DB730D"/>
    <w:rsid w:val="00DC1F89"/>
    <w:rsid w:val="00DC6627"/>
    <w:rsid w:val="00DC6723"/>
    <w:rsid w:val="00DE77E3"/>
    <w:rsid w:val="00E020C6"/>
    <w:rsid w:val="00E028ED"/>
    <w:rsid w:val="00E02C2C"/>
    <w:rsid w:val="00E05B34"/>
    <w:rsid w:val="00E23A43"/>
    <w:rsid w:val="00E255A1"/>
    <w:rsid w:val="00E619BF"/>
    <w:rsid w:val="00E71AE8"/>
    <w:rsid w:val="00E7796C"/>
    <w:rsid w:val="00E8365E"/>
    <w:rsid w:val="00E9685C"/>
    <w:rsid w:val="00EA4D29"/>
    <w:rsid w:val="00EA62F0"/>
    <w:rsid w:val="00EB457A"/>
    <w:rsid w:val="00ED05E5"/>
    <w:rsid w:val="00ED22E7"/>
    <w:rsid w:val="00ED552C"/>
    <w:rsid w:val="00ED6B52"/>
    <w:rsid w:val="00EE521E"/>
    <w:rsid w:val="00EE5E2F"/>
    <w:rsid w:val="00EE721A"/>
    <w:rsid w:val="00EF0677"/>
    <w:rsid w:val="00EF26A6"/>
    <w:rsid w:val="00EF2BA4"/>
    <w:rsid w:val="00EF37EE"/>
    <w:rsid w:val="00EF6E7E"/>
    <w:rsid w:val="00F05427"/>
    <w:rsid w:val="00F12F6F"/>
    <w:rsid w:val="00F372EA"/>
    <w:rsid w:val="00F55A94"/>
    <w:rsid w:val="00F569CC"/>
    <w:rsid w:val="00F72566"/>
    <w:rsid w:val="00F74606"/>
    <w:rsid w:val="00F7743B"/>
    <w:rsid w:val="00F77776"/>
    <w:rsid w:val="00F81362"/>
    <w:rsid w:val="00F903A7"/>
    <w:rsid w:val="00FA414F"/>
    <w:rsid w:val="00FA4EF1"/>
    <w:rsid w:val="00FB31E7"/>
    <w:rsid w:val="00FB3B4D"/>
    <w:rsid w:val="00FC402D"/>
    <w:rsid w:val="00FC60D6"/>
    <w:rsid w:val="00FD3682"/>
    <w:rsid w:val="00FE0268"/>
    <w:rsid w:val="00FE13D6"/>
    <w:rsid w:val="00FF1AA8"/>
    <w:rsid w:val="00FF398D"/>
    <w:rsid w:val="010212D3"/>
    <w:rsid w:val="01752EEC"/>
    <w:rsid w:val="01AC54CC"/>
    <w:rsid w:val="0432222E"/>
    <w:rsid w:val="05644C48"/>
    <w:rsid w:val="0622630B"/>
    <w:rsid w:val="06F1205B"/>
    <w:rsid w:val="07193A6D"/>
    <w:rsid w:val="074D78CC"/>
    <w:rsid w:val="09055EDD"/>
    <w:rsid w:val="094B5E78"/>
    <w:rsid w:val="09D65705"/>
    <w:rsid w:val="0A586135"/>
    <w:rsid w:val="0B79287E"/>
    <w:rsid w:val="0C081499"/>
    <w:rsid w:val="0CB1678D"/>
    <w:rsid w:val="0CE0712C"/>
    <w:rsid w:val="0DD146F3"/>
    <w:rsid w:val="0F327100"/>
    <w:rsid w:val="10435587"/>
    <w:rsid w:val="105459B2"/>
    <w:rsid w:val="12DB4186"/>
    <w:rsid w:val="12FA27EF"/>
    <w:rsid w:val="149C6ED6"/>
    <w:rsid w:val="156F6517"/>
    <w:rsid w:val="1776488C"/>
    <w:rsid w:val="17C67BCF"/>
    <w:rsid w:val="17CF1E12"/>
    <w:rsid w:val="189F41C9"/>
    <w:rsid w:val="1A804B59"/>
    <w:rsid w:val="1C010F9E"/>
    <w:rsid w:val="1C0C3C77"/>
    <w:rsid w:val="1C8222DC"/>
    <w:rsid w:val="1DA10CC1"/>
    <w:rsid w:val="1DF801B2"/>
    <w:rsid w:val="21232928"/>
    <w:rsid w:val="23F30F1C"/>
    <w:rsid w:val="2494750E"/>
    <w:rsid w:val="251B1BA0"/>
    <w:rsid w:val="264A4F8F"/>
    <w:rsid w:val="265A68B3"/>
    <w:rsid w:val="26653B78"/>
    <w:rsid w:val="266A70CB"/>
    <w:rsid w:val="26AD7D9B"/>
    <w:rsid w:val="272C592D"/>
    <w:rsid w:val="27505565"/>
    <w:rsid w:val="2808627D"/>
    <w:rsid w:val="287B1323"/>
    <w:rsid w:val="288973D9"/>
    <w:rsid w:val="2A03587F"/>
    <w:rsid w:val="2A605831"/>
    <w:rsid w:val="2A65451E"/>
    <w:rsid w:val="2ABA4B49"/>
    <w:rsid w:val="2B485E02"/>
    <w:rsid w:val="2C202412"/>
    <w:rsid w:val="2C2D0B4A"/>
    <w:rsid w:val="2C91644C"/>
    <w:rsid w:val="2DB00638"/>
    <w:rsid w:val="2E93268C"/>
    <w:rsid w:val="2F006439"/>
    <w:rsid w:val="30D47492"/>
    <w:rsid w:val="31192F1A"/>
    <w:rsid w:val="31B7722A"/>
    <w:rsid w:val="32AC3AD3"/>
    <w:rsid w:val="32E36C3E"/>
    <w:rsid w:val="331C7A3F"/>
    <w:rsid w:val="33CA2808"/>
    <w:rsid w:val="33DC12A7"/>
    <w:rsid w:val="344E0782"/>
    <w:rsid w:val="344F456B"/>
    <w:rsid w:val="346F16AA"/>
    <w:rsid w:val="36AA1AAF"/>
    <w:rsid w:val="379B16DB"/>
    <w:rsid w:val="38497FF0"/>
    <w:rsid w:val="385B4CC9"/>
    <w:rsid w:val="397C12BC"/>
    <w:rsid w:val="3A46238F"/>
    <w:rsid w:val="3AE222BD"/>
    <w:rsid w:val="3B1A5297"/>
    <w:rsid w:val="3B390143"/>
    <w:rsid w:val="3B790662"/>
    <w:rsid w:val="3BFF6B0B"/>
    <w:rsid w:val="3C322526"/>
    <w:rsid w:val="3C9B0388"/>
    <w:rsid w:val="3C9D7733"/>
    <w:rsid w:val="3D5868FB"/>
    <w:rsid w:val="3DAE70B9"/>
    <w:rsid w:val="3F081032"/>
    <w:rsid w:val="3F235BE8"/>
    <w:rsid w:val="40094FBB"/>
    <w:rsid w:val="40285D6C"/>
    <w:rsid w:val="404572B9"/>
    <w:rsid w:val="40A55063"/>
    <w:rsid w:val="41300182"/>
    <w:rsid w:val="41662FA6"/>
    <w:rsid w:val="42500371"/>
    <w:rsid w:val="44C77B6B"/>
    <w:rsid w:val="459317E9"/>
    <w:rsid w:val="45E81812"/>
    <w:rsid w:val="463C6E75"/>
    <w:rsid w:val="46591125"/>
    <w:rsid w:val="49A45029"/>
    <w:rsid w:val="49ED4E63"/>
    <w:rsid w:val="4A037E9C"/>
    <w:rsid w:val="4A0E7F9A"/>
    <w:rsid w:val="4A6E13EA"/>
    <w:rsid w:val="4B725619"/>
    <w:rsid w:val="4CDA310C"/>
    <w:rsid w:val="4E016B22"/>
    <w:rsid w:val="4E096A6B"/>
    <w:rsid w:val="4E470991"/>
    <w:rsid w:val="4F2E566D"/>
    <w:rsid w:val="4F454AFF"/>
    <w:rsid w:val="4FFE3514"/>
    <w:rsid w:val="509427E0"/>
    <w:rsid w:val="50CC27E1"/>
    <w:rsid w:val="52782A7B"/>
    <w:rsid w:val="52841B80"/>
    <w:rsid w:val="53CC0384"/>
    <w:rsid w:val="54842746"/>
    <w:rsid w:val="5497280D"/>
    <w:rsid w:val="55FB3E3B"/>
    <w:rsid w:val="57D350CB"/>
    <w:rsid w:val="58641705"/>
    <w:rsid w:val="599F4978"/>
    <w:rsid w:val="5A066F9B"/>
    <w:rsid w:val="5AA83904"/>
    <w:rsid w:val="5B6D00E8"/>
    <w:rsid w:val="5CB028CB"/>
    <w:rsid w:val="5CB8517D"/>
    <w:rsid w:val="5CCD2AE8"/>
    <w:rsid w:val="5CD33A8C"/>
    <w:rsid w:val="5D1C7825"/>
    <w:rsid w:val="5D423C53"/>
    <w:rsid w:val="5EF3458A"/>
    <w:rsid w:val="5EF84350"/>
    <w:rsid w:val="5FB14341"/>
    <w:rsid w:val="60736203"/>
    <w:rsid w:val="625C545F"/>
    <w:rsid w:val="63F85F50"/>
    <w:rsid w:val="66747437"/>
    <w:rsid w:val="66C84AAE"/>
    <w:rsid w:val="66CC759D"/>
    <w:rsid w:val="66DA0A03"/>
    <w:rsid w:val="66F17941"/>
    <w:rsid w:val="67097636"/>
    <w:rsid w:val="67D873D3"/>
    <w:rsid w:val="68C226E4"/>
    <w:rsid w:val="699A5604"/>
    <w:rsid w:val="6A302052"/>
    <w:rsid w:val="6A681636"/>
    <w:rsid w:val="6B9133FC"/>
    <w:rsid w:val="6D4A7888"/>
    <w:rsid w:val="6E1A7D08"/>
    <w:rsid w:val="6E8E14A3"/>
    <w:rsid w:val="6E9E6937"/>
    <w:rsid w:val="6ED04208"/>
    <w:rsid w:val="70035DCE"/>
    <w:rsid w:val="706B694B"/>
    <w:rsid w:val="70706C59"/>
    <w:rsid w:val="70EB06E0"/>
    <w:rsid w:val="72F92F64"/>
    <w:rsid w:val="740B34BA"/>
    <w:rsid w:val="764F1C8E"/>
    <w:rsid w:val="769C45AB"/>
    <w:rsid w:val="77E172B0"/>
    <w:rsid w:val="783E0E99"/>
    <w:rsid w:val="79E0017F"/>
    <w:rsid w:val="7AE4128C"/>
    <w:rsid w:val="7B650D27"/>
    <w:rsid w:val="7B972A5D"/>
    <w:rsid w:val="7C9C14A2"/>
    <w:rsid w:val="7CE9239A"/>
    <w:rsid w:val="7DE460A3"/>
    <w:rsid w:val="7E1A5A50"/>
    <w:rsid w:val="7F613BF7"/>
    <w:rsid w:val="7FDC4D7D"/>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2</Pages>
  <Words>114</Words>
  <Characters>654</Characters>
  <Lines>5</Lines>
  <Paragraphs>1</Paragraphs>
  <TotalTime>4</TotalTime>
  <ScaleCrop>false</ScaleCrop>
  <LinksUpToDate>false</LinksUpToDate>
  <CharactersWithSpaces>767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2025-11-02T22:03:00Z</cp:lastPrinted>
  <dcterms:modified xsi:type="dcterms:W3CDTF">2026-01-04T09:23:23Z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C935543DEAC5436B879E23DE384845BE</vt:lpwstr>
  </property>
</Properties>
</file>