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〔2026〕闽西监减字第92号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肖辉煌，男，1985年6月22日出生，汉族，初中文化，住福建省三明市三元区，捕前系务工人员。因容留他人卖淫于2017年1月1日被福建省建宁县公安局处以行政拘留十一日；因赌博于2019年1月5日被三明市公安局梅列分局处以罚款100元并收缴赌资。该犯系有劣迹。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泉州市丰泽区人民法院于2024年9月29日作出（2024）闽0503刑初314号刑事判决，以被告人肖辉煌犯窝藏罪，判处有期徒一年六个月。刑期自2024年9月29日起至2026年2月25日止。2024年11月11日交付福建省闽西监狱执行刑罚。属普管级罪犯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620" w:lineRule="exact"/>
        <w:ind w:firstLine="640" w:firstLineChars="200"/>
        <w:rPr>
          <w:rFonts w:hint="eastAsia" w:ascii="Times New Roman" w:hAnsi="Times New Roman" w:eastAsia="仿宋_GB2312"/>
          <w:color w:val="FF0000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  <w:r>
        <w:rPr>
          <w:rFonts w:hint="eastAsia" w:ascii="Times New Roman" w:hAnsi="Times New Roman"/>
          <w:szCs w:val="32"/>
          <w:lang w:eastAsia="zh-CN"/>
        </w:rPr>
        <w:t>。</w:t>
      </w:r>
      <w:bookmarkStart w:id="0" w:name="_GoBack"/>
      <w:bookmarkEnd w:id="0"/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该犯考核期2024年11月11日至2025年9月累计获得考核分911.4分，物质奖励一次。考核期内无违规扣分。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建议对罪犯肖辉煌予以减去剩余刑期，特提请你院审理裁定。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肖辉煌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661A2"/>
    <w:rsid w:val="00172273"/>
    <w:rsid w:val="00185013"/>
    <w:rsid w:val="00185D10"/>
    <w:rsid w:val="00187484"/>
    <w:rsid w:val="001905C1"/>
    <w:rsid w:val="0019236D"/>
    <w:rsid w:val="001B05E5"/>
    <w:rsid w:val="001B61ED"/>
    <w:rsid w:val="001C2689"/>
    <w:rsid w:val="001C6A2A"/>
    <w:rsid w:val="001D0790"/>
    <w:rsid w:val="001F3286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3E35"/>
    <w:rsid w:val="00315B92"/>
    <w:rsid w:val="00324D8D"/>
    <w:rsid w:val="003300EB"/>
    <w:rsid w:val="0033739A"/>
    <w:rsid w:val="0034091F"/>
    <w:rsid w:val="00342820"/>
    <w:rsid w:val="00355748"/>
    <w:rsid w:val="00362F9D"/>
    <w:rsid w:val="0036386F"/>
    <w:rsid w:val="003642C7"/>
    <w:rsid w:val="003726C9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0CD1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D6D2E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E164A"/>
    <w:rsid w:val="00BF3B65"/>
    <w:rsid w:val="00BF4685"/>
    <w:rsid w:val="00BF6019"/>
    <w:rsid w:val="00C00C3C"/>
    <w:rsid w:val="00C0237E"/>
    <w:rsid w:val="00C05A29"/>
    <w:rsid w:val="00C2676F"/>
    <w:rsid w:val="00C36201"/>
    <w:rsid w:val="00C40376"/>
    <w:rsid w:val="00C45C68"/>
    <w:rsid w:val="00C51B0A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06A18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4706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27A8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BFA516"/>
    <w:rsid w:val="7DE460A3"/>
    <w:rsid w:val="7E1A5A50"/>
    <w:rsid w:val="7F613BF7"/>
    <w:rsid w:val="7FDC4D7D"/>
    <w:rsid w:val="F4BDCB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109</Words>
  <Characters>625</Characters>
  <Lines>5</Lines>
  <Paragraphs>1</Paragraphs>
  <TotalTime>17</TotalTime>
  <ScaleCrop>false</ScaleCrop>
  <LinksUpToDate>false</LinksUpToDate>
  <CharactersWithSpaces>733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2023-12-08T00:05:00Z</dcterms:created>
  <dc:creator>郑凯宁</dc:creator>
  <cp:lastModifiedBy>uosuser</cp:lastModifiedBy>
  <cp:lastPrinted>2025-07-02T16:37:00Z</cp:lastPrinted>
  <dcterms:modified xsi:type="dcterms:W3CDTF">2026-01-09T17:00:35Z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