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2"/>
        <w:spacing w:line="430" w:lineRule="exact"/>
        <w:ind w:left="640" w:leftChars="200" w:right="320" w:firstLine="3840" w:firstLineChars="1200"/>
        <w:rPr>
          <w:rFonts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</w:t>
      </w:r>
      <w:r>
        <w:rPr>
          <w:rFonts w:ascii="楷体_GB2312" w:hAnsi="楷体_GB2312" w:eastAsia="楷体_GB2312" w:cs="楷体_GB2312"/>
          <w:szCs w:val="32"/>
        </w:rPr>
        <w:t>2025</w:t>
      </w:r>
      <w:r>
        <w:rPr>
          <w:rFonts w:hint="eastAsia" w:ascii="楷体_GB2312" w:hAnsi="楷体_GB2312" w:eastAsia="楷体_GB2312" w:cs="楷体_GB2312"/>
          <w:szCs w:val="32"/>
        </w:rPr>
        <w:t>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590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罪犯</w:t>
      </w:r>
      <w:r>
        <w:rPr>
          <w:rFonts w:hint="eastAsia" w:ascii="仿宋_GB2312" w:hAnsi="仿宋_GB2312" w:cs="仿宋_GB2312"/>
          <w:szCs w:val="32"/>
          <w:lang w:eastAsia="zh-CN"/>
        </w:rPr>
        <w:t>黄熠斌</w:t>
      </w:r>
      <w:r>
        <w:rPr>
          <w:rFonts w:ascii="仿宋_GB2312" w:hAnsi="仿宋_GB2312" w:cs="仿宋_GB2312"/>
          <w:szCs w:val="32"/>
        </w:rPr>
        <w:fldChar w:fldCharType="begin"/>
      </w:r>
      <w:r>
        <w:rPr>
          <w:rFonts w:ascii="仿宋_GB2312" w:hAnsi="仿宋_GB2312" w:cs="仿宋_GB2312"/>
          <w:szCs w:val="32"/>
        </w:rPr>
        <w:instrText xml:space="preserve"> AUTOTEXTLIST  \* MERGEFORMAT </w:instrText>
      </w:r>
      <w:r>
        <w:rPr>
          <w:rFonts w:ascii="仿宋_GB2312" w:hAnsi="仿宋_GB2312" w:cs="仿宋_GB2312"/>
          <w:szCs w:val="32"/>
        </w:rPr>
        <w:fldChar w:fldCharType="end"/>
      </w:r>
      <w:r>
        <w:rPr>
          <w:rFonts w:hint="eastAsia" w:ascii="仿宋_GB2312" w:hAnsi="仿宋_GB2312" w:cs="仿宋_GB2312"/>
          <w:szCs w:val="32"/>
        </w:rPr>
        <w:t>，男，</w:t>
      </w:r>
      <w:r>
        <w:rPr>
          <w:rFonts w:ascii="仿宋_GB2312" w:hAnsi="仿宋_GB2312" w:cs="仿宋_GB2312"/>
          <w:szCs w:val="32"/>
        </w:rPr>
        <w:t>19</w:t>
      </w:r>
      <w:r>
        <w:rPr>
          <w:rFonts w:hint="eastAsia" w:ascii="仿宋_GB2312" w:hAnsi="仿宋_GB2312" w:cs="仿宋_GB2312"/>
          <w:szCs w:val="32"/>
          <w:lang w:val="en-US" w:eastAsia="zh-CN"/>
        </w:rPr>
        <w:t>75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szCs w:val="32"/>
        </w:rPr>
        <w:t>日出生，汉族</w:t>
      </w:r>
      <w:r>
        <w:rPr>
          <w:rFonts w:ascii="仿宋_GB2312" w:hAnsi="仿宋_GB2312" w:cs="仿宋_GB2312"/>
          <w:szCs w:val="32"/>
        </w:rPr>
        <w:t>,</w:t>
      </w:r>
      <w:r>
        <w:rPr>
          <w:rFonts w:hint="eastAsia" w:ascii="仿宋_GB2312" w:hAnsi="仿宋_GB2312" w:cs="仿宋_GB2312"/>
          <w:szCs w:val="32"/>
        </w:rPr>
        <w:t>大学文化，户籍所在地福建省厦门市</w:t>
      </w:r>
      <w:bookmarkStart w:id="0" w:name="_GoBack"/>
      <w:bookmarkEnd w:id="0"/>
      <w:r>
        <w:rPr>
          <w:rFonts w:hint="eastAsia" w:ascii="仿宋_GB2312" w:hAnsi="仿宋_GB2312" w:cs="仿宋_GB231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</w:t>
      </w:r>
      <w:r>
        <w:rPr>
          <w:rFonts w:hint="eastAsia" w:ascii="仿宋_GB2312" w:hAnsi="仿宋_GB2312" w:cs="仿宋_GB2312"/>
          <w:szCs w:val="32"/>
          <w:lang w:eastAsia="zh-CN"/>
        </w:rPr>
        <w:t>厦门</w:t>
      </w:r>
      <w:r>
        <w:rPr>
          <w:rFonts w:hint="eastAsia" w:ascii="仿宋_GB2312" w:hAnsi="仿宋_GB2312" w:cs="仿宋_GB2312"/>
          <w:szCs w:val="32"/>
        </w:rPr>
        <w:t>市中级人民法院于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  <w:lang w:val="en-US" w:eastAsia="zh-CN"/>
        </w:rPr>
        <w:t>16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29</w:t>
      </w:r>
      <w:r>
        <w:rPr>
          <w:rFonts w:hint="eastAsia" w:ascii="仿宋_GB2312" w:hAnsi="仿宋_GB2312" w:cs="仿宋_GB2312"/>
          <w:szCs w:val="32"/>
        </w:rPr>
        <w:t>日作出（</w:t>
      </w:r>
      <w:r>
        <w:rPr>
          <w:rFonts w:ascii="仿宋_GB2312" w:hAnsi="仿宋_GB2312" w:cs="仿宋_GB2312"/>
          <w:szCs w:val="32"/>
        </w:rPr>
        <w:t>2016</w:t>
      </w:r>
      <w:r>
        <w:rPr>
          <w:rFonts w:hint="eastAsia" w:ascii="仿宋_GB2312" w:hAnsi="仿宋_GB2312" w:cs="仿宋_GB2312"/>
          <w:szCs w:val="32"/>
        </w:rPr>
        <w:t>）闽</w:t>
      </w:r>
      <w:r>
        <w:rPr>
          <w:rFonts w:ascii="仿宋_GB2312" w:hAnsi="仿宋_GB2312" w:cs="仿宋_GB2312"/>
          <w:szCs w:val="32"/>
        </w:rPr>
        <w:t>0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szCs w:val="32"/>
        </w:rPr>
        <w:t>刑初</w:t>
      </w:r>
      <w:r>
        <w:rPr>
          <w:rFonts w:hint="eastAsia" w:ascii="仿宋_GB2312" w:hAnsi="仿宋_GB2312" w:cs="仿宋_GB2312"/>
          <w:szCs w:val="32"/>
          <w:lang w:val="en-US" w:eastAsia="zh-CN"/>
        </w:rPr>
        <w:t>105</w:t>
      </w:r>
      <w:r>
        <w:rPr>
          <w:rFonts w:hint="eastAsia" w:ascii="仿宋_GB2312" w:hAnsi="仿宋_GB2312" w:cs="仿宋_GB2312"/>
          <w:szCs w:val="32"/>
        </w:rPr>
        <w:t>号刑事判决，以被告人</w:t>
      </w:r>
      <w:r>
        <w:rPr>
          <w:rFonts w:hint="eastAsia" w:ascii="仿宋_GB2312" w:hAnsi="仿宋_GB2312" w:cs="仿宋_GB2312"/>
          <w:szCs w:val="32"/>
          <w:lang w:eastAsia="zh-CN"/>
        </w:rPr>
        <w:t>黄熠斌</w:t>
      </w:r>
      <w:r>
        <w:rPr>
          <w:rFonts w:hint="eastAsia" w:ascii="仿宋_GB2312" w:hAnsi="仿宋_GB2312" w:cs="仿宋_GB2312"/>
          <w:szCs w:val="32"/>
        </w:rPr>
        <w:t>犯</w:t>
      </w:r>
      <w:r>
        <w:rPr>
          <w:rFonts w:hint="eastAsia" w:ascii="仿宋_GB2312" w:hAnsi="仿宋_GB2312" w:cs="仿宋_GB2312"/>
          <w:szCs w:val="32"/>
          <w:lang w:eastAsia="zh-CN"/>
        </w:rPr>
        <w:t>受贿</w:t>
      </w:r>
      <w:r>
        <w:rPr>
          <w:rFonts w:hint="eastAsia" w:ascii="仿宋_GB2312" w:hAnsi="仿宋_GB2312" w:cs="仿宋_GB2312"/>
          <w:szCs w:val="32"/>
        </w:rPr>
        <w:t>罪，判处有期徒刑十年</w:t>
      </w:r>
      <w:r>
        <w:rPr>
          <w:rFonts w:hint="eastAsia" w:ascii="仿宋_GB2312" w:hAnsi="仿宋_GB2312" w:cs="仿宋_GB2312"/>
          <w:szCs w:val="32"/>
          <w:lang w:eastAsia="zh-CN"/>
        </w:rPr>
        <w:t>二个月</w:t>
      </w:r>
      <w:r>
        <w:rPr>
          <w:rFonts w:hint="eastAsia" w:ascii="仿宋_GB2312" w:hAnsi="仿宋_GB2312" w:cs="仿宋_GB2312"/>
          <w:szCs w:val="32"/>
        </w:rPr>
        <w:t>，并处罚金人民币</w:t>
      </w:r>
      <w:r>
        <w:rPr>
          <w:rFonts w:hint="eastAsia" w:ascii="仿宋_GB2312" w:hAnsi="仿宋_GB2312" w:cs="仿宋_GB2312"/>
          <w:szCs w:val="32"/>
          <w:lang w:eastAsia="zh-CN"/>
        </w:rPr>
        <w:t>七</w:t>
      </w:r>
      <w:r>
        <w:rPr>
          <w:rFonts w:hint="eastAsia" w:ascii="仿宋_GB2312" w:hAnsi="仿宋_GB2312" w:cs="仿宋_GB2312"/>
          <w:szCs w:val="32"/>
        </w:rPr>
        <w:t>十万元</w:t>
      </w:r>
      <w:r>
        <w:rPr>
          <w:rFonts w:hint="eastAsia" w:ascii="仿宋_GB2312" w:hAnsi="仿宋_GB2312" w:cs="仿宋_GB2312"/>
          <w:szCs w:val="32"/>
          <w:lang w:eastAsia="zh-CN"/>
        </w:rPr>
        <w:t>，被</w:t>
      </w:r>
      <w:r>
        <w:rPr>
          <w:rFonts w:hint="eastAsia" w:ascii="仿宋_GB2312" w:hAnsi="仿宋_GB2312" w:cs="仿宋_GB2312"/>
          <w:szCs w:val="32"/>
        </w:rPr>
        <w:t>扣押在</w:t>
      </w:r>
      <w:r>
        <w:rPr>
          <w:rFonts w:hint="eastAsia" w:ascii="仿宋_GB2312" w:hAnsi="仿宋_GB2312" w:cs="仿宋_GB2312"/>
          <w:szCs w:val="32"/>
          <w:lang w:eastAsia="zh-CN"/>
        </w:rPr>
        <w:t>厦门市人民检察院的违法所得</w:t>
      </w:r>
      <w:r>
        <w:rPr>
          <w:rFonts w:hint="eastAsia" w:ascii="仿宋_GB2312" w:hAnsi="仿宋_GB2312" w:cs="仿宋_GB2312"/>
          <w:szCs w:val="32"/>
          <w:lang w:val="en-US" w:eastAsia="zh-CN"/>
        </w:rPr>
        <w:t>30万元予以没收上缴国库，继续追缴受贿所得人民币390万元及违法所得58500元，其名下查扣在案的位于厦门市一处房产予以拍卖，拍卖所得款项用于继续追缴违法所得及罚金，不足部分继续追缴。刑期自2016年3月14日起至2026年5月13日止。于2017年1月20日交付福建省厦门监狱执行刑罚。</w:t>
      </w:r>
      <w:r>
        <w:rPr>
          <w:rFonts w:hint="eastAsia" w:ascii="仿宋_GB2312" w:hAnsi="仿宋_GB2312" w:cs="仿宋_GB2312"/>
          <w:szCs w:val="32"/>
        </w:rPr>
        <w:t>福建省厦门市中级人民法院于</w:t>
      </w:r>
      <w:r>
        <w:rPr>
          <w:rFonts w:ascii="仿宋_GB2312" w:hAnsi="仿宋_GB2312" w:cs="仿宋_GB2312"/>
          <w:szCs w:val="32"/>
        </w:rPr>
        <w:t>202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29</w:t>
      </w:r>
      <w:r>
        <w:rPr>
          <w:rFonts w:hint="eastAsia" w:ascii="仿宋_GB2312" w:hAnsi="仿宋_GB2312" w:cs="仿宋_GB2312"/>
          <w:szCs w:val="32"/>
        </w:rPr>
        <w:t>日作出（</w:t>
      </w:r>
      <w:r>
        <w:rPr>
          <w:rFonts w:ascii="仿宋_GB2312" w:hAnsi="仿宋_GB2312" w:cs="仿宋_GB2312"/>
          <w:szCs w:val="32"/>
        </w:rPr>
        <w:t>202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szCs w:val="32"/>
        </w:rPr>
        <w:t>）闽</w:t>
      </w:r>
      <w:r>
        <w:rPr>
          <w:rFonts w:ascii="仿宋_GB2312" w:hAnsi="仿宋_GB2312" w:cs="仿宋_GB2312"/>
          <w:szCs w:val="32"/>
        </w:rPr>
        <w:t>02</w:t>
      </w:r>
      <w:r>
        <w:rPr>
          <w:rFonts w:hint="eastAsia" w:ascii="仿宋_GB2312" w:hAnsi="仿宋_GB2312" w:cs="仿宋_GB2312"/>
          <w:szCs w:val="32"/>
        </w:rPr>
        <w:t>刑更</w:t>
      </w:r>
      <w:r>
        <w:rPr>
          <w:rFonts w:hint="eastAsia" w:ascii="仿宋_GB2312" w:hAnsi="仿宋_GB2312" w:cs="仿宋_GB2312"/>
          <w:szCs w:val="32"/>
          <w:lang w:val="en-US" w:eastAsia="zh-CN"/>
        </w:rPr>
        <w:t>345</w:t>
      </w:r>
      <w:r>
        <w:rPr>
          <w:rFonts w:hint="eastAsia" w:ascii="仿宋_GB2312" w:hAnsi="仿宋_GB2312" w:cs="仿宋_GB2312"/>
          <w:szCs w:val="32"/>
        </w:rPr>
        <w:t>号刑事裁定</w:t>
      </w:r>
      <w:r>
        <w:rPr>
          <w:rFonts w:hint="eastAsia" w:ascii="仿宋_GB2312" w:hAnsi="仿宋_GB2312" w:cs="仿宋_GB2312"/>
          <w:szCs w:val="32"/>
          <w:lang w:val="en-US" w:eastAsia="zh-CN"/>
        </w:rPr>
        <w:t>,</w:t>
      </w:r>
      <w:r>
        <w:rPr>
          <w:rFonts w:hint="eastAsia" w:ascii="仿宋_GB2312" w:hAnsi="仿宋_GB2312" w:cs="仿宋_GB2312"/>
          <w:szCs w:val="32"/>
        </w:rPr>
        <w:t>对其减刑五个月，于</w:t>
      </w:r>
      <w:r>
        <w:rPr>
          <w:rFonts w:ascii="仿宋_GB2312" w:hAnsi="仿宋_GB2312" w:cs="仿宋_GB2312"/>
          <w:szCs w:val="32"/>
        </w:rPr>
        <w:t>202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29</w:t>
      </w:r>
      <w:r>
        <w:rPr>
          <w:rFonts w:hint="eastAsia" w:ascii="仿宋_GB2312" w:hAnsi="仿宋_GB2312" w:cs="仿宋_GB2312"/>
          <w:szCs w:val="32"/>
        </w:rPr>
        <w:t>日送达，现刑期至</w:t>
      </w:r>
      <w:r>
        <w:rPr>
          <w:rFonts w:ascii="仿宋_GB2312" w:hAnsi="仿宋_GB2312" w:cs="仿宋_GB2312"/>
          <w:szCs w:val="32"/>
        </w:rPr>
        <w:t>202</w:t>
      </w:r>
      <w:r>
        <w:rPr>
          <w:rFonts w:hint="eastAsia" w:ascii="仿宋_GB2312" w:hAnsi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13</w:t>
      </w:r>
      <w:r>
        <w:rPr>
          <w:rFonts w:hint="eastAsia" w:ascii="仿宋_GB2312" w:hAnsi="仿宋_GB2312" w:cs="仿宋_GB2312"/>
          <w:szCs w:val="32"/>
        </w:rPr>
        <w:t>日止。</w:t>
      </w:r>
      <w:r>
        <w:rPr>
          <w:rFonts w:hint="eastAsia" w:ascii="仿宋_GB2312" w:hAnsi="仿宋_GB2312" w:cs="仿宋_GB2312"/>
          <w:szCs w:val="32"/>
          <w:lang w:eastAsia="zh-CN"/>
        </w:rPr>
        <w:t>现</w:t>
      </w:r>
      <w:r>
        <w:rPr>
          <w:rFonts w:hint="eastAsia" w:ascii="仿宋_GB2312" w:hAnsi="仿宋_GB2312" w:cs="仿宋_GB2312"/>
          <w:szCs w:val="32"/>
        </w:rPr>
        <w:t>属普管级罪犯。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eastAsia="zh-CN"/>
        </w:rPr>
        <w:t>罪犯黄熠斌</w:t>
      </w:r>
      <w:r>
        <w:rPr>
          <w:rFonts w:hint="eastAsia" w:ascii="仿宋_GB2312" w:hAnsi="仿宋_GB2312" w:cs="仿宋_GB2312"/>
          <w:szCs w:val="32"/>
        </w:rPr>
        <w:t>自上次减刑以来确有悔改表现</w:t>
      </w:r>
      <w:r>
        <w:rPr>
          <w:rFonts w:ascii="仿宋_GB2312" w:cs="仿宋_GB2312"/>
          <w:szCs w:val="32"/>
        </w:rPr>
        <w:t>,</w:t>
      </w:r>
      <w:r>
        <w:rPr>
          <w:rFonts w:hint="eastAsia" w:ascii="仿宋_GB2312" w:hAnsi="仿宋_GB2312" w:cs="仿宋_GB2312"/>
          <w:szCs w:val="32"/>
        </w:rPr>
        <w:t>具体事实如下：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认罪悔罪：能服从法院判决，自书认罪悔罪书。</w:t>
      </w:r>
    </w:p>
    <w:p>
      <w:pPr>
        <w:pStyle w:val="12"/>
        <w:autoSpaceDE w:val="0"/>
        <w:autoSpaceDN w:val="0"/>
        <w:adjustRightInd w:val="0"/>
        <w:spacing w:line="560" w:lineRule="exact"/>
        <w:ind w:firstLine="3168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遵守监规：</w:t>
      </w:r>
      <w:r>
        <w:rPr>
          <w:rFonts w:hint="eastAsia" w:ascii="仿宋_GB2312" w:hAnsi="仿宋_GB2312" w:cs="仿宋_GB2312"/>
          <w:szCs w:val="32"/>
          <w:lang w:val="zh-CN"/>
        </w:rPr>
        <w:t>能遵守法律法规及监规纪律，接受教育改造。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学习情况：能参加思想、文化、职业技术教育。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劳动改造：能参加劳动，努力完成劳动任务。</w:t>
      </w:r>
    </w:p>
    <w:p>
      <w:pPr>
        <w:pStyle w:val="12"/>
        <w:spacing w:line="560" w:lineRule="exact"/>
        <w:ind w:firstLine="3168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轮提请周期</w:t>
      </w:r>
      <w:r>
        <w:rPr>
          <w:rFonts w:hint="eastAsia" w:ascii="仿宋_GB2312" w:hAnsi="仿宋_GB2312" w:cs="仿宋_GB2312"/>
          <w:bCs/>
          <w:szCs w:val="32"/>
        </w:rPr>
        <w:t>剩余考核分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132.5</w:t>
      </w:r>
      <w:r>
        <w:rPr>
          <w:rFonts w:hint="eastAsia" w:ascii="仿宋_GB2312" w:hAnsi="仿宋_GB2312" w:cs="仿宋_GB2312"/>
          <w:bCs/>
          <w:szCs w:val="32"/>
        </w:rPr>
        <w:t>分，本轮考核期</w:t>
      </w:r>
      <w:r>
        <w:rPr>
          <w:rFonts w:ascii="仿宋_GB2312" w:hAnsi="仿宋_GB2312" w:cs="仿宋_GB2312"/>
          <w:bCs/>
          <w:szCs w:val="32"/>
        </w:rPr>
        <w:t>202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2</w:t>
      </w:r>
      <w:r>
        <w:rPr>
          <w:rFonts w:hint="eastAsia" w:ascii="仿宋_GB2312" w:hAnsi="仿宋_GB2312" w:cs="仿宋_GB2312"/>
          <w:bCs/>
          <w:szCs w:val="32"/>
        </w:rPr>
        <w:t>月至</w:t>
      </w:r>
      <w:r>
        <w:rPr>
          <w:rFonts w:ascii="仿宋_GB2312" w:hAnsi="仿宋_GB2312" w:cs="仿宋_GB2312"/>
          <w:bCs/>
          <w:szCs w:val="32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bCs/>
          <w:szCs w:val="32"/>
        </w:rPr>
        <w:t>月累计获考核分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3048</w:t>
      </w:r>
      <w:r>
        <w:rPr>
          <w:rFonts w:hint="eastAsia" w:ascii="仿宋_GB2312" w:hAnsi="仿宋_GB2312" w:cs="仿宋_GB2312"/>
          <w:bCs/>
          <w:szCs w:val="32"/>
        </w:rPr>
        <w:t>分，合计获得考核分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3180.5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次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,物质奖励3次</w:t>
      </w:r>
      <w:r>
        <w:rPr>
          <w:rFonts w:hint="eastAsia" w:ascii="仿宋_GB2312" w:hAnsi="仿宋_GB2312" w:cs="仿宋_GB2312"/>
          <w:bCs/>
          <w:szCs w:val="32"/>
        </w:rPr>
        <w:t>；间隔期</w:t>
      </w:r>
      <w:r>
        <w:rPr>
          <w:rFonts w:ascii="仿宋_GB2312" w:hAnsi="仿宋_GB2312" w:cs="仿宋_GB2312"/>
          <w:bCs/>
          <w:szCs w:val="32"/>
        </w:rPr>
        <w:t>202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Cs/>
          <w:szCs w:val="32"/>
        </w:rPr>
        <w:t>月至</w:t>
      </w:r>
      <w:r>
        <w:rPr>
          <w:rFonts w:ascii="仿宋_GB2312" w:hAnsi="仿宋_GB2312" w:cs="仿宋_GB2312"/>
          <w:bCs/>
          <w:szCs w:val="32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bCs/>
          <w:szCs w:val="32"/>
        </w:rPr>
        <w:t>月，获得考核分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2624</w:t>
      </w:r>
      <w:r>
        <w:rPr>
          <w:rFonts w:hint="eastAsia" w:ascii="仿宋_GB2312" w:hAnsi="仿宋_GB2312" w:cs="仿宋_GB2312"/>
          <w:bCs/>
          <w:szCs w:val="32"/>
        </w:rPr>
        <w:t>分，</w:t>
      </w:r>
      <w:r>
        <w:rPr>
          <w:rFonts w:hint="eastAsia" w:ascii="仿宋_GB2312" w:hAnsi="仿宋_GB2312" w:cs="仿宋_GB2312"/>
          <w:bCs/>
          <w:color w:val="000000"/>
          <w:szCs w:val="32"/>
        </w:rPr>
        <w:t>考核期内无扣分行为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原判财产性判项</w:t>
      </w:r>
      <w:r>
        <w:rPr>
          <w:rFonts w:hint="eastAsia" w:ascii="仿宋_GB2312" w:hAnsi="仿宋_GB2312" w:cs="仿宋_GB2312"/>
          <w:szCs w:val="32"/>
          <w:lang w:eastAsia="zh-CN"/>
        </w:rPr>
        <w:t>罚金</w:t>
      </w:r>
      <w:r>
        <w:rPr>
          <w:rFonts w:hint="eastAsia" w:ascii="仿宋_GB2312" w:hAnsi="仿宋_GB2312" w:cs="仿宋_GB2312"/>
          <w:szCs w:val="32"/>
          <w:lang w:val="en-US" w:eastAsia="zh-CN"/>
        </w:rPr>
        <w:t>70万元，继续追缴受贿所得赃款390万元及违法所得58500元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福建省厦门市中级人民法院出具结案通知书，被执行人黄熠斌</w:t>
      </w:r>
      <w:r>
        <w:rPr>
          <w:rFonts w:hint="eastAsia" w:ascii="仿宋_GB2312" w:hAnsi="仿宋_GB2312" w:cs="仿宋_GB2312"/>
          <w:szCs w:val="32"/>
          <w:lang w:eastAsia="zh-CN"/>
        </w:rPr>
        <w:t>已</w:t>
      </w:r>
      <w:r>
        <w:rPr>
          <w:rFonts w:hint="eastAsia" w:ascii="仿宋_GB2312" w:hAnsi="仿宋_GB2312" w:cs="仿宋_GB2312"/>
          <w:szCs w:val="32"/>
        </w:rPr>
        <w:t>履行完生效法律文书确定的义务，案件作执行完毕结案处理。</w:t>
      </w:r>
    </w:p>
    <w:p>
      <w:pPr>
        <w:pStyle w:val="12"/>
        <w:spacing w:line="560" w:lineRule="exact"/>
        <w:ind w:firstLine="31680"/>
        <w:rPr>
          <w:rFonts w:ascii="仿宋_GB2312" w:cs="仿宋_GB2312"/>
          <w:szCs w:val="32"/>
          <w:lang w:val="zh-CN"/>
        </w:rPr>
      </w:pPr>
      <w:r>
        <w:rPr>
          <w:rFonts w:hint="eastAsia" w:ascii="仿宋_GB2312" w:hAnsi="仿宋_GB2312" w:cs="仿宋_GB2312"/>
          <w:szCs w:val="32"/>
          <w:lang w:val="zh-CN"/>
        </w:rPr>
        <w:t>该犯系“刑九”后</w:t>
      </w:r>
      <w:r>
        <w:rPr>
          <w:rFonts w:hint="eastAsia" w:ascii="仿宋_GB2312" w:hAnsi="仿宋_GB2312" w:cs="仿宋_GB2312"/>
          <w:szCs w:val="32"/>
          <w:lang w:val="en-US" w:eastAsia="zh-CN"/>
        </w:rPr>
        <w:t>被判处刑罚的</w:t>
      </w:r>
      <w:r>
        <w:rPr>
          <w:rFonts w:hint="eastAsia" w:ascii="仿宋_GB2312" w:hAnsi="仿宋_GB2312" w:cs="仿宋_GB2312"/>
          <w:szCs w:val="32"/>
          <w:lang w:val="zh-CN"/>
        </w:rPr>
        <w:t>职务犯罪罪犯，属于从严掌握</w:t>
      </w:r>
      <w:r>
        <w:rPr>
          <w:rFonts w:hint="eastAsia" w:ascii="仿宋_GB2312" w:hAnsi="仿宋_GB2312" w:cs="仿宋_GB2312"/>
          <w:szCs w:val="32"/>
        </w:rPr>
        <w:t>减刑</w:t>
      </w:r>
      <w:r>
        <w:rPr>
          <w:rFonts w:hint="eastAsia" w:ascii="仿宋_GB2312" w:hAnsi="仿宋_GB2312" w:cs="仿宋_GB2312"/>
          <w:szCs w:val="32"/>
          <w:lang w:val="zh-CN"/>
        </w:rPr>
        <w:t>对象，</w:t>
      </w:r>
      <w:r>
        <w:rPr>
          <w:rFonts w:hint="eastAsia" w:ascii="仿宋_GB2312" w:hAnsi="仿宋_GB2312" w:cs="仿宋_GB2312"/>
          <w:szCs w:val="32"/>
        </w:rPr>
        <w:t>因此提请</w:t>
      </w:r>
      <w:r>
        <w:rPr>
          <w:rFonts w:hint="eastAsia" w:ascii="仿宋_GB2312" w:hAnsi="仿宋_GB2312" w:cs="仿宋_GB2312"/>
          <w:szCs w:val="32"/>
          <w:lang w:val="zh-CN"/>
        </w:rPr>
        <w:t>减刑幅度扣减一个月。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"/>
          <w:szCs w:val="32"/>
        </w:rPr>
        <w:t>本案于</w:t>
      </w:r>
      <w:r>
        <w:rPr>
          <w:rFonts w:ascii="仿宋_GB2312" w:hAnsi="仿宋"/>
          <w:szCs w:val="32"/>
        </w:rPr>
        <w:t>2025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color w:val="000000" w:themeColor="text1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"/>
          <w:color w:val="000000" w:themeColor="text1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"/>
          <w:color w:val="000000" w:themeColor="text1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日至</w:t>
      </w:r>
      <w:r>
        <w:rPr>
          <w:rFonts w:ascii="仿宋_GB2312" w:hAnsi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_GB2312" w:hAnsi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_GB2312" w:hAnsi="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仿宋"/>
          <w:szCs w:val="32"/>
        </w:rPr>
        <w:t>在狱内公示未收到不同意见</w:t>
      </w:r>
      <w:r>
        <w:rPr>
          <w:rFonts w:hint="eastAsia" w:ascii="仿宋_GB2312" w:hAnsi="仿宋_GB2312" w:cs="仿宋_GB231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因此，依照《中华人民共和国刑法》第七十八条、七十九条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黄熠斌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eastAsia="zh-CN"/>
        </w:rPr>
        <w:t>二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pStyle w:val="2"/>
        <w:spacing w:line="560" w:lineRule="exact"/>
        <w:ind w:right="-48" w:rightChars="-15"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此致</w:t>
      </w:r>
    </w:p>
    <w:p>
      <w:pPr>
        <w:pStyle w:val="12"/>
        <w:spacing w:line="560" w:lineRule="exact"/>
        <w:ind w:right="-48" w:rightChars="-15" w:firstLine="0" w:firstLineChars="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福建省厦门市中级人民法院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  <w:lang w:eastAsia="zh-CN"/>
        </w:rPr>
        <w:t>黄熠斌</w:t>
      </w:r>
      <w:r>
        <w:rPr>
          <w:rFonts w:hint="eastAsia" w:ascii="仿宋_GB2312" w:hAnsi="仿宋_GB2312" w:cs="仿宋_GB2312"/>
          <w:szCs w:val="32"/>
        </w:rPr>
        <w:t>卷宗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szCs w:val="32"/>
        </w:rPr>
        <w:t>册</w:t>
      </w:r>
    </w:p>
    <w:p>
      <w:pPr>
        <w:spacing w:line="560" w:lineRule="exact"/>
        <w:ind w:firstLine="1600" w:firstLineChars="5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⒉减刑建议书</w:t>
      </w:r>
      <w:r>
        <w:rPr>
          <w:rFonts w:ascii="仿宋_GB2312" w:hAnsi="仿宋_GB2312" w:cs="仿宋_GB2312"/>
          <w:szCs w:val="32"/>
        </w:rPr>
        <w:t>2</w:t>
      </w:r>
      <w:r>
        <w:rPr>
          <w:rFonts w:hint="eastAsia" w:ascii="仿宋_GB2312" w:hAnsi="仿宋_GB2312" w:cs="仿宋_GB2312"/>
          <w:szCs w:val="32"/>
        </w:rPr>
        <w:t>份</w:t>
      </w:r>
    </w:p>
    <w:p>
      <w:pPr>
        <w:pStyle w:val="2"/>
        <w:spacing w:line="560" w:lineRule="exact"/>
        <w:ind w:right="1280" w:rightChars="400"/>
        <w:jc w:val="right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pStyle w:val="2"/>
        <w:spacing w:line="560" w:lineRule="exact"/>
        <w:ind w:right="1014" w:rightChars="317"/>
        <w:jc w:val="right"/>
        <w:rPr>
          <w:rFonts w:ascii="方正小标宋简体" w:hAnsi="方正小标宋简体" w:eastAsia="方正小标宋简体" w:cs="方正小标宋简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cs="仿宋_GB2312"/>
          <w:szCs w:val="32"/>
        </w:rPr>
        <w:t>2025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7C8"/>
    <w:rsid w:val="00003B67"/>
    <w:rsid w:val="00022090"/>
    <w:rsid w:val="000362A1"/>
    <w:rsid w:val="0005215C"/>
    <w:rsid w:val="000633F9"/>
    <w:rsid w:val="00076B83"/>
    <w:rsid w:val="000809DF"/>
    <w:rsid w:val="00087336"/>
    <w:rsid w:val="000B36A0"/>
    <w:rsid w:val="000B7903"/>
    <w:rsid w:val="0012282B"/>
    <w:rsid w:val="00133DA0"/>
    <w:rsid w:val="001537AB"/>
    <w:rsid w:val="00157486"/>
    <w:rsid w:val="00157C3D"/>
    <w:rsid w:val="00193735"/>
    <w:rsid w:val="001A7402"/>
    <w:rsid w:val="001F71EB"/>
    <w:rsid w:val="00215120"/>
    <w:rsid w:val="00222430"/>
    <w:rsid w:val="0022546A"/>
    <w:rsid w:val="0026198F"/>
    <w:rsid w:val="00262E07"/>
    <w:rsid w:val="0027153D"/>
    <w:rsid w:val="00272850"/>
    <w:rsid w:val="00277433"/>
    <w:rsid w:val="00283103"/>
    <w:rsid w:val="002A4599"/>
    <w:rsid w:val="002C6639"/>
    <w:rsid w:val="002E630B"/>
    <w:rsid w:val="0033043F"/>
    <w:rsid w:val="00335251"/>
    <w:rsid w:val="00336FA7"/>
    <w:rsid w:val="003507C9"/>
    <w:rsid w:val="003520CC"/>
    <w:rsid w:val="003524F7"/>
    <w:rsid w:val="0039046B"/>
    <w:rsid w:val="003953FF"/>
    <w:rsid w:val="003A6DFB"/>
    <w:rsid w:val="003B2646"/>
    <w:rsid w:val="003B49B1"/>
    <w:rsid w:val="003C598D"/>
    <w:rsid w:val="003C686A"/>
    <w:rsid w:val="003D0CF1"/>
    <w:rsid w:val="003E190C"/>
    <w:rsid w:val="003E4D88"/>
    <w:rsid w:val="004059B0"/>
    <w:rsid w:val="004107AD"/>
    <w:rsid w:val="00445573"/>
    <w:rsid w:val="004562A1"/>
    <w:rsid w:val="00461168"/>
    <w:rsid w:val="00461EF2"/>
    <w:rsid w:val="004739E3"/>
    <w:rsid w:val="00473DAF"/>
    <w:rsid w:val="004A03D6"/>
    <w:rsid w:val="004A2EE2"/>
    <w:rsid w:val="004A64B1"/>
    <w:rsid w:val="004B038E"/>
    <w:rsid w:val="004D3E58"/>
    <w:rsid w:val="004F1867"/>
    <w:rsid w:val="004F4725"/>
    <w:rsid w:val="0051517A"/>
    <w:rsid w:val="00531893"/>
    <w:rsid w:val="0054201C"/>
    <w:rsid w:val="0054672F"/>
    <w:rsid w:val="0056162C"/>
    <w:rsid w:val="00575BE1"/>
    <w:rsid w:val="00593098"/>
    <w:rsid w:val="005A2E07"/>
    <w:rsid w:val="005A4A9F"/>
    <w:rsid w:val="005D4A97"/>
    <w:rsid w:val="005D7576"/>
    <w:rsid w:val="005D7B4F"/>
    <w:rsid w:val="005F08C0"/>
    <w:rsid w:val="00612A9C"/>
    <w:rsid w:val="00641A13"/>
    <w:rsid w:val="006740A3"/>
    <w:rsid w:val="00677B66"/>
    <w:rsid w:val="006B4A33"/>
    <w:rsid w:val="006B7AF1"/>
    <w:rsid w:val="006C1145"/>
    <w:rsid w:val="006C65D5"/>
    <w:rsid w:val="006E67CB"/>
    <w:rsid w:val="006F0675"/>
    <w:rsid w:val="006F368E"/>
    <w:rsid w:val="006F4A23"/>
    <w:rsid w:val="007056A0"/>
    <w:rsid w:val="00722612"/>
    <w:rsid w:val="00725F33"/>
    <w:rsid w:val="00733AFA"/>
    <w:rsid w:val="00744FEF"/>
    <w:rsid w:val="00767A7C"/>
    <w:rsid w:val="007923E7"/>
    <w:rsid w:val="00797BDB"/>
    <w:rsid w:val="00797E51"/>
    <w:rsid w:val="007A59C5"/>
    <w:rsid w:val="007B0482"/>
    <w:rsid w:val="007B119B"/>
    <w:rsid w:val="007D0408"/>
    <w:rsid w:val="007E1538"/>
    <w:rsid w:val="008603AB"/>
    <w:rsid w:val="00865BC8"/>
    <w:rsid w:val="00866D3B"/>
    <w:rsid w:val="008935F5"/>
    <w:rsid w:val="008A046C"/>
    <w:rsid w:val="008A47D2"/>
    <w:rsid w:val="008B1D41"/>
    <w:rsid w:val="008E77C8"/>
    <w:rsid w:val="00901C58"/>
    <w:rsid w:val="00904685"/>
    <w:rsid w:val="00905D54"/>
    <w:rsid w:val="009133A6"/>
    <w:rsid w:val="00914AF3"/>
    <w:rsid w:val="00925A37"/>
    <w:rsid w:val="00926009"/>
    <w:rsid w:val="00933A81"/>
    <w:rsid w:val="00973503"/>
    <w:rsid w:val="009770AA"/>
    <w:rsid w:val="00997ABD"/>
    <w:rsid w:val="009B6539"/>
    <w:rsid w:val="00A07B9F"/>
    <w:rsid w:val="00A20EA6"/>
    <w:rsid w:val="00A318BC"/>
    <w:rsid w:val="00A3721A"/>
    <w:rsid w:val="00A427A1"/>
    <w:rsid w:val="00A44152"/>
    <w:rsid w:val="00A470F2"/>
    <w:rsid w:val="00A60FC2"/>
    <w:rsid w:val="00A62D19"/>
    <w:rsid w:val="00A72661"/>
    <w:rsid w:val="00AB2237"/>
    <w:rsid w:val="00AB40BB"/>
    <w:rsid w:val="00AB6F62"/>
    <w:rsid w:val="00AD108F"/>
    <w:rsid w:val="00AE2346"/>
    <w:rsid w:val="00AF36AA"/>
    <w:rsid w:val="00AF3DC0"/>
    <w:rsid w:val="00B07DDC"/>
    <w:rsid w:val="00B10AB7"/>
    <w:rsid w:val="00B17580"/>
    <w:rsid w:val="00B53E03"/>
    <w:rsid w:val="00BC21B3"/>
    <w:rsid w:val="00BF635F"/>
    <w:rsid w:val="00C05766"/>
    <w:rsid w:val="00C06DA9"/>
    <w:rsid w:val="00C07BAB"/>
    <w:rsid w:val="00C10132"/>
    <w:rsid w:val="00C205D7"/>
    <w:rsid w:val="00C50453"/>
    <w:rsid w:val="00C6603E"/>
    <w:rsid w:val="00C91BC8"/>
    <w:rsid w:val="00CA092A"/>
    <w:rsid w:val="00CC6608"/>
    <w:rsid w:val="00CD47CD"/>
    <w:rsid w:val="00CD4929"/>
    <w:rsid w:val="00CF377A"/>
    <w:rsid w:val="00CF577E"/>
    <w:rsid w:val="00D05E04"/>
    <w:rsid w:val="00D13A14"/>
    <w:rsid w:val="00D26F2C"/>
    <w:rsid w:val="00D8299A"/>
    <w:rsid w:val="00DA5F68"/>
    <w:rsid w:val="00DB58CF"/>
    <w:rsid w:val="00DC4EBA"/>
    <w:rsid w:val="00DE202A"/>
    <w:rsid w:val="00E24EB9"/>
    <w:rsid w:val="00E26951"/>
    <w:rsid w:val="00E413C3"/>
    <w:rsid w:val="00E5073A"/>
    <w:rsid w:val="00E71143"/>
    <w:rsid w:val="00E87C4D"/>
    <w:rsid w:val="00E91155"/>
    <w:rsid w:val="00EA52BC"/>
    <w:rsid w:val="00EA72E8"/>
    <w:rsid w:val="00EC78A6"/>
    <w:rsid w:val="00EF6853"/>
    <w:rsid w:val="00F04025"/>
    <w:rsid w:val="00F14B6F"/>
    <w:rsid w:val="00F2084B"/>
    <w:rsid w:val="00F3137D"/>
    <w:rsid w:val="00F40381"/>
    <w:rsid w:val="00F4183A"/>
    <w:rsid w:val="00F44E19"/>
    <w:rsid w:val="00F77537"/>
    <w:rsid w:val="00FA1495"/>
    <w:rsid w:val="00FA7FF6"/>
    <w:rsid w:val="00FC44E5"/>
    <w:rsid w:val="00FC78CA"/>
    <w:rsid w:val="00FE3B30"/>
    <w:rsid w:val="013A1B5B"/>
    <w:rsid w:val="087E63D7"/>
    <w:rsid w:val="090B7225"/>
    <w:rsid w:val="09646B76"/>
    <w:rsid w:val="0A062FCD"/>
    <w:rsid w:val="0B592674"/>
    <w:rsid w:val="0F700E23"/>
    <w:rsid w:val="11977894"/>
    <w:rsid w:val="1606188B"/>
    <w:rsid w:val="1A6554F1"/>
    <w:rsid w:val="260255E4"/>
    <w:rsid w:val="26C51D88"/>
    <w:rsid w:val="32E85754"/>
    <w:rsid w:val="341E60E3"/>
    <w:rsid w:val="34A264AC"/>
    <w:rsid w:val="36E13295"/>
    <w:rsid w:val="4282716D"/>
    <w:rsid w:val="434E79A6"/>
    <w:rsid w:val="47705668"/>
    <w:rsid w:val="53AD35D3"/>
    <w:rsid w:val="53C37702"/>
    <w:rsid w:val="54EB5E8B"/>
    <w:rsid w:val="5A47527D"/>
    <w:rsid w:val="5B6C0234"/>
    <w:rsid w:val="5BB47782"/>
    <w:rsid w:val="5FCE21C9"/>
    <w:rsid w:val="6A68330E"/>
    <w:rsid w:val="7E134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99"/>
  </w:style>
  <w:style w:type="paragraph" w:styleId="3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kern w:val="0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kern w:val="0"/>
      <w:sz w:val="18"/>
      <w:szCs w:val="18"/>
    </w:rPr>
  </w:style>
  <w:style w:type="character" w:customStyle="1" w:styleId="8">
    <w:name w:val="Salutation Char"/>
    <w:basedOn w:val="7"/>
    <w:link w:val="2"/>
    <w:qFormat/>
    <w:locked/>
    <w:uiPriority w:val="99"/>
    <w:rPr>
      <w:rFonts w:ascii="Times New Roman" w:hAnsi="Times New Roman" w:eastAsia="仿宋_GB2312"/>
      <w:kern w:val="32"/>
      <w:sz w:val="20"/>
    </w:rPr>
  </w:style>
  <w:style w:type="character" w:customStyle="1" w:styleId="9">
    <w:name w:val="Balloon Text Char"/>
    <w:basedOn w:val="7"/>
    <w:link w:val="3"/>
    <w:semiHidden/>
    <w:locked/>
    <w:uiPriority w:val="99"/>
    <w:rPr>
      <w:rFonts w:ascii="Times New Roman" w:hAnsi="Times New Roman" w:eastAsia="仿宋_GB2312"/>
      <w:kern w:val="32"/>
      <w:sz w:val="18"/>
    </w:rPr>
  </w:style>
  <w:style w:type="character" w:customStyle="1" w:styleId="10">
    <w:name w:val="Footer Char"/>
    <w:basedOn w:val="7"/>
    <w:link w:val="4"/>
    <w:qFormat/>
    <w:locked/>
    <w:uiPriority w:val="99"/>
    <w:rPr>
      <w:sz w:val="18"/>
    </w:rPr>
  </w:style>
  <w:style w:type="character" w:customStyle="1" w:styleId="11">
    <w:name w:val="Header Char"/>
    <w:basedOn w:val="7"/>
    <w:link w:val="5"/>
    <w:qFormat/>
    <w:locked/>
    <w:uiPriority w:val="99"/>
    <w:rPr>
      <w:sz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  <w:style w:type="character" w:customStyle="1" w:styleId="13">
    <w:name w:val="称呼 Char1"/>
    <w:qFormat/>
    <w:uiPriority w:val="0"/>
    <w:rPr>
      <w:rFonts w:ascii="Calibri" w:hAnsi="Calibri" w:eastAsia="仿宋_GB2312"/>
      <w:kern w:val="32"/>
      <w:sz w:val="32"/>
    </w:rPr>
  </w:style>
  <w:style w:type="paragraph" w:customStyle="1" w:styleId="14">
    <w:name w:val="样式2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Sky123.Org</Company>
  <Pages>5</Pages>
  <Words>404</Words>
  <Characters>2308</Characters>
  <Lines>0</Lines>
  <Paragraphs>0</Paragraphs>
  <TotalTime>144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2025-02-27T07:55:00Z</dcterms:created>
  <dc:creator>Sky123.Org</dc:creator>
  <cp:lastModifiedBy>周文娟</cp:lastModifiedBy>
  <cp:lastPrinted>2025-10-27T03:07:19Z</cp:lastPrinted>
  <dcterms:modified xsi:type="dcterms:W3CDTF">2025-10-27T03:07:38Z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109E970C26AA4037A1B1F89A15A9FC5A</vt:lpwstr>
  </property>
</Properties>
</file>